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74" w:rsidRPr="003C78CE" w:rsidRDefault="00BE3174" w:rsidP="003457A3">
      <w:pPr>
        <w:shd w:val="clear" w:color="auto" w:fill="FFFFFF"/>
        <w:ind w:firstLine="0"/>
        <w:contextualSpacing/>
        <w:rPr>
          <w:color w:val="000000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412.15pt;margin-top:-7.15pt;width:69.25pt;height:69.25pt;z-index:-251658240;visibility:visible" wrapcoords="-235 0 -235 21365 21600 21365 21600 0 -235 0">
            <v:imagedata r:id="rId7" o:title=""/>
            <w10:wrap type="tight"/>
          </v:shape>
        </w:pict>
      </w:r>
      <w:r w:rsidRPr="003C78CE">
        <w:rPr>
          <w:bCs/>
          <w:color w:val="000000"/>
          <w:szCs w:val="28"/>
        </w:rPr>
        <w:t>ООО «ЭНЕРГОСИЛА»</w:t>
      </w:r>
    </w:p>
    <w:p w:rsidR="00BE3174" w:rsidRPr="00C92D4B" w:rsidRDefault="00BE3174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smartTag w:uri="urn:schemas-microsoft-com:office:smarttags" w:element="metricconverter">
        <w:smartTagPr>
          <w:attr w:name="ProductID" w:val="644099, г"/>
        </w:smartTagPr>
        <w:r w:rsidRPr="00C92D4B">
          <w:rPr>
            <w:color w:val="000000"/>
            <w:sz w:val="24"/>
          </w:rPr>
          <w:t>644099, г</w:t>
        </w:r>
      </w:smartTag>
      <w:r w:rsidRPr="00C92D4B">
        <w:rPr>
          <w:color w:val="000000"/>
          <w:sz w:val="24"/>
        </w:rPr>
        <w:t xml:space="preserve">. Омск, ул. </w:t>
      </w:r>
      <w:r w:rsidRPr="00FD0457">
        <w:rPr>
          <w:color w:val="000000"/>
          <w:sz w:val="24"/>
        </w:rPr>
        <w:t>22 Декабря 2</w:t>
      </w:r>
    </w:p>
    <w:p w:rsidR="00BE3174" w:rsidRPr="00C92D4B" w:rsidRDefault="00BE3174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>Тел. (3812)</w:t>
      </w:r>
      <w:r w:rsidRPr="00410742">
        <w:rPr>
          <w:szCs w:val="28"/>
        </w:rPr>
        <w:t xml:space="preserve"> </w:t>
      </w:r>
      <w:r w:rsidRPr="00410742">
        <w:rPr>
          <w:color w:val="000000"/>
          <w:sz w:val="24"/>
        </w:rPr>
        <w:t>390-971</w:t>
      </w:r>
      <w:r w:rsidRPr="00C92D4B">
        <w:rPr>
          <w:color w:val="000000"/>
          <w:sz w:val="24"/>
        </w:rPr>
        <w:t>, сот. 8-913-628-3349</w:t>
      </w:r>
    </w:p>
    <w:p w:rsidR="00BE3174" w:rsidRDefault="00BE3174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>Е-</w:t>
      </w:r>
      <w:r w:rsidRPr="003C78CE">
        <w:rPr>
          <w:color w:val="000000"/>
          <w:sz w:val="24"/>
        </w:rPr>
        <w:t>mail</w:t>
      </w:r>
      <w:r w:rsidRPr="00C92D4B">
        <w:rPr>
          <w:color w:val="000000"/>
          <w:sz w:val="24"/>
        </w:rPr>
        <w:t>:</w:t>
      </w:r>
      <w:r>
        <w:rPr>
          <w:color w:val="000000"/>
          <w:sz w:val="24"/>
        </w:rPr>
        <w:t xml:space="preserve"> </w:t>
      </w:r>
      <w:r w:rsidRPr="003C78CE">
        <w:rPr>
          <w:color w:val="000000"/>
          <w:sz w:val="24"/>
        </w:rPr>
        <w:t>energosila</w:t>
      </w:r>
      <w:r w:rsidRPr="00C92D4B">
        <w:rPr>
          <w:color w:val="000000"/>
          <w:sz w:val="24"/>
        </w:rPr>
        <w:t>55@</w:t>
      </w:r>
      <w:r w:rsidRPr="003C78CE">
        <w:rPr>
          <w:color w:val="000000"/>
          <w:sz w:val="24"/>
        </w:rPr>
        <w:t>mail</w:t>
      </w:r>
      <w:r w:rsidRPr="00C92D4B">
        <w:rPr>
          <w:color w:val="000000"/>
          <w:sz w:val="24"/>
        </w:rPr>
        <w:t>.</w:t>
      </w:r>
      <w:r w:rsidRPr="003C78CE">
        <w:rPr>
          <w:color w:val="000000"/>
          <w:sz w:val="24"/>
        </w:rPr>
        <w:t>ru</w:t>
      </w:r>
    </w:p>
    <w:p w:rsidR="00BE3174" w:rsidRPr="003C78CE" w:rsidRDefault="00BE3174" w:rsidP="003457A3">
      <w:pPr>
        <w:pStyle w:val="a"/>
        <w:spacing w:line="300" w:lineRule="auto"/>
        <w:rPr>
          <w:noProof w:val="0"/>
          <w:color w:val="000000"/>
          <w:szCs w:val="24"/>
          <w:lang w:eastAsia="ru-RU"/>
        </w:rPr>
      </w:pPr>
      <w:r w:rsidRPr="003C78CE">
        <w:rPr>
          <w:noProof w:val="0"/>
          <w:color w:val="000000"/>
          <w:szCs w:val="24"/>
          <w:lang w:eastAsia="ru-RU"/>
        </w:rPr>
        <w:t xml:space="preserve">ИНН 5507243779 КПП 550701001  </w:t>
      </w:r>
    </w:p>
    <w:p w:rsidR="00BE3174" w:rsidRPr="003C78CE" w:rsidRDefault="00BE3174" w:rsidP="003457A3">
      <w:pPr>
        <w:pStyle w:val="a"/>
        <w:pBdr>
          <w:bottom w:val="single" w:sz="4" w:space="1" w:color="auto"/>
        </w:pBdr>
        <w:spacing w:line="300" w:lineRule="auto"/>
        <w:rPr>
          <w:noProof w:val="0"/>
          <w:color w:val="000000"/>
          <w:szCs w:val="24"/>
          <w:lang w:eastAsia="ru-RU"/>
        </w:rPr>
      </w:pPr>
      <w:r w:rsidRPr="003C78CE">
        <w:rPr>
          <w:noProof w:val="0"/>
          <w:color w:val="000000"/>
          <w:szCs w:val="24"/>
          <w:lang w:eastAsia="ru-RU"/>
        </w:rPr>
        <w:t xml:space="preserve">www. energosila55.ru     </w:t>
      </w:r>
    </w:p>
    <w:p w:rsidR="00BE3174" w:rsidRDefault="00BE3174" w:rsidP="003457A3">
      <w:pPr>
        <w:spacing w:line="276" w:lineRule="auto"/>
        <w:ind w:firstLine="0"/>
        <w:jc w:val="center"/>
      </w:pPr>
    </w:p>
    <w:p w:rsidR="00BE3174" w:rsidRDefault="00BE3174" w:rsidP="003457A3">
      <w:pPr>
        <w:spacing w:line="276" w:lineRule="auto"/>
        <w:ind w:firstLine="0"/>
        <w:jc w:val="center"/>
      </w:pPr>
    </w:p>
    <w:tbl>
      <w:tblPr>
        <w:tblW w:w="9550" w:type="dxa"/>
        <w:jc w:val="center"/>
        <w:tblInd w:w="-98" w:type="dxa"/>
        <w:tblLayout w:type="fixed"/>
        <w:tblLook w:val="00A0"/>
      </w:tblPr>
      <w:tblGrid>
        <w:gridCol w:w="4776"/>
        <w:gridCol w:w="4774"/>
      </w:tblGrid>
      <w:tr w:rsidR="00BE3174" w:rsidRPr="00A750CE" w:rsidTr="00782372">
        <w:trPr>
          <w:jc w:val="center"/>
        </w:trPr>
        <w:tc>
          <w:tcPr>
            <w:tcW w:w="4776" w:type="dxa"/>
          </w:tcPr>
          <w:p w:rsidR="00BE3174" w:rsidRPr="00A750CE" w:rsidRDefault="00BE3174" w:rsidP="00782372">
            <w:pPr>
              <w:ind w:firstLine="0"/>
              <w:jc w:val="left"/>
              <w:rPr>
                <w:b/>
              </w:rPr>
            </w:pPr>
            <w:r w:rsidRPr="00A750CE">
              <w:rPr>
                <w:b/>
              </w:rPr>
              <w:t>УТВЕРЖДАЮ:</w:t>
            </w:r>
          </w:p>
          <w:p w:rsidR="00BE3174" w:rsidRPr="00A750CE" w:rsidRDefault="00BE3174" w:rsidP="00782372">
            <w:pPr>
              <w:ind w:firstLine="0"/>
              <w:jc w:val="left"/>
            </w:pPr>
            <w:r w:rsidRPr="00A750CE">
              <w:t xml:space="preserve">Глава Майминского района </w:t>
            </w:r>
          </w:p>
          <w:p w:rsidR="00BE3174" w:rsidRPr="00A750CE" w:rsidRDefault="00BE3174" w:rsidP="00782372">
            <w:pPr>
              <w:ind w:firstLine="0"/>
              <w:jc w:val="left"/>
            </w:pPr>
            <w:r w:rsidRPr="00A750CE">
              <w:t>Республики Алтай</w:t>
            </w:r>
          </w:p>
          <w:p w:rsidR="00BE3174" w:rsidRPr="00A750CE" w:rsidRDefault="00BE3174" w:rsidP="00782372">
            <w:pPr>
              <w:tabs>
                <w:tab w:val="right" w:leader="underscore" w:pos="2835"/>
              </w:tabs>
              <w:ind w:firstLine="0"/>
              <w:jc w:val="left"/>
            </w:pPr>
            <w:r w:rsidRPr="00A750CE">
              <w:t>_______________ Р.В. Птицын</w:t>
            </w:r>
          </w:p>
          <w:p w:rsidR="00BE3174" w:rsidRPr="00A750CE" w:rsidRDefault="00BE3174" w:rsidP="00782372">
            <w:pPr>
              <w:tabs>
                <w:tab w:val="right" w:leader="underscore" w:pos="2835"/>
              </w:tabs>
              <w:ind w:firstLine="0"/>
              <w:jc w:val="left"/>
            </w:pPr>
          </w:p>
          <w:p w:rsidR="00BE3174" w:rsidRPr="00A750CE" w:rsidRDefault="00BE3174" w:rsidP="00782372">
            <w:pPr>
              <w:ind w:firstLine="0"/>
              <w:jc w:val="left"/>
            </w:pPr>
            <w:r w:rsidRPr="00A750CE">
              <w:t xml:space="preserve">«___»_________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A750CE">
                <w:t>2019 г</w:t>
              </w:r>
            </w:smartTag>
            <w:r w:rsidRPr="00A750CE">
              <w:t>.</w:t>
            </w:r>
          </w:p>
        </w:tc>
        <w:tc>
          <w:tcPr>
            <w:tcW w:w="4774" w:type="dxa"/>
          </w:tcPr>
          <w:p w:rsidR="00BE3174" w:rsidRPr="00A750CE" w:rsidRDefault="00BE3174" w:rsidP="008058E7">
            <w:pPr>
              <w:ind w:firstLine="0"/>
              <w:jc w:val="right"/>
              <w:rPr>
                <w:b/>
              </w:rPr>
            </w:pPr>
            <w:r w:rsidRPr="00A750CE">
              <w:rPr>
                <w:b/>
              </w:rPr>
              <w:t>СОГЛАСОВАНО:</w:t>
            </w:r>
          </w:p>
          <w:p w:rsidR="00BE3174" w:rsidRPr="00A750CE" w:rsidRDefault="00BE3174" w:rsidP="008058E7">
            <w:pPr>
              <w:ind w:firstLine="0"/>
              <w:jc w:val="right"/>
            </w:pPr>
            <w:r w:rsidRPr="00A750CE">
              <w:t xml:space="preserve">Директор </w:t>
            </w:r>
          </w:p>
          <w:p w:rsidR="00BE3174" w:rsidRPr="00A750CE" w:rsidRDefault="00BE3174" w:rsidP="008058E7">
            <w:pPr>
              <w:ind w:firstLine="0"/>
              <w:jc w:val="right"/>
            </w:pPr>
            <w:r w:rsidRPr="00A750CE">
              <w:t>ООО «Энергосила»</w:t>
            </w:r>
          </w:p>
          <w:p w:rsidR="00BE3174" w:rsidRPr="00A750CE" w:rsidRDefault="00BE3174" w:rsidP="008058E7">
            <w:pPr>
              <w:tabs>
                <w:tab w:val="right" w:leader="underscore" w:pos="2835"/>
              </w:tabs>
              <w:ind w:firstLine="0"/>
              <w:jc w:val="right"/>
            </w:pPr>
            <w:r w:rsidRPr="00A750CE">
              <w:t>_______________ К.Н. Лагутин</w:t>
            </w:r>
          </w:p>
          <w:p w:rsidR="00BE3174" w:rsidRPr="00A750CE" w:rsidRDefault="00BE3174" w:rsidP="008058E7">
            <w:pPr>
              <w:tabs>
                <w:tab w:val="right" w:leader="underscore" w:pos="2835"/>
              </w:tabs>
              <w:ind w:firstLine="0"/>
              <w:jc w:val="right"/>
            </w:pPr>
          </w:p>
          <w:p w:rsidR="00BE3174" w:rsidRPr="00A750CE" w:rsidRDefault="00BE3174" w:rsidP="008058E7">
            <w:pPr>
              <w:ind w:firstLine="0"/>
              <w:jc w:val="right"/>
            </w:pPr>
            <w:r w:rsidRPr="00A750CE">
              <w:t xml:space="preserve">«___»_________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A750CE">
                <w:t>2019 г</w:t>
              </w:r>
            </w:smartTag>
            <w:r w:rsidRPr="00A750CE">
              <w:t>.</w:t>
            </w:r>
          </w:p>
          <w:p w:rsidR="00BE3174" w:rsidRPr="00A750CE" w:rsidRDefault="00BE3174" w:rsidP="00782372">
            <w:pPr>
              <w:ind w:firstLine="0"/>
              <w:jc w:val="left"/>
            </w:pPr>
          </w:p>
        </w:tc>
      </w:tr>
    </w:tbl>
    <w:p w:rsidR="00BE3174" w:rsidRPr="00A750CE" w:rsidRDefault="00BE3174" w:rsidP="003457A3">
      <w:pPr>
        <w:ind w:firstLine="0"/>
      </w:pPr>
    </w:p>
    <w:p w:rsidR="00BE3174" w:rsidRDefault="00BE3174" w:rsidP="003457A3">
      <w:pPr>
        <w:ind w:firstLine="0"/>
      </w:pPr>
    </w:p>
    <w:p w:rsidR="00BE3174" w:rsidRDefault="00BE3174" w:rsidP="003457A3">
      <w:pPr>
        <w:ind w:firstLine="0"/>
      </w:pPr>
    </w:p>
    <w:p w:rsidR="00BE3174" w:rsidRDefault="00BE3174" w:rsidP="003457A3">
      <w:pPr>
        <w:ind w:firstLine="0"/>
      </w:pPr>
    </w:p>
    <w:p w:rsidR="00BE3174" w:rsidRDefault="00BE3174" w:rsidP="003457A3">
      <w:pPr>
        <w:ind w:firstLine="0"/>
      </w:pPr>
    </w:p>
    <w:p w:rsidR="00BE3174" w:rsidRDefault="00BE3174" w:rsidP="003457A3">
      <w:pPr>
        <w:pStyle w:val="a1"/>
      </w:pPr>
      <w:bookmarkStart w:id="0" w:name="_Toc383420103"/>
      <w:r w:rsidRPr="00B863AF">
        <w:t xml:space="preserve">Схема </w:t>
      </w:r>
      <w:r>
        <w:t xml:space="preserve">водоснабжения и водоотведения муниципального образования </w:t>
      </w:r>
    </w:p>
    <w:p w:rsidR="00BE3174" w:rsidRDefault="00BE3174" w:rsidP="003457A3">
      <w:pPr>
        <w:pStyle w:val="a1"/>
      </w:pPr>
      <w:r>
        <w:t>«Майминского</w:t>
      </w:r>
      <w:r w:rsidRPr="00AB2020">
        <w:t xml:space="preserve"> </w:t>
      </w:r>
      <w:r>
        <w:t>сельского поселения» Майминского</w:t>
      </w:r>
      <w:r w:rsidRPr="00AB2020">
        <w:t xml:space="preserve"> </w:t>
      </w:r>
      <w:r w:rsidRPr="00384102">
        <w:t>района</w:t>
      </w:r>
      <w:bookmarkStart w:id="1" w:name="_Toc383420104"/>
      <w:bookmarkEnd w:id="0"/>
    </w:p>
    <w:p w:rsidR="00BE3174" w:rsidRDefault="00BE3174" w:rsidP="003457A3">
      <w:pPr>
        <w:pStyle w:val="a1"/>
      </w:pPr>
      <w:r>
        <w:t>Республики Алтай на период до 2024 года</w:t>
      </w:r>
      <w:bookmarkEnd w:id="1"/>
      <w:r>
        <w:t xml:space="preserve"> </w:t>
      </w:r>
    </w:p>
    <w:p w:rsidR="00BE3174" w:rsidRPr="00F53D8B" w:rsidRDefault="00BE3174" w:rsidP="003457A3">
      <w:pPr>
        <w:pStyle w:val="a1"/>
        <w:rPr>
          <w:b w:val="0"/>
        </w:rPr>
      </w:pPr>
      <w:r>
        <w:t>(Актуализация на 2019</w:t>
      </w:r>
      <w:r w:rsidRPr="00491C6B">
        <w:t xml:space="preserve"> год)</w:t>
      </w:r>
    </w:p>
    <w:p w:rsidR="00BE3174" w:rsidRDefault="00BE3174" w:rsidP="003457A3">
      <w:pPr>
        <w:ind w:firstLine="0"/>
        <w:jc w:val="center"/>
        <w:rPr>
          <w:b/>
        </w:rPr>
      </w:pPr>
    </w:p>
    <w:p w:rsidR="00BE3174" w:rsidRDefault="00BE3174" w:rsidP="003457A3">
      <w:pPr>
        <w:ind w:firstLine="0"/>
        <w:jc w:val="center"/>
        <w:rPr>
          <w:b/>
        </w:rPr>
      </w:pPr>
    </w:p>
    <w:p w:rsidR="00BE3174" w:rsidRDefault="00BE3174" w:rsidP="003457A3">
      <w:pPr>
        <w:ind w:firstLine="0"/>
        <w:jc w:val="center"/>
        <w:rPr>
          <w:b/>
        </w:rPr>
      </w:pPr>
    </w:p>
    <w:p w:rsidR="00BE3174" w:rsidRDefault="00BE3174" w:rsidP="003457A3">
      <w:pPr>
        <w:ind w:firstLine="0"/>
        <w:jc w:val="center"/>
        <w:rPr>
          <w:b/>
        </w:rPr>
      </w:pPr>
    </w:p>
    <w:p w:rsidR="00BE3174" w:rsidRDefault="00BE3174" w:rsidP="003457A3">
      <w:pPr>
        <w:ind w:firstLine="0"/>
        <w:jc w:val="center"/>
        <w:rPr>
          <w:b/>
        </w:rPr>
      </w:pPr>
    </w:p>
    <w:p w:rsidR="00BE3174" w:rsidRDefault="00BE3174" w:rsidP="003457A3">
      <w:pPr>
        <w:ind w:firstLine="0"/>
        <w:jc w:val="center"/>
        <w:rPr>
          <w:b/>
        </w:rPr>
      </w:pPr>
    </w:p>
    <w:p w:rsidR="00BE3174" w:rsidRDefault="00BE3174" w:rsidP="003457A3">
      <w:pPr>
        <w:ind w:firstLine="0"/>
        <w:jc w:val="center"/>
        <w:rPr>
          <w:b/>
        </w:rPr>
      </w:pPr>
    </w:p>
    <w:p w:rsidR="00BE3174" w:rsidRDefault="00BE3174" w:rsidP="003457A3">
      <w:pPr>
        <w:ind w:firstLine="0"/>
        <w:jc w:val="center"/>
        <w:rPr>
          <w:b/>
        </w:rPr>
      </w:pPr>
    </w:p>
    <w:p w:rsidR="00BE3174" w:rsidRDefault="00BE3174" w:rsidP="003457A3">
      <w:pPr>
        <w:ind w:firstLine="0"/>
        <w:jc w:val="center"/>
        <w:rPr>
          <w:b/>
        </w:rPr>
      </w:pPr>
    </w:p>
    <w:p w:rsidR="00BE3174" w:rsidRDefault="00BE3174" w:rsidP="003457A3">
      <w:pPr>
        <w:ind w:firstLine="0"/>
        <w:jc w:val="center"/>
        <w:rPr>
          <w:b/>
        </w:rPr>
      </w:pPr>
    </w:p>
    <w:p w:rsidR="00BE3174" w:rsidRDefault="00BE3174" w:rsidP="003457A3">
      <w:pPr>
        <w:ind w:firstLine="0"/>
        <w:jc w:val="center"/>
        <w:rPr>
          <w:b/>
        </w:rPr>
      </w:pPr>
    </w:p>
    <w:p w:rsidR="00BE3174" w:rsidRDefault="00BE3174" w:rsidP="003457A3">
      <w:pPr>
        <w:ind w:firstLine="0"/>
        <w:jc w:val="center"/>
      </w:pPr>
      <w:r w:rsidRPr="00754DC1">
        <w:t>Омск 2</w:t>
      </w:r>
      <w:r w:rsidRPr="00C96727">
        <w:rPr>
          <w:rStyle w:val="a3"/>
        </w:rPr>
        <w:t>0</w:t>
      </w:r>
      <w:r>
        <w:t>19</w:t>
      </w:r>
    </w:p>
    <w:p w:rsidR="00BE3174" w:rsidRDefault="00BE3174" w:rsidP="003457A3">
      <w:pPr>
        <w:pStyle w:val="a1"/>
      </w:pPr>
      <w:r>
        <w:br w:type="page"/>
        <w:t>Содержание</w:t>
      </w:r>
    </w:p>
    <w:p w:rsidR="00BE3174" w:rsidRDefault="00BE3174" w:rsidP="003457A3"/>
    <w:p w:rsidR="00BE3174" w:rsidRDefault="00BE3174">
      <w:pPr>
        <w:pStyle w:val="TOC1"/>
        <w:rPr>
          <w:rFonts w:ascii="Calibri" w:hAnsi="Calibri"/>
          <w:noProof/>
          <w:sz w:val="22"/>
          <w:szCs w:val="22"/>
        </w:rPr>
      </w:pPr>
      <w:r w:rsidRPr="00930443">
        <w:rPr>
          <w:sz w:val="24"/>
        </w:rPr>
        <w:fldChar w:fldCharType="begin"/>
      </w:r>
      <w:r w:rsidRPr="00930443">
        <w:rPr>
          <w:sz w:val="24"/>
        </w:rPr>
        <w:instrText xml:space="preserve"> TOC \o "1-3" \h \z \u </w:instrText>
      </w:r>
      <w:r w:rsidRPr="00930443">
        <w:rPr>
          <w:sz w:val="24"/>
        </w:rPr>
        <w:fldChar w:fldCharType="separate"/>
      </w:r>
      <w:hyperlink w:anchor="_Toc10132644" w:history="1">
        <w:r w:rsidRPr="005F0F5F">
          <w:rPr>
            <w:rStyle w:val="Hyperlink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_Toc10132644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1"/>
        <w:rPr>
          <w:rFonts w:ascii="Calibri" w:hAnsi="Calibri"/>
          <w:noProof/>
          <w:sz w:val="22"/>
          <w:szCs w:val="22"/>
        </w:rPr>
      </w:pPr>
      <w:hyperlink w:anchor="_Toc10132645" w:history="1">
        <w:r w:rsidRPr="005F0F5F">
          <w:rPr>
            <w:rStyle w:val="Hyperlink"/>
            <w:noProof/>
          </w:rPr>
          <w:t>Паспорт схемы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_Toc10132645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1"/>
        <w:rPr>
          <w:rFonts w:ascii="Calibri" w:hAnsi="Calibri"/>
          <w:noProof/>
          <w:sz w:val="22"/>
          <w:szCs w:val="22"/>
        </w:rPr>
      </w:pPr>
      <w:hyperlink w:anchor="_Toc10132646" w:history="1">
        <w:r w:rsidRPr="005F0F5F">
          <w:rPr>
            <w:rStyle w:val="Hyperlink"/>
            <w:noProof/>
          </w:rPr>
          <w:t>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Краткое описание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_Toc10132646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647" w:history="1">
        <w:r w:rsidRPr="005F0F5F">
          <w:rPr>
            <w:rStyle w:val="Hyperlink"/>
            <w:noProof/>
          </w:rPr>
          <w:t>1.1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Географическое расположение сельского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_Toc10132647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648" w:history="1">
        <w:r w:rsidRPr="005F0F5F">
          <w:rPr>
            <w:rStyle w:val="Hyperlink"/>
            <w:noProof/>
          </w:rPr>
          <w:t>1.2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рельефа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_Toc10132648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1"/>
        <w:rPr>
          <w:rFonts w:ascii="Calibri" w:hAnsi="Calibri"/>
          <w:noProof/>
          <w:sz w:val="22"/>
          <w:szCs w:val="22"/>
        </w:rPr>
      </w:pPr>
      <w:hyperlink w:anchor="_Toc10132649" w:history="1">
        <w:r w:rsidRPr="005F0F5F">
          <w:rPr>
            <w:rStyle w:val="Hyperlink"/>
            <w:noProof/>
          </w:rPr>
          <w:t>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Схема водоснабжения МО «Майминское сельское поселение»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_Toc10132649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650" w:history="1">
        <w:r w:rsidRPr="005F0F5F">
          <w:rPr>
            <w:rStyle w:val="Hyperlink"/>
            <w:noProof/>
          </w:rPr>
          <w:t>2.1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Технико-экономическое состоян</w:t>
        </w:r>
        <w:r>
          <w:rPr>
            <w:rStyle w:val="Hyperlink"/>
            <w:noProof/>
          </w:rPr>
          <w:t xml:space="preserve">ие централизованных систем </w:t>
        </w:r>
        <w:r w:rsidRPr="005F0F5F">
          <w:rPr>
            <w:rStyle w:val="Hyperlink"/>
            <w:noProof/>
          </w:rPr>
          <w:t>водоснабжения</w:t>
        </w:r>
        <w:r w:rsidRPr="005F0F5F">
          <w:rPr>
            <w:rStyle w:val="Hyperlink"/>
            <w:noProof/>
            <w:lang w:eastAsia="en-US"/>
          </w:rPr>
          <w:t xml:space="preserve"> </w:t>
        </w:r>
        <w:r w:rsidRPr="005F0F5F">
          <w:rPr>
            <w:rStyle w:val="Hyperlink"/>
            <w:noProof/>
          </w:rPr>
          <w:t>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_Toc10132650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51" w:history="1">
        <w:r w:rsidRPr="005F0F5F">
          <w:rPr>
            <w:rStyle w:val="Hyperlink"/>
            <w:noProof/>
          </w:rPr>
          <w:t>2.1.1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системы и стр</w:t>
        </w:r>
        <w:r>
          <w:rPr>
            <w:rStyle w:val="Hyperlink"/>
            <w:noProof/>
          </w:rPr>
          <w:t xml:space="preserve">уктуры водоснабжения поселения </w:t>
        </w:r>
        <w:r w:rsidRPr="005F0F5F">
          <w:rPr>
            <w:rStyle w:val="Hyperlink"/>
            <w:noProof/>
          </w:rPr>
          <w:t>и деление территории поселения на эксплуатационные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_Toc10132651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52" w:history="1">
        <w:r w:rsidRPr="005F0F5F">
          <w:rPr>
            <w:rStyle w:val="Hyperlink"/>
            <w:noProof/>
          </w:rPr>
          <w:t>2.1.2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территорий муниципального образования, не охваченных централизованными системами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_Toc10132652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53" w:history="1">
        <w:r w:rsidRPr="005F0F5F">
          <w:rPr>
            <w:rStyle w:val="Hyperlink"/>
            <w:noProof/>
          </w:rPr>
          <w:t>2.1.3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технологических зон водоснабжения, зон центра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лизованного и нецентрализованного водоснабжения (территорий, на которых водоснабжение осуществляется с использованием централи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зованных и нецентрализованных систем горячего водоснабжения, систем холодного водоснабжения соответственно) и перечень централи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зованных систем водоснабжения.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_Toc10132653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54" w:history="1">
        <w:r w:rsidRPr="005F0F5F">
          <w:rPr>
            <w:rStyle w:val="Hyperlink"/>
            <w:noProof/>
          </w:rPr>
          <w:t>2.1.4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результатов технического обследования центра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_Toc10132654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55" w:history="1">
        <w:r w:rsidRPr="005F0F5F">
          <w:rPr>
            <w:rStyle w:val="Hyperlink"/>
            <w:noProof/>
          </w:rPr>
          <w:t>2.1.5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Перечень лиц, владеющих на праве собственности или дру</w:t>
        </w:r>
        <w:r>
          <w:rPr>
            <w:rStyle w:val="Hyperlink"/>
            <w:noProof/>
          </w:rPr>
          <w:t xml:space="preserve">-гом </w:t>
        </w:r>
        <w:r w:rsidRPr="005F0F5F">
          <w:rPr>
            <w:rStyle w:val="Hyperlink"/>
            <w:noProof/>
          </w:rPr>
          <w:t>законном основании объектами централизованной системы водос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набжения, с указанием принадлежащих этим лицам таких объектов (гра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ниц зон, в которых расположены такие объекты)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_Toc10132655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656" w:history="1">
        <w:r w:rsidRPr="005F0F5F">
          <w:rPr>
            <w:rStyle w:val="Hyperlink"/>
            <w:noProof/>
          </w:rPr>
          <w:t>2.2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Направление развития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_Toc10132656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57" w:history="1">
        <w:r w:rsidRPr="005F0F5F">
          <w:rPr>
            <w:rStyle w:val="Hyperlink"/>
            <w:noProof/>
          </w:rPr>
          <w:t>2.2.1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Основные направления, принципы, задачи и целевые показатели развития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58" w:history="1">
        <w:r w:rsidRPr="005F0F5F">
          <w:rPr>
            <w:rStyle w:val="Hyperlink"/>
            <w:noProof/>
          </w:rPr>
          <w:t>2.2.2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Различные сценарии развития централизованных систем водоснабжения в зависимости от различных сценариев развития поселений</w:t>
        </w:r>
        <w:r>
          <w:rPr>
            <w:noProof/>
            <w:webHidden/>
          </w:rPr>
          <w:tab/>
          <w:t xml:space="preserve">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_Toc10132658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659" w:history="1">
        <w:r w:rsidRPr="005F0F5F">
          <w:rPr>
            <w:rStyle w:val="Hyperlink"/>
            <w:noProof/>
          </w:rPr>
          <w:t>2.3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Баланс водоснабжения и потребления питьевой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_Toc10132659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60" w:history="1">
        <w:r w:rsidRPr="005F0F5F">
          <w:rPr>
            <w:rStyle w:val="Hyperlink"/>
            <w:noProof/>
          </w:rPr>
          <w:t>2.3.1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_Toc10132660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61" w:history="1">
        <w:r w:rsidRPr="005F0F5F">
          <w:rPr>
            <w:rStyle w:val="Hyperlink"/>
            <w:noProof/>
          </w:rPr>
          <w:t>2.3.2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Территориальный баланс подачи питьевой воды по технологическим зонам водоснабжения (годовой и в сутки максимального водопотребления)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_Toc10132661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62" w:history="1">
        <w:r w:rsidRPr="005F0F5F">
          <w:rPr>
            <w:rStyle w:val="Hyperlink"/>
            <w:noProof/>
          </w:rPr>
          <w:t>2.3.3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Структурный баланс реализации питьевой воды по группам абонентов с разбивкой на хозяйственно-питьевые нужды населения,  производственные нужды юридических лиц и другие нужды поселений (пожаротушение, полив и др.)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_Toc10132662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63" w:history="1">
        <w:r w:rsidRPr="005F0F5F">
          <w:rPr>
            <w:rStyle w:val="Hyperlink"/>
            <w:noProof/>
          </w:rPr>
          <w:t>2.3.4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_Toc10132663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64" w:history="1">
        <w:r w:rsidRPr="005F0F5F">
          <w:rPr>
            <w:rStyle w:val="Hyperlink"/>
            <w:noProof/>
          </w:rPr>
          <w:t>2.3.5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существующей системы коммерческого учета горячей, питьевой воды и планов по установке приборов учета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65" w:history="1">
        <w:r w:rsidRPr="005F0F5F">
          <w:rPr>
            <w:rStyle w:val="Hyperlink"/>
            <w:noProof/>
          </w:rPr>
          <w:t>2.3.6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Анализ резервов и дефицитов производственных мощностей</w:t>
        </w:r>
        <w:r>
          <w:rPr>
            <w:rStyle w:val="Hyperlink"/>
            <w:noProof/>
          </w:rPr>
          <w:t xml:space="preserve"> </w:t>
        </w:r>
        <w:r w:rsidRPr="005F0F5F">
          <w:rPr>
            <w:rStyle w:val="Hyperlink"/>
            <w:noProof/>
          </w:rPr>
          <w:t>системы водоснабжения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_Toc10132665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66" w:history="1">
        <w:r w:rsidRPr="005F0F5F">
          <w:rPr>
            <w:rStyle w:val="Hyperlink"/>
            <w:noProof/>
          </w:rPr>
          <w:t>2.3.7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Прогнозные балансы потребления горячей, питьевой, технической воды на срок не менее 10 лет с учетом различных сценариев развития поселений, рассчитанные на основе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_Toc10132666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67" w:history="1">
        <w:r w:rsidRPr="005F0F5F">
          <w:rPr>
            <w:rStyle w:val="Hyperlink"/>
            <w:noProof/>
          </w:rPr>
          <w:t>2.3.8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Сведения о фактическом и ожидаемом потреблении питьевой, технической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_Toc10132667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68" w:history="1">
        <w:r w:rsidRPr="005F0F5F">
          <w:rPr>
            <w:rStyle w:val="Hyperlink"/>
            <w:noProof/>
          </w:rPr>
          <w:t>2.3.9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территориальной структуры потребления питьевой  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_Toc10132668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69" w:history="1">
        <w:r w:rsidRPr="005F0F5F">
          <w:rPr>
            <w:rStyle w:val="Hyperlink"/>
            <w:noProof/>
          </w:rPr>
          <w:t>2.3.10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  </w:r>
        <w:r>
          <w:rPr>
            <w:noProof/>
            <w:webHidden/>
          </w:rPr>
          <w:tab/>
          <w:t xml:space="preserve">  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_Toc10132669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70" w:history="1">
        <w:r w:rsidRPr="005F0F5F">
          <w:rPr>
            <w:rStyle w:val="Hyperlink"/>
            <w:noProof/>
          </w:rPr>
          <w:t>2.3.11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Сведения о фактических и планируемых потерях питьевой, технической воды при ее транспортировке (годовые, среднесуточные значения)</w:t>
        </w:r>
        <w:r>
          <w:rPr>
            <w:noProof/>
            <w:webHidden/>
          </w:rPr>
          <w:tab/>
          <w:t xml:space="preserve">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_Toc10132670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71" w:history="1">
        <w:r w:rsidRPr="005F0F5F">
          <w:rPr>
            <w:rStyle w:val="Hyperlink"/>
            <w:noProof/>
          </w:rPr>
          <w:t>2.3.12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технологическим зонам водоснабжения, структурный - баланс реализации питьевой, технической воды по группам абонентов)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_Toc10132671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72" w:history="1">
        <w:r w:rsidRPr="005F0F5F">
          <w:rPr>
            <w:rStyle w:val="Hyperlink"/>
            <w:noProof/>
          </w:rPr>
          <w:t>2.3.13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_Toc10132672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73" w:history="1">
        <w:r w:rsidRPr="005F0F5F">
          <w:rPr>
            <w:rStyle w:val="Hyperlink"/>
            <w:noProof/>
          </w:rPr>
          <w:t>2.3.14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Наименование организации, которая наделена статусом гарантирующей организации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_Toc10132673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674" w:history="1">
        <w:r w:rsidRPr="005F0F5F">
          <w:rPr>
            <w:rStyle w:val="Hyperlink"/>
            <w:noProof/>
          </w:rPr>
          <w:t>2.4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Предложения по строительству, реконструкции и модернизации объектов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_Toc10132674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75" w:history="1">
        <w:r w:rsidRPr="005F0F5F">
          <w:rPr>
            <w:rStyle w:val="Hyperlink"/>
            <w:noProof/>
          </w:rPr>
          <w:t>2.4.1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Перечень основных мероприятий по реализации схем водоснабжения с разбивкой по годам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_Toc10132675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76" w:history="1">
        <w:r w:rsidRPr="005F0F5F">
          <w:rPr>
            <w:rStyle w:val="Hyperlink"/>
            <w:noProof/>
          </w:rPr>
          <w:t>2.4.2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_Toc10132676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77" w:history="1">
        <w:r w:rsidRPr="005F0F5F">
          <w:rPr>
            <w:rStyle w:val="Hyperlink"/>
            <w:noProof/>
          </w:rPr>
          <w:t>2.4.3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Сведения о вновь строящихся, реконструируемых и предлагаемых к выводу из эксплуатации объектах системы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_Toc10132677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78" w:history="1">
        <w:r w:rsidRPr="005F0F5F">
          <w:rPr>
            <w:rStyle w:val="Hyperlink"/>
            <w:noProof/>
          </w:rPr>
          <w:t>2.4.4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_Toc10132678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79" w:history="1">
        <w:r w:rsidRPr="005F0F5F">
          <w:rPr>
            <w:rStyle w:val="Hyperlink"/>
            <w:noProof/>
          </w:rPr>
          <w:t>2.4.5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_Toc10132679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80" w:history="1">
        <w:r w:rsidRPr="005F0F5F">
          <w:rPr>
            <w:rStyle w:val="Hyperlink"/>
            <w:noProof/>
          </w:rPr>
          <w:t>2.4.6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вариантов маршрутов прохождения трубопроводов (трасс) по территории поселения и их обоснование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_Toc10132680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81" w:history="1">
        <w:r w:rsidRPr="005F0F5F">
          <w:rPr>
            <w:rStyle w:val="Hyperlink"/>
            <w:noProof/>
          </w:rPr>
          <w:t>2.4.7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Рекомендации о месте размещения насосных станций, резервуаров, водонапорных башен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_Toc10132681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82" w:history="1">
        <w:r w:rsidRPr="005F0F5F">
          <w:rPr>
            <w:rStyle w:val="Hyperlink"/>
            <w:noProof/>
          </w:rPr>
          <w:t>2.4.8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Границы планируемых зон размещения объектов централизованных систем горячего водоснабжения, холодного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_Toc10132682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83" w:history="1">
        <w:r w:rsidRPr="005F0F5F">
          <w:rPr>
            <w:rStyle w:val="Hyperlink"/>
            <w:noProof/>
          </w:rPr>
          <w:t>2.4.9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Карты (схемы) существующего и планируемого размещения объектов централизованных систем горячего водоснабжения, холодного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_Toc10132683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684" w:history="1">
        <w:r w:rsidRPr="005F0F5F">
          <w:rPr>
            <w:rStyle w:val="Hyperlink"/>
            <w:noProof/>
          </w:rPr>
          <w:t>2.5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Экологические аспекты мероприятий по строительству,</w:t>
        </w:r>
        <w:r>
          <w:rPr>
            <w:rStyle w:val="Hyperlink"/>
            <w:noProof/>
          </w:rPr>
          <w:t xml:space="preserve"> </w:t>
        </w:r>
        <w:r w:rsidRPr="005F0F5F">
          <w:rPr>
            <w:rStyle w:val="Hyperlink"/>
            <w:noProof/>
          </w:rPr>
          <w:t>реконструкции и модернизации объ</w:t>
        </w:r>
        <w:r>
          <w:rPr>
            <w:rStyle w:val="Hyperlink"/>
            <w:noProof/>
          </w:rPr>
          <w:t xml:space="preserve">ектов централизованных систем </w:t>
        </w:r>
        <w:r w:rsidRPr="005F0F5F">
          <w:rPr>
            <w:rStyle w:val="Hyperlink"/>
            <w:noProof/>
          </w:rPr>
          <w:t>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_Toc10132684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85" w:history="1">
        <w:r w:rsidRPr="005F0F5F">
          <w:rPr>
            <w:rStyle w:val="Hyperlink"/>
            <w:noProof/>
          </w:rPr>
          <w:t>2.5.1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_Toc10132685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86" w:history="1">
        <w:r w:rsidRPr="005F0F5F">
          <w:rPr>
            <w:rStyle w:val="Hyperlink"/>
            <w:noProof/>
          </w:rPr>
          <w:t>2.5.2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На окружающую среду при реализации мероприятий по снабжению и хранению химических реагентов, используемых в водоподготовке (хлор и дугие)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_Toc10132686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687" w:history="1">
        <w:r w:rsidRPr="005F0F5F">
          <w:rPr>
            <w:rStyle w:val="Hyperlink"/>
            <w:noProof/>
          </w:rPr>
          <w:t>2.6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Оценка объемов капитал</w:t>
        </w:r>
        <w:r>
          <w:rPr>
            <w:rStyle w:val="Hyperlink"/>
            <w:noProof/>
          </w:rPr>
          <w:t xml:space="preserve">ьных вложений в строительство, </w:t>
        </w:r>
        <w:r w:rsidRPr="005F0F5F">
          <w:rPr>
            <w:rStyle w:val="Hyperlink"/>
            <w:noProof/>
          </w:rPr>
          <w:t>реконструкцию и модернизацию объектов централизованных систем 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_Toc10132687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688" w:history="1">
        <w:r w:rsidRPr="005F0F5F">
          <w:rPr>
            <w:rStyle w:val="Hyperlink"/>
            <w:noProof/>
          </w:rPr>
          <w:t>2.7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Целевые показатели ра</w:t>
        </w:r>
        <w:r>
          <w:rPr>
            <w:rStyle w:val="Hyperlink"/>
            <w:noProof/>
          </w:rPr>
          <w:t xml:space="preserve">звития централизованных систем </w:t>
        </w:r>
        <w:r w:rsidRPr="005F0F5F">
          <w:rPr>
            <w:rStyle w:val="Hyperlink"/>
            <w:noProof/>
          </w:rPr>
          <w:t>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_Toc10132688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689" w:history="1">
        <w:r w:rsidRPr="005F0F5F">
          <w:rPr>
            <w:rStyle w:val="Hyperlink"/>
            <w:noProof/>
          </w:rPr>
          <w:t>2.8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_Toc10132689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1"/>
        <w:rPr>
          <w:rFonts w:ascii="Calibri" w:hAnsi="Calibri"/>
          <w:noProof/>
          <w:sz w:val="22"/>
          <w:szCs w:val="22"/>
        </w:rPr>
      </w:pPr>
      <w:hyperlink w:anchor="_Toc10132690" w:history="1">
        <w:r w:rsidRPr="005F0F5F">
          <w:rPr>
            <w:rStyle w:val="Hyperlink"/>
            <w:noProof/>
          </w:rPr>
          <w:t>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Схема водоотведения МО «Майминское сельское поселение»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_Toc10132690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691" w:history="1">
        <w:r w:rsidRPr="005F0F5F">
          <w:rPr>
            <w:rStyle w:val="Hyperlink"/>
            <w:noProof/>
          </w:rPr>
          <w:t>3.1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Существующее положение в сфере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_Toc10132691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92" w:history="1">
        <w:r w:rsidRPr="005F0F5F">
          <w:rPr>
            <w:rStyle w:val="Hyperlink"/>
            <w:noProof/>
          </w:rPr>
          <w:t>3.1.1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_Toc10132692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93" w:history="1">
        <w:r w:rsidRPr="005F0F5F">
          <w:rPr>
            <w:rStyle w:val="Hyperlink"/>
            <w:noProof/>
          </w:rPr>
          <w:t>3.1.2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результатов технического обследования центра</w:t>
        </w:r>
        <w:r>
          <w:rPr>
            <w:rStyle w:val="Hyperlink"/>
            <w:noProof/>
          </w:rPr>
          <w:t>-л-</w:t>
        </w:r>
        <w:r w:rsidRPr="005F0F5F">
          <w:rPr>
            <w:rStyle w:val="Hyperlink"/>
            <w:noProof/>
          </w:rPr>
          <w:t>зованной системы водоотведения, включая описание существующих канализационных очистных сооружений, в том числе оценку соответ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ствия применяемой технологической схемы очистки сточных вод требо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ваниям обеспечения нормативов качества очистки  сточных вод, опреде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ление существующего дефицита (резерва) мощностей сооружений и описание локальных очистных сооружений, создаваемых абонентами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_Toc10132693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94" w:history="1">
        <w:r w:rsidRPr="005F0F5F">
          <w:rPr>
            <w:rStyle w:val="Hyperlink"/>
            <w:noProof/>
          </w:rPr>
          <w:t>3.1.3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технологических зон водоотведения, зон центра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лизованного и нецентрализованного водоотведения (территорий, на ко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то</w:t>
        </w:r>
        <w:r>
          <w:rPr>
            <w:rStyle w:val="Hyperlink"/>
            <w:noProof/>
          </w:rPr>
          <w:t xml:space="preserve">рых </w:t>
        </w:r>
        <w:r w:rsidRPr="005F0F5F">
          <w:rPr>
            <w:rStyle w:val="Hyperlink"/>
            <w:noProof/>
          </w:rPr>
          <w:t>водоотведение осуществляется с использованием централизован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ных и нецентрализованных систем водоотведения) и перечень центра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лизованных систем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_Toc10132694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95" w:history="1">
        <w:r w:rsidRPr="005F0F5F">
          <w:rPr>
            <w:rStyle w:val="Hyperlink"/>
            <w:noProof/>
          </w:rPr>
          <w:t>3.1.4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_Toc10132695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96" w:history="1">
        <w:r w:rsidRPr="005F0F5F">
          <w:rPr>
            <w:rStyle w:val="Hyperlink"/>
            <w:noProof/>
          </w:rPr>
          <w:t>3.1.5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состояния и функционирования канализационных коллекторов и сетей, сооружений на ни</w:t>
        </w:r>
        <w:r>
          <w:rPr>
            <w:rStyle w:val="Hyperlink"/>
            <w:noProof/>
          </w:rPr>
          <w:t xml:space="preserve">х, включая оценку их износа и </w:t>
        </w:r>
        <w:r w:rsidRPr="005F0F5F">
          <w:rPr>
            <w:rStyle w:val="Hyperlink"/>
            <w:noProof/>
          </w:rPr>
          <w:t>определение возможности обеспечения отвода и очистки сточных вод на существующих объектах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_Toc10132696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97" w:history="1">
        <w:r w:rsidRPr="005F0F5F">
          <w:rPr>
            <w:rStyle w:val="Hyperlink"/>
            <w:noProof/>
          </w:rPr>
          <w:t>3.1.6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Оценка безопасности и надежности объектов централизованной системы водоотведения и их управляемости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_Toc10132697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98" w:history="1">
        <w:r w:rsidRPr="005F0F5F">
          <w:rPr>
            <w:rStyle w:val="Hyperlink"/>
            <w:noProof/>
          </w:rPr>
          <w:t>3.1.7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Оценка воздействия сбросов сточных вод через централи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зованную систему водоотведения на окружающую среду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_Toc10132698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699" w:history="1">
        <w:r w:rsidRPr="005F0F5F">
          <w:rPr>
            <w:rStyle w:val="Hyperlink"/>
            <w:noProof/>
          </w:rPr>
          <w:t>3.1.8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территорий поселения, не охваченных централи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зованной системой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_Toc10132699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00" w:history="1">
        <w:r w:rsidRPr="005F0F5F">
          <w:rPr>
            <w:rStyle w:val="Hyperlink"/>
            <w:noProof/>
          </w:rPr>
          <w:t>3.1.9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существующих технических и технологических проблем системы водоотведения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_Toc10132700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701" w:history="1">
        <w:r w:rsidRPr="005F0F5F">
          <w:rPr>
            <w:rStyle w:val="Hyperlink"/>
            <w:noProof/>
          </w:rPr>
          <w:t>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Балансы сточных вод в системе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_Toc10132701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02" w:history="1">
        <w:r w:rsidRPr="005F0F5F">
          <w:rPr>
            <w:rStyle w:val="Hyperlink"/>
            <w:noProof/>
          </w:rPr>
          <w:t>3.2.1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Баланс поступления сточных вод в централизованную сис</w:t>
        </w:r>
        <w:r>
          <w:rPr>
            <w:rStyle w:val="Hyperlink"/>
            <w:noProof/>
          </w:rPr>
          <w:t xml:space="preserve">тему </w:t>
        </w:r>
        <w:r w:rsidRPr="005F0F5F">
          <w:rPr>
            <w:rStyle w:val="Hyperlink"/>
            <w:noProof/>
          </w:rPr>
          <w:t>водоотведения и отведения стоков по технологическим зонам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_Toc10132702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03" w:history="1">
        <w:r w:rsidRPr="005F0F5F">
          <w:rPr>
            <w:rStyle w:val="Hyperlink"/>
            <w:noProof/>
          </w:rPr>
          <w:t>3.2.2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Оценку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_Toc10132703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04" w:history="1">
        <w:r w:rsidRPr="005F0F5F">
          <w:rPr>
            <w:rStyle w:val="Hyperlink"/>
            <w:noProof/>
          </w:rPr>
          <w:t>3.2.3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_Toc10132704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05" w:history="1">
        <w:r w:rsidRPr="005F0F5F">
          <w:rPr>
            <w:rStyle w:val="Hyperlink"/>
            <w:noProof/>
          </w:rPr>
          <w:t>3.2.4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Результаты ретроспективного анализа за последние 10 лет балансов поступления сточных вод в централизованную систему водоот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ведения по технологическим зонам водоотведения и по поселениям с выделением зон дефицитов и резервов производственных мощностей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_Toc10132705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06" w:history="1">
        <w:r w:rsidRPr="005F0F5F">
          <w:rPr>
            <w:rStyle w:val="Hyperlink"/>
            <w:noProof/>
          </w:rPr>
          <w:t>3.2.5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Прогнозные балансы поступления сточных вод в централи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зованную систему водоотведения и отведения стоков по техноло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гическим зонам водоотведения на срок не менее 10 лет с учетом различ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ных сценариев развития поселений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_Toc10132706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707" w:history="1">
        <w:r w:rsidRPr="005F0F5F">
          <w:rPr>
            <w:rStyle w:val="Hyperlink"/>
            <w:noProof/>
          </w:rPr>
          <w:t>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Прогноз объема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_Toc10132707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08" w:history="1">
        <w:r w:rsidRPr="005F0F5F">
          <w:rPr>
            <w:rStyle w:val="Hyperlink"/>
            <w:noProof/>
          </w:rPr>
          <w:t>3.3.1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Сведения о фактическом и ожидаемом поступлении сточ</w:t>
        </w:r>
        <w:r>
          <w:rPr>
            <w:rStyle w:val="Hyperlink"/>
            <w:noProof/>
          </w:rPr>
          <w:t xml:space="preserve">ных вод </w:t>
        </w:r>
        <w:r w:rsidRPr="005F0F5F">
          <w:rPr>
            <w:rStyle w:val="Hyperlink"/>
            <w:noProof/>
          </w:rPr>
          <w:t>в централизованную систему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_Toc10132708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09" w:history="1">
        <w:r w:rsidRPr="005F0F5F">
          <w:rPr>
            <w:rStyle w:val="Hyperlink"/>
            <w:noProof/>
          </w:rPr>
          <w:t>3.3.2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структуры централизованной системы водоот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ведения</w:t>
        </w:r>
        <w:r>
          <w:rPr>
            <w:noProof/>
            <w:webHidden/>
          </w:rPr>
          <w:tab/>
          <w:t xml:space="preserve">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_Toc10132709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10" w:history="1">
        <w:r w:rsidRPr="005F0F5F">
          <w:rPr>
            <w:rStyle w:val="Hyperlink"/>
            <w:noProof/>
          </w:rPr>
          <w:t>3.3.3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Расчет требуемой мощности очистных сооружений исходя из 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_Toc10132710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11" w:history="1">
        <w:r w:rsidRPr="005F0F5F">
          <w:rPr>
            <w:rStyle w:val="Hyperlink"/>
            <w:noProof/>
          </w:rPr>
          <w:t>3.3.4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Результаты анализа гидравлических режимов и режимов работы элементов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_Toc10132711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12" w:history="1">
        <w:r w:rsidRPr="005F0F5F">
          <w:rPr>
            <w:rStyle w:val="Hyperlink"/>
            <w:noProof/>
          </w:rPr>
          <w:t>3.3.5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Анализ резервов производственных мощностей очистных сооружений системы водоотведения и возможности расширения зоны их действия</w:t>
        </w:r>
        <w:r>
          <w:rPr>
            <w:noProof/>
            <w:webHidden/>
          </w:rPr>
          <w:tab/>
          <w:t xml:space="preserve">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_Toc10132712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713" w:history="1">
        <w:r w:rsidRPr="005F0F5F">
          <w:rPr>
            <w:rStyle w:val="Hyperlink"/>
            <w:noProof/>
          </w:rPr>
          <w:t>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_Toc10132713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14" w:history="1">
        <w:r w:rsidRPr="005F0F5F">
          <w:rPr>
            <w:rStyle w:val="Hyperlink"/>
            <w:noProof/>
          </w:rPr>
          <w:t>3.4.1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Основные направления, принципы, задачи и целевые показатели развития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_Toc10132714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15" w:history="1">
        <w:r w:rsidRPr="005F0F5F">
          <w:rPr>
            <w:rStyle w:val="Hyperlink"/>
            <w:noProof/>
          </w:rPr>
          <w:t>3.4.2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Перечень основных мероприятий по реализации схем водоотведения с разбивкой по годам, включая технические обоснования этих мероприятий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_Toc10132715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16" w:history="1">
        <w:r w:rsidRPr="005F0F5F">
          <w:rPr>
            <w:rStyle w:val="Hyperlink"/>
            <w:noProof/>
          </w:rPr>
          <w:t>3.4.3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Технические обоснования основных мероприятий по реализации схем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_Toc10132716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17" w:history="1">
        <w:r w:rsidRPr="005F0F5F">
          <w:rPr>
            <w:rStyle w:val="Hyperlink"/>
            <w:noProof/>
          </w:rPr>
          <w:t>3.4.4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_Toc10132717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18" w:history="1">
        <w:r w:rsidRPr="005F0F5F">
          <w:rPr>
            <w:rStyle w:val="Hyperlink"/>
            <w:noProof/>
          </w:rPr>
          <w:t>3.4.5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Сведения о развитии систем диспетчеризации, телемехани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зации и об автоматизированных системах управления режимами водоот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ведения на объектах организаций, осуществляющих водоотведение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_Toc10132718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19" w:history="1">
        <w:r w:rsidRPr="005F0F5F">
          <w:rPr>
            <w:rStyle w:val="Hyperlink"/>
            <w:noProof/>
          </w:rPr>
          <w:t>3.4.6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Описание вариантов маршрутов прохождения трубоп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роводов (трасс) по территории поселения, расположения намечаемых площадок под строительство сооружений водоотведения и их обоснование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_Toc10132719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20" w:history="1">
        <w:r w:rsidRPr="005F0F5F">
          <w:rPr>
            <w:rStyle w:val="Hyperlink"/>
            <w:noProof/>
          </w:rPr>
          <w:t>3.4.7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Границы и характеристики охранных зон сетей и сооруже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ний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_Toc10132720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21" w:history="1">
        <w:r w:rsidRPr="005F0F5F">
          <w:rPr>
            <w:rStyle w:val="Hyperlink"/>
            <w:noProof/>
          </w:rPr>
          <w:t>3.4.8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Границы планируемых зон размещения объектов центра</w:t>
        </w:r>
        <w:r>
          <w:rPr>
            <w:rStyle w:val="Hyperlink"/>
            <w:noProof/>
          </w:rPr>
          <w:t>-</w:t>
        </w:r>
        <w:r w:rsidRPr="005F0F5F">
          <w:rPr>
            <w:rStyle w:val="Hyperlink"/>
            <w:noProof/>
          </w:rPr>
          <w:t>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_Toc10132721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722" w:history="1">
        <w:r w:rsidRPr="005F0F5F">
          <w:rPr>
            <w:rStyle w:val="Hyperlink"/>
            <w:noProof/>
          </w:rPr>
          <w:t>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Экологические аспекты мероприятий по строительству и реконструкции объектов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_Toc10132722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23" w:history="1">
        <w:r w:rsidRPr="005F0F5F">
          <w:rPr>
            <w:rStyle w:val="Hyperlink"/>
            <w:noProof/>
          </w:rPr>
          <w:t>3.5.1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Сведения о мероприятиях, содержащихся в планах по снижению сбросов загрязняющих веществ, иных веществ и микроорганизмов в      поверхностные водные объекты, подземные водные объекты и на водозаборные площади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_Toc10132723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3"/>
        <w:rPr>
          <w:rFonts w:ascii="Calibri" w:hAnsi="Calibri"/>
          <w:noProof/>
          <w:sz w:val="22"/>
          <w:szCs w:val="22"/>
        </w:rPr>
      </w:pPr>
      <w:hyperlink w:anchor="_Toc10132724" w:history="1">
        <w:r w:rsidRPr="005F0F5F">
          <w:rPr>
            <w:rStyle w:val="Hyperlink"/>
            <w:noProof/>
          </w:rPr>
          <w:t>3.5.2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Сведения о применении методов, безопасных для окружающей   среды, при утилизации осадков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_Toc10132724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725" w:history="1">
        <w:r w:rsidRPr="005F0F5F">
          <w:rPr>
            <w:rStyle w:val="Hyperlink"/>
            <w:noProof/>
          </w:rPr>
          <w:t>3.6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Оценка потребности в капитальных вложениях в строительство, реконструкцию и модернизацию объектов систем централизованного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_Toc10132725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726" w:history="1">
        <w:r w:rsidRPr="005F0F5F">
          <w:rPr>
            <w:rStyle w:val="Hyperlink"/>
            <w:noProof/>
          </w:rPr>
          <w:t>3.7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Целевые показатели раз</w:t>
        </w:r>
        <w:r>
          <w:rPr>
            <w:rStyle w:val="Hyperlink"/>
            <w:noProof/>
          </w:rPr>
          <w:t xml:space="preserve">вития централизованной системы </w:t>
        </w:r>
        <w:r w:rsidRPr="005F0F5F">
          <w:rPr>
            <w:rStyle w:val="Hyperlink"/>
            <w:noProof/>
          </w:rPr>
          <w:t>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_Toc10132726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2"/>
        <w:rPr>
          <w:rFonts w:ascii="Calibri" w:hAnsi="Calibri"/>
          <w:noProof/>
          <w:sz w:val="22"/>
          <w:szCs w:val="22"/>
        </w:rPr>
      </w:pPr>
      <w:hyperlink w:anchor="_Toc10132727" w:history="1">
        <w:r w:rsidRPr="005F0F5F">
          <w:rPr>
            <w:rStyle w:val="Hyperlink"/>
            <w:noProof/>
          </w:rPr>
          <w:t>3.8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Перечень выявленных бесхозяйных объектов централизованной системы водоотведения (в случае их выявлени</w:t>
        </w:r>
        <w:r>
          <w:rPr>
            <w:rStyle w:val="Hyperlink"/>
            <w:noProof/>
          </w:rPr>
          <w:t xml:space="preserve">я) и перечень </w:t>
        </w:r>
        <w:r w:rsidRPr="005F0F5F">
          <w:rPr>
            <w:rStyle w:val="Hyperlink"/>
            <w:noProof/>
          </w:rPr>
          <w:t>организаций, уполномоченных на их эксплуатацию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_Toc10132727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:rsidR="00BE3174" w:rsidRDefault="00BE3174">
      <w:pPr>
        <w:pStyle w:val="TOC1"/>
        <w:rPr>
          <w:rFonts w:ascii="Calibri" w:hAnsi="Calibri"/>
          <w:noProof/>
          <w:sz w:val="22"/>
          <w:szCs w:val="22"/>
        </w:rPr>
      </w:pPr>
      <w:hyperlink w:anchor="_Toc10132728" w:history="1">
        <w:r w:rsidRPr="005F0F5F">
          <w:rPr>
            <w:rStyle w:val="Hyperlink"/>
            <w:noProof/>
          </w:rPr>
          <w:t>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5F0F5F">
          <w:rPr>
            <w:rStyle w:val="Hyperlink"/>
            <w:noProof/>
          </w:rPr>
          <w:t>Библиографический список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_Toc10132728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:rsidR="00BE3174" w:rsidRDefault="00BE3174" w:rsidP="003457A3">
      <w:pPr>
        <w:spacing w:line="276" w:lineRule="auto"/>
        <w:ind w:firstLine="0"/>
        <w:jc w:val="center"/>
      </w:pPr>
      <w:r w:rsidRPr="00930443">
        <w:rPr>
          <w:sz w:val="24"/>
        </w:rPr>
        <w:fldChar w:fldCharType="end"/>
      </w:r>
    </w:p>
    <w:p w:rsidR="00BE3174" w:rsidRDefault="00BE3174" w:rsidP="003457A3">
      <w:pPr>
        <w:ind w:firstLine="0"/>
        <w:jc w:val="center"/>
      </w:pPr>
    </w:p>
    <w:p w:rsidR="00BE3174" w:rsidRDefault="00BE3174" w:rsidP="00F848C9">
      <w:pPr>
        <w:pStyle w:val="a5"/>
      </w:pPr>
      <w:r>
        <w:br w:type="page"/>
      </w:r>
      <w:bookmarkStart w:id="2" w:name="_Toc10132644"/>
      <w:r>
        <w:t>Введение</w:t>
      </w:r>
      <w:bookmarkEnd w:id="2"/>
    </w:p>
    <w:p w:rsidR="00BE3174" w:rsidRDefault="00BE3174" w:rsidP="00887657">
      <w:pPr>
        <w:tabs>
          <w:tab w:val="left" w:pos="7351"/>
        </w:tabs>
        <w:rPr>
          <w:b/>
        </w:rPr>
      </w:pPr>
    </w:p>
    <w:p w:rsidR="00BE3174" w:rsidRDefault="00BE3174" w:rsidP="00887657">
      <w:pPr>
        <w:tabs>
          <w:tab w:val="left" w:pos="7351"/>
        </w:tabs>
        <w:rPr>
          <w:b/>
        </w:rPr>
      </w:pPr>
      <w:r>
        <w:rPr>
          <w:b/>
        </w:rPr>
        <w:t>Основание для проведения актуализации схемы водоснабжения и водоотведения Майминского с. п.</w:t>
      </w:r>
    </w:p>
    <w:p w:rsidR="00BE3174" w:rsidRDefault="00BE3174" w:rsidP="00887657">
      <w:pPr>
        <w:tabs>
          <w:tab w:val="left" w:pos="7351"/>
        </w:tabs>
        <w:rPr>
          <w:b/>
        </w:rPr>
      </w:pPr>
    </w:p>
    <w:p w:rsidR="00BE3174" w:rsidRDefault="00BE3174" w:rsidP="00887657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Актуализация схемы</w:t>
      </w:r>
      <w:r w:rsidRPr="00C92D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водоснабжения и водоотведения </w:t>
      </w:r>
      <w:r w:rsidRPr="00E61E6D">
        <w:rPr>
          <w:rFonts w:ascii="Times New Roman" w:hAnsi="Times New Roman" w:cs="Times New Roman"/>
          <w:sz w:val="28"/>
          <w:szCs w:val="28"/>
        </w:rPr>
        <w:t>проведена на о</w:t>
      </w:r>
      <w:r w:rsidRPr="00E61E6D">
        <w:rPr>
          <w:rFonts w:ascii="Times New Roman" w:hAnsi="Times New Roman" w:cs="Times New Roman"/>
          <w:sz w:val="28"/>
          <w:szCs w:val="28"/>
        </w:rPr>
        <w:t>с</w:t>
      </w:r>
      <w:r w:rsidRPr="00E61E6D">
        <w:rPr>
          <w:rFonts w:ascii="Times New Roman" w:hAnsi="Times New Roman" w:cs="Times New Roman"/>
          <w:sz w:val="28"/>
          <w:szCs w:val="28"/>
        </w:rPr>
        <w:t>новании:</w:t>
      </w:r>
    </w:p>
    <w:p w:rsidR="00BE3174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61E6D">
        <w:rPr>
          <w:rFonts w:ascii="Times New Roman" w:hAnsi="Times New Roman" w:cs="Times New Roman"/>
          <w:sz w:val="28"/>
          <w:szCs w:val="28"/>
        </w:rPr>
        <w:t xml:space="preserve"> Правительства РФ от 5 сентября 2013 г. № 782 "О схемах водоснабжения и водоотведения"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3174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</w:t>
      </w:r>
      <w:r w:rsidRPr="00E61E6D">
        <w:rPr>
          <w:rFonts w:ascii="Times New Roman" w:hAnsi="Times New Roman" w:cs="Times New Roman"/>
          <w:sz w:val="28"/>
          <w:szCs w:val="28"/>
        </w:rPr>
        <w:t>о</w:t>
      </w:r>
      <w:r w:rsidRPr="00E61E6D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3174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61E6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ноября 2009 </w:t>
      </w:r>
      <w:r w:rsidRPr="00E61E6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E61E6D">
        <w:rPr>
          <w:rFonts w:ascii="Times New Roman" w:hAnsi="Times New Roman" w:cs="Times New Roman"/>
          <w:sz w:val="28"/>
          <w:szCs w:val="28"/>
        </w:rPr>
        <w:t>261-ФЗ «Об энергосбереж</w:t>
      </w:r>
      <w:r w:rsidRPr="00E61E6D">
        <w:rPr>
          <w:rFonts w:ascii="Times New Roman" w:hAnsi="Times New Roman" w:cs="Times New Roman"/>
          <w:sz w:val="28"/>
          <w:szCs w:val="28"/>
        </w:rPr>
        <w:t>е</w:t>
      </w:r>
      <w:r w:rsidRPr="00E61E6D">
        <w:rPr>
          <w:rFonts w:ascii="Times New Roman" w:hAnsi="Times New Roman" w:cs="Times New Roman"/>
          <w:sz w:val="28"/>
          <w:szCs w:val="28"/>
        </w:rPr>
        <w:t>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BE3174" w:rsidRDefault="00BE3174" w:rsidP="00E61E6D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Default="00BE3174" w:rsidP="00BB4173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1E6D">
        <w:rPr>
          <w:rFonts w:ascii="Times New Roman" w:hAnsi="Times New Roman" w:cs="Times New Roman"/>
          <w:b/>
          <w:sz w:val="28"/>
          <w:szCs w:val="28"/>
        </w:rPr>
        <w:t>Пути выполнения актуализации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E3174" w:rsidRPr="00BB4173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учет предложений и замечаний, установленных по результатам эксперт</w:t>
      </w:r>
      <w:r w:rsidRPr="00BB4173">
        <w:rPr>
          <w:rFonts w:ascii="Times New Roman" w:hAnsi="Times New Roman" w:cs="Times New Roman"/>
          <w:sz w:val="28"/>
          <w:szCs w:val="28"/>
        </w:rPr>
        <w:t>и</w:t>
      </w:r>
      <w:r w:rsidRPr="00BB4173">
        <w:rPr>
          <w:rFonts w:ascii="Times New Roman" w:hAnsi="Times New Roman" w:cs="Times New Roman"/>
          <w:sz w:val="28"/>
          <w:szCs w:val="28"/>
        </w:rPr>
        <w:t>зы схемы водоснабжения и водоотведения и обсуждения актуализирова</w:t>
      </w:r>
      <w:r w:rsidRPr="00BB4173">
        <w:rPr>
          <w:rFonts w:ascii="Times New Roman" w:hAnsi="Times New Roman" w:cs="Times New Roman"/>
          <w:sz w:val="28"/>
          <w:szCs w:val="28"/>
        </w:rPr>
        <w:t>н</w:t>
      </w:r>
      <w:r w:rsidRPr="00BB4173">
        <w:rPr>
          <w:rFonts w:ascii="Times New Roman" w:hAnsi="Times New Roman" w:cs="Times New Roman"/>
          <w:sz w:val="28"/>
          <w:szCs w:val="28"/>
        </w:rPr>
        <w:t>ной схемы водоснабжения и водоотведения в сети Интернет;</w:t>
      </w:r>
    </w:p>
    <w:p w:rsidR="00BE3174" w:rsidRPr="00BB4173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актуализация показателей схемы по фактическим данным за период с б</w:t>
      </w:r>
      <w:r w:rsidRPr="00BB4173">
        <w:rPr>
          <w:rFonts w:ascii="Times New Roman" w:hAnsi="Times New Roman" w:cs="Times New Roman"/>
          <w:sz w:val="28"/>
          <w:szCs w:val="28"/>
        </w:rPr>
        <w:t>а</w:t>
      </w:r>
      <w:r w:rsidRPr="00BB4173">
        <w:rPr>
          <w:rFonts w:ascii="Times New Roman" w:hAnsi="Times New Roman" w:cs="Times New Roman"/>
          <w:sz w:val="28"/>
          <w:szCs w:val="28"/>
        </w:rPr>
        <w:t>зового года утверждённой схемы;</w:t>
      </w:r>
    </w:p>
    <w:p w:rsidR="00BE3174" w:rsidRPr="00BB4173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рассмотрение новых предложений и уточнение проектов, включенных в реестр проектов схемы водоснабжения и водоотведения;</w:t>
      </w:r>
    </w:p>
    <w:p w:rsidR="00BE3174" w:rsidRPr="00BB4173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мониторинг и актуализация тарифных последствий;</w:t>
      </w:r>
    </w:p>
    <w:p w:rsidR="00BE3174" w:rsidRPr="00BB4173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мониторинг и актуализация реализации проектов схемы водоснабжения и водоотведения;</w:t>
      </w:r>
    </w:p>
    <w:p w:rsidR="00BE3174" w:rsidRPr="00BB4173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актуализация границ зон деятельности, определенных Схемой.</w:t>
      </w:r>
    </w:p>
    <w:p w:rsidR="00BE3174" w:rsidRDefault="00BE3174" w:rsidP="00887657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Default="00BE3174" w:rsidP="00BB4173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1D6">
        <w:rPr>
          <w:rFonts w:ascii="Times New Roman" w:hAnsi="Times New Roman" w:cs="Times New Roman"/>
          <w:b/>
          <w:sz w:val="28"/>
          <w:szCs w:val="28"/>
        </w:rPr>
        <w:t xml:space="preserve">Основные изменения, выполненные в ходе актуализации: </w:t>
      </w:r>
    </w:p>
    <w:p w:rsidR="00BE3174" w:rsidRPr="00CB61D6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CB61D6">
        <w:rPr>
          <w:rFonts w:ascii="Times New Roman" w:hAnsi="Times New Roman" w:cs="Times New Roman"/>
          <w:sz w:val="28"/>
          <w:szCs w:val="28"/>
        </w:rPr>
        <w:t>Сформированы балансы водоснабжения и водоотведения по состоянию на 01.01.2019 год;</w:t>
      </w:r>
    </w:p>
    <w:p w:rsidR="00BE3174" w:rsidRPr="00BB4173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Дополнены сведения по организациям, ранее не предоставлявшим данные;</w:t>
      </w:r>
    </w:p>
    <w:p w:rsidR="00BE3174" w:rsidRPr="00BB4173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в соответствие с фак</w:t>
      </w:r>
      <w:r>
        <w:rPr>
          <w:rFonts w:ascii="Times New Roman" w:hAnsi="Times New Roman" w:cs="Times New Roman"/>
          <w:sz w:val="28"/>
          <w:szCs w:val="28"/>
        </w:rPr>
        <w:t>тическими темпами застройки и Г</w:t>
      </w:r>
      <w:r w:rsidRPr="00BB4173">
        <w:rPr>
          <w:rFonts w:ascii="Times New Roman" w:hAnsi="Times New Roman" w:cs="Times New Roman"/>
          <w:sz w:val="28"/>
          <w:szCs w:val="28"/>
        </w:rPr>
        <w:t>енеральным планом прогнозы перспективной застройки и добычи воды;</w:t>
      </w:r>
    </w:p>
    <w:p w:rsidR="00BE3174" w:rsidRPr="00BB4173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мероприятия по развитию систем водоснабжения и в</w:t>
      </w:r>
      <w:r w:rsidRPr="00BB4173">
        <w:rPr>
          <w:rFonts w:ascii="Times New Roman" w:hAnsi="Times New Roman" w:cs="Times New Roman"/>
          <w:sz w:val="28"/>
          <w:szCs w:val="28"/>
        </w:rPr>
        <w:t>о</w:t>
      </w:r>
      <w:r w:rsidRPr="00BB4173">
        <w:rPr>
          <w:rFonts w:ascii="Times New Roman" w:hAnsi="Times New Roman" w:cs="Times New Roman"/>
          <w:sz w:val="28"/>
          <w:szCs w:val="28"/>
        </w:rPr>
        <w:t>доотведения в части водозаборов и сетей;</w:t>
      </w:r>
    </w:p>
    <w:p w:rsidR="00BE3174" w:rsidRPr="00BB4173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необходимые финансов</w:t>
      </w:r>
      <w:r>
        <w:rPr>
          <w:rFonts w:ascii="Times New Roman" w:hAnsi="Times New Roman" w:cs="Times New Roman"/>
          <w:sz w:val="28"/>
          <w:szCs w:val="28"/>
        </w:rPr>
        <w:t>ые потребности по</w:t>
      </w:r>
      <w:r w:rsidRPr="00BB4173">
        <w:rPr>
          <w:rFonts w:ascii="Times New Roman" w:hAnsi="Times New Roman" w:cs="Times New Roman"/>
          <w:sz w:val="28"/>
          <w:szCs w:val="28"/>
        </w:rPr>
        <w:t xml:space="preserve"> реализа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BB4173">
        <w:rPr>
          <w:rFonts w:ascii="Times New Roman" w:hAnsi="Times New Roman" w:cs="Times New Roman"/>
          <w:sz w:val="28"/>
          <w:szCs w:val="28"/>
        </w:rPr>
        <w:t xml:space="preserve"> проектов</w:t>
      </w:r>
    </w:p>
    <w:p w:rsidR="00BE3174" w:rsidRDefault="00BE3174" w:rsidP="003457A3">
      <w:pPr>
        <w:ind w:firstLine="0"/>
        <w:jc w:val="center"/>
      </w:pPr>
    </w:p>
    <w:p w:rsidR="00BE3174" w:rsidRDefault="00BE3174" w:rsidP="00BB4173">
      <w:r w:rsidRPr="0098584E">
        <w:rPr>
          <w:i/>
        </w:rPr>
        <w:t>Схема водоснабжения и водоотведения поселения – документ</w:t>
      </w:r>
      <w:r>
        <w:t>, соде</w:t>
      </w:r>
      <w:r>
        <w:t>р</w:t>
      </w:r>
      <w:r>
        <w:t>жащий материалы по обоснованию эффективного и безопасного функцион</w:t>
      </w:r>
      <w:r>
        <w:t>и</w:t>
      </w:r>
      <w:r>
        <w:t>рования систем водоснабжения и водоотведения, их развития с учетом пр</w:t>
      </w:r>
      <w:r>
        <w:t>а</w:t>
      </w:r>
      <w:r>
        <w:t>вового регулирования в области энергосбережения и повышения энергетич</w:t>
      </w:r>
      <w:r>
        <w:t>е</w:t>
      </w:r>
      <w:r>
        <w:t xml:space="preserve">ской эффективности, санитарной и экологической безопасности. </w:t>
      </w:r>
    </w:p>
    <w:p w:rsidR="00BE3174" w:rsidRDefault="00BE3174" w:rsidP="00BB4173"/>
    <w:p w:rsidR="00BE3174" w:rsidRDefault="00BE3174" w:rsidP="00EE5058">
      <w:r w:rsidRPr="00EE5058">
        <w:rPr>
          <w:i/>
        </w:rPr>
        <w:t>Водоотведение</w:t>
      </w:r>
      <w:r>
        <w:t xml:space="preserve"> - прием, транспортировка и очистка сточных вод с и</w:t>
      </w:r>
      <w:r>
        <w:t>с</w:t>
      </w:r>
      <w:r>
        <w:t>пользованием централизованной системы водоотведения.</w:t>
      </w:r>
    </w:p>
    <w:p w:rsidR="00BE3174" w:rsidRDefault="00BE3174" w:rsidP="00EE5058">
      <w:r w:rsidRPr="00EE5058">
        <w:rPr>
          <w:i/>
        </w:rPr>
        <w:t xml:space="preserve">Водоподготовка </w:t>
      </w:r>
      <w:r>
        <w:t xml:space="preserve">- обработка воды, обеспечивающая ее использование в качестве питьевой или технической воды. </w:t>
      </w:r>
    </w:p>
    <w:p w:rsidR="00BE3174" w:rsidRDefault="00BE3174" w:rsidP="00EE5058">
      <w:r w:rsidRPr="00EE5058">
        <w:rPr>
          <w:i/>
        </w:rPr>
        <w:t xml:space="preserve">Водоснабжение </w:t>
      </w:r>
      <w:r>
        <w:t>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</w:t>
      </w:r>
      <w:r>
        <w:t>б</w:t>
      </w:r>
      <w:r>
        <w:t>жение) или приготовление, транспортировка и подача горячей воды абоне</w:t>
      </w:r>
      <w:r>
        <w:t>н</w:t>
      </w:r>
      <w:r>
        <w:t xml:space="preserve">там с использованием централизованных или нецентрализованных систем горячего водоснабжения (горячее водоснабжение). </w:t>
      </w:r>
    </w:p>
    <w:p w:rsidR="00BE3174" w:rsidRDefault="00BE3174" w:rsidP="00EE5058">
      <w:r w:rsidRPr="00EE5058">
        <w:rPr>
          <w:i/>
        </w:rPr>
        <w:t>Водопроводная сеть</w:t>
      </w:r>
      <w:r>
        <w:t xml:space="preserve"> - комплекс технологически связанных между с</w:t>
      </w:r>
      <w:r>
        <w:t>о</w:t>
      </w:r>
      <w:r>
        <w:t>бой инженерных сооружений, предназначенных для транспортировки воды, за исключением инженерных сооружений, используемых также в целях те</w:t>
      </w:r>
      <w:r>
        <w:t>п</w:t>
      </w:r>
      <w:r>
        <w:t xml:space="preserve">лоснабжения. </w:t>
      </w:r>
    </w:p>
    <w:p w:rsidR="00BE3174" w:rsidRDefault="00BE3174" w:rsidP="003457A3">
      <w:pPr>
        <w:ind w:firstLine="0"/>
        <w:jc w:val="center"/>
      </w:pPr>
    </w:p>
    <w:p w:rsidR="00BE3174" w:rsidRPr="007B5B4D" w:rsidRDefault="00BE3174" w:rsidP="00EE5058">
      <w:pPr>
        <w:ind w:firstLine="0"/>
        <w:jc w:val="center"/>
        <w:rPr>
          <w:i/>
        </w:rPr>
      </w:pPr>
      <w:r w:rsidRPr="007B5B4D">
        <w:rPr>
          <w:i/>
        </w:rPr>
        <w:t>Основные цели и задачи схемы водоснабжения и водоотведения:</w:t>
      </w:r>
    </w:p>
    <w:p w:rsidR="00BE3174" w:rsidRPr="00EE5058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</w:t>
      </w:r>
      <w:r w:rsidRPr="00EE5058">
        <w:rPr>
          <w:rFonts w:ascii="Times New Roman" w:hAnsi="Times New Roman" w:cs="Times New Roman"/>
          <w:sz w:val="28"/>
          <w:szCs w:val="28"/>
        </w:rPr>
        <w:t>у</w:t>
      </w:r>
      <w:r w:rsidRPr="00EE5058">
        <w:rPr>
          <w:rFonts w:ascii="Times New Roman" w:hAnsi="Times New Roman" w:cs="Times New Roman"/>
          <w:sz w:val="28"/>
          <w:szCs w:val="28"/>
        </w:rPr>
        <w:t>жающую среду, а также экономического стимулирования развития систем водоснабжения и водоотведения и внедрения энергосберегающих техн</w:t>
      </w:r>
      <w:r w:rsidRPr="00EE5058">
        <w:rPr>
          <w:rFonts w:ascii="Times New Roman" w:hAnsi="Times New Roman" w:cs="Times New Roman"/>
          <w:sz w:val="28"/>
          <w:szCs w:val="28"/>
        </w:rPr>
        <w:t>о</w:t>
      </w:r>
      <w:r w:rsidRPr="00EE5058">
        <w:rPr>
          <w:rFonts w:ascii="Times New Roman" w:hAnsi="Times New Roman" w:cs="Times New Roman"/>
          <w:sz w:val="28"/>
          <w:szCs w:val="28"/>
        </w:rPr>
        <w:t>логий;</w:t>
      </w:r>
    </w:p>
    <w:p w:rsidR="00BE3174" w:rsidRPr="00EE5058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определение возможности подключения к сетям водоснабжения и водоо</w:t>
      </w:r>
      <w:r w:rsidRPr="00EE5058">
        <w:rPr>
          <w:rFonts w:ascii="Times New Roman" w:hAnsi="Times New Roman" w:cs="Times New Roman"/>
          <w:sz w:val="28"/>
          <w:szCs w:val="28"/>
        </w:rPr>
        <w:t>т</w:t>
      </w:r>
      <w:r w:rsidRPr="00EE5058">
        <w:rPr>
          <w:rFonts w:ascii="Times New Roman" w:hAnsi="Times New Roman" w:cs="Times New Roman"/>
          <w:sz w:val="28"/>
          <w:szCs w:val="28"/>
        </w:rPr>
        <w:t>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BE3174" w:rsidRPr="00EE5058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повышение надежности работы систем водоснабжения и водоотведения в соответствии с нормативными требованиями;</w:t>
      </w:r>
    </w:p>
    <w:p w:rsidR="00BE3174" w:rsidRPr="00EE5058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минимизация затрат на водоснабжение и водоотведение в расчете на ка</w:t>
      </w:r>
      <w:r w:rsidRPr="00EE5058">
        <w:rPr>
          <w:rFonts w:ascii="Times New Roman" w:hAnsi="Times New Roman" w:cs="Times New Roman"/>
          <w:sz w:val="28"/>
          <w:szCs w:val="28"/>
        </w:rPr>
        <w:t>ж</w:t>
      </w:r>
      <w:r w:rsidRPr="00EE5058">
        <w:rPr>
          <w:rFonts w:ascii="Times New Roman" w:hAnsi="Times New Roman" w:cs="Times New Roman"/>
          <w:sz w:val="28"/>
          <w:szCs w:val="28"/>
        </w:rPr>
        <w:t>дого потребителя в долгосрочной перспективе;</w:t>
      </w:r>
    </w:p>
    <w:p w:rsidR="00BE3174" w:rsidRPr="00EE5058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обеспечение жителей сельского поселения водоснабжением и водоотвед</w:t>
      </w:r>
      <w:r w:rsidRPr="00EE5058">
        <w:rPr>
          <w:rFonts w:ascii="Times New Roman" w:hAnsi="Times New Roman" w:cs="Times New Roman"/>
          <w:sz w:val="28"/>
          <w:szCs w:val="28"/>
        </w:rPr>
        <w:t>е</w:t>
      </w:r>
      <w:r w:rsidRPr="00EE5058">
        <w:rPr>
          <w:rFonts w:ascii="Times New Roman" w:hAnsi="Times New Roman" w:cs="Times New Roman"/>
          <w:sz w:val="28"/>
          <w:szCs w:val="28"/>
        </w:rPr>
        <w:t>нием;</w:t>
      </w:r>
    </w:p>
    <w:p w:rsidR="00BE3174" w:rsidRPr="00EE5058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строительство новых объектов производственного и другого назначения, используемых в сфере водоснабжения и водоотведения сельского посел</w:t>
      </w:r>
      <w:r w:rsidRPr="00EE5058">
        <w:rPr>
          <w:rFonts w:ascii="Times New Roman" w:hAnsi="Times New Roman" w:cs="Times New Roman"/>
          <w:sz w:val="28"/>
          <w:szCs w:val="28"/>
        </w:rPr>
        <w:t>е</w:t>
      </w:r>
      <w:r w:rsidRPr="00EE5058">
        <w:rPr>
          <w:rFonts w:ascii="Times New Roman" w:hAnsi="Times New Roman" w:cs="Times New Roman"/>
          <w:sz w:val="28"/>
          <w:szCs w:val="28"/>
        </w:rPr>
        <w:t>ния;</w:t>
      </w:r>
    </w:p>
    <w:p w:rsidR="00BE3174" w:rsidRPr="00EE5058" w:rsidRDefault="00BE3174" w:rsidP="00DD093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улучшение качества жизни за последнее десятилетие обусловливает нео</w:t>
      </w:r>
      <w:r w:rsidRPr="00EE5058">
        <w:rPr>
          <w:rFonts w:ascii="Times New Roman" w:hAnsi="Times New Roman" w:cs="Times New Roman"/>
          <w:sz w:val="28"/>
          <w:szCs w:val="28"/>
        </w:rPr>
        <w:t>б</w:t>
      </w:r>
      <w:r w:rsidRPr="00EE5058">
        <w:rPr>
          <w:rFonts w:ascii="Times New Roman" w:hAnsi="Times New Roman" w:cs="Times New Roman"/>
          <w:sz w:val="28"/>
          <w:szCs w:val="28"/>
        </w:rPr>
        <w:t>ходимость соответствующего развития коммунальной инфраструктуры существующих объектов.</w:t>
      </w:r>
    </w:p>
    <w:p w:rsidR="00BE3174" w:rsidRDefault="00BE3174" w:rsidP="00EE5058">
      <w:pPr>
        <w:pStyle w:val="Default"/>
        <w:spacing w:line="30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Default="00BE3174">
      <w:pPr>
        <w:spacing w:line="240" w:lineRule="auto"/>
        <w:ind w:firstLine="0"/>
        <w:jc w:val="left"/>
        <w:rPr>
          <w:color w:val="000000"/>
          <w:szCs w:val="28"/>
        </w:rPr>
      </w:pPr>
      <w:r>
        <w:rPr>
          <w:szCs w:val="28"/>
        </w:rPr>
        <w:br w:type="page"/>
      </w:r>
    </w:p>
    <w:p w:rsidR="00BE3174" w:rsidRPr="00F848C9" w:rsidRDefault="00BE3174" w:rsidP="00F848C9">
      <w:pPr>
        <w:pStyle w:val="a5"/>
      </w:pPr>
      <w:bookmarkStart w:id="3" w:name="_Toc10132645"/>
      <w:r w:rsidRPr="00F848C9">
        <w:t>Паспорт схемы</w:t>
      </w:r>
      <w:bookmarkEnd w:id="3"/>
    </w:p>
    <w:p w:rsidR="00BE3174" w:rsidRDefault="00BE3174" w:rsidP="00311679">
      <w:pPr>
        <w:ind w:firstLine="567"/>
        <w:rPr>
          <w:szCs w:val="28"/>
        </w:rPr>
      </w:pPr>
    </w:p>
    <w:p w:rsidR="00BE3174" w:rsidRPr="00F848C9" w:rsidRDefault="00BE3174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Наименование:</w:t>
      </w:r>
    </w:p>
    <w:p w:rsidR="00BE3174" w:rsidRDefault="00BE3174" w:rsidP="007B5B4D">
      <w:r w:rsidRPr="00AB5B39">
        <w:t xml:space="preserve">Схема водоснабжения и водоотведения </w:t>
      </w:r>
      <w:r w:rsidRPr="000635A2">
        <w:t>МО «</w:t>
      </w:r>
      <w:r>
        <w:rPr>
          <w:bCs/>
        </w:rPr>
        <w:t>Майминского</w:t>
      </w:r>
      <w:r w:rsidRPr="00A952F3">
        <w:rPr>
          <w:bCs/>
        </w:rPr>
        <w:t xml:space="preserve"> </w:t>
      </w:r>
      <w:r>
        <w:rPr>
          <w:bCs/>
        </w:rPr>
        <w:t>сельского</w:t>
      </w:r>
      <w:r w:rsidRPr="000635A2">
        <w:rPr>
          <w:bCs/>
        </w:rPr>
        <w:t xml:space="preserve"> посе</w:t>
      </w:r>
      <w:r>
        <w:rPr>
          <w:bCs/>
        </w:rPr>
        <w:t>ления</w:t>
      </w:r>
      <w:r w:rsidRPr="000635A2">
        <w:rPr>
          <w:bCs/>
        </w:rPr>
        <w:t>»</w:t>
      </w:r>
      <w:r w:rsidRPr="000278D6">
        <w:t xml:space="preserve"> </w:t>
      </w:r>
      <w:r w:rsidRPr="00AB5B39">
        <w:t xml:space="preserve">на </w:t>
      </w:r>
      <w:r>
        <w:t>период</w:t>
      </w:r>
      <w:r w:rsidRPr="00AB5B39">
        <w:t xml:space="preserve"> до 202</w:t>
      </w:r>
      <w:r>
        <w:t xml:space="preserve">4 </w:t>
      </w:r>
      <w:r w:rsidRPr="00AB5B39">
        <w:t>года.</w:t>
      </w:r>
    </w:p>
    <w:p w:rsidR="00BE3174" w:rsidRPr="00AB5B39" w:rsidRDefault="00BE3174" w:rsidP="00F848C9">
      <w:pPr>
        <w:ind w:firstLine="567"/>
        <w:rPr>
          <w:szCs w:val="28"/>
        </w:rPr>
      </w:pPr>
    </w:p>
    <w:p w:rsidR="00BE3174" w:rsidRPr="00F848C9" w:rsidRDefault="00BE3174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Инициатор проекта (муниципальный заказчик):</w:t>
      </w:r>
    </w:p>
    <w:p w:rsidR="00BE3174" w:rsidRDefault="00BE3174" w:rsidP="007B5B4D">
      <w:pPr>
        <w:rPr>
          <w:bCs/>
          <w:szCs w:val="28"/>
        </w:rPr>
      </w:pPr>
      <w:r w:rsidRPr="00F90991">
        <w:t>Администрация муниципального образования «Майминский район»</w:t>
      </w:r>
      <w:r>
        <w:t xml:space="preserve"> </w:t>
      </w:r>
      <w:r>
        <w:rPr>
          <w:bCs/>
          <w:szCs w:val="28"/>
        </w:rPr>
        <w:t>Республики Алтай</w:t>
      </w:r>
    </w:p>
    <w:p w:rsidR="00BE3174" w:rsidRPr="009C3EA7" w:rsidRDefault="00BE3174" w:rsidP="00F848C9">
      <w:pPr>
        <w:ind w:firstLine="567"/>
      </w:pPr>
    </w:p>
    <w:p w:rsidR="00BE3174" w:rsidRPr="00F848C9" w:rsidRDefault="00BE3174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Местонахождение объекта:</w:t>
      </w:r>
    </w:p>
    <w:p w:rsidR="00BE3174" w:rsidRPr="00A750CE" w:rsidRDefault="00BE3174" w:rsidP="00F848C9">
      <w:pPr>
        <w:ind w:firstLine="567"/>
        <w:rPr>
          <w:szCs w:val="28"/>
        </w:rPr>
      </w:pPr>
      <w:r w:rsidRPr="00A750CE">
        <w:rPr>
          <w:szCs w:val="28"/>
        </w:rPr>
        <w:t>649100, Республика Алтай, Майминский район, с. Майма, ул. Ленина, д. 22.</w:t>
      </w:r>
    </w:p>
    <w:p w:rsidR="00BE3174" w:rsidRDefault="00BE3174" w:rsidP="00F848C9">
      <w:pPr>
        <w:ind w:firstLine="567"/>
        <w:rPr>
          <w:szCs w:val="28"/>
        </w:rPr>
      </w:pPr>
    </w:p>
    <w:p w:rsidR="00BE3174" w:rsidRPr="00F848C9" w:rsidRDefault="00BE3174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Исполнитель:</w:t>
      </w:r>
    </w:p>
    <w:p w:rsidR="00BE3174" w:rsidRPr="00AB5B39" w:rsidRDefault="00BE3174" w:rsidP="007B5B4D">
      <w:r w:rsidRPr="00AB5B39">
        <w:t xml:space="preserve">Схема водоснабжения и водоотведения </w:t>
      </w:r>
      <w:r>
        <w:t xml:space="preserve">муниципального образования </w:t>
      </w:r>
      <w:r w:rsidRPr="000635A2">
        <w:t>«</w:t>
      </w:r>
      <w:r>
        <w:rPr>
          <w:bCs/>
        </w:rPr>
        <w:t>Майминского</w:t>
      </w:r>
      <w:r w:rsidRPr="00A952F3">
        <w:rPr>
          <w:bCs/>
        </w:rPr>
        <w:t xml:space="preserve"> </w:t>
      </w:r>
      <w:r>
        <w:rPr>
          <w:bCs/>
        </w:rPr>
        <w:t>сельского поселения</w:t>
      </w:r>
      <w:r w:rsidRPr="000635A2">
        <w:rPr>
          <w:bCs/>
        </w:rPr>
        <w:t>»</w:t>
      </w:r>
      <w:r w:rsidRPr="000278D6">
        <w:t xml:space="preserve"> </w:t>
      </w:r>
      <w:r w:rsidRPr="00A952F3">
        <w:rPr>
          <w:bCs/>
        </w:rPr>
        <w:t>Майминско</w:t>
      </w:r>
      <w:r>
        <w:rPr>
          <w:bCs/>
        </w:rPr>
        <w:t xml:space="preserve">го района Республики     Алтай </w:t>
      </w:r>
      <w:r w:rsidRPr="00AB5B39">
        <w:t xml:space="preserve">на </w:t>
      </w:r>
      <w:r>
        <w:t>период</w:t>
      </w:r>
      <w:r w:rsidRPr="00AB5B39">
        <w:t xml:space="preserve"> до 202</w:t>
      </w:r>
      <w:r>
        <w:t xml:space="preserve">4 </w:t>
      </w:r>
      <w:r w:rsidRPr="00AB5B39">
        <w:t>го</w:t>
      </w:r>
      <w:r>
        <w:t xml:space="preserve">да выполнена </w:t>
      </w:r>
      <w:r>
        <w:rPr>
          <w:rFonts w:ascii="Times New Roman CYR" w:hAnsi="Times New Roman CYR" w:cs="Times New Roman CYR"/>
          <w:color w:val="000000"/>
          <w:lang w:eastAsia="ru-RU"/>
        </w:rPr>
        <w:t xml:space="preserve">обществом с ограниченной          ответственностью </w:t>
      </w:r>
      <w:r>
        <w:rPr>
          <w:color w:val="000000"/>
          <w:lang w:eastAsia="ru-RU"/>
        </w:rPr>
        <w:t>«</w:t>
      </w:r>
      <w:r>
        <w:rPr>
          <w:rFonts w:ascii="Times New Roman CYR" w:hAnsi="Times New Roman CYR" w:cs="Times New Roman CYR"/>
          <w:color w:val="000000"/>
          <w:lang w:eastAsia="ru-RU"/>
        </w:rPr>
        <w:t>ЭНЕРГОСИЛА</w:t>
      </w:r>
      <w:r>
        <w:rPr>
          <w:color w:val="000000"/>
          <w:lang w:eastAsia="ru-RU"/>
        </w:rPr>
        <w:t>».</w:t>
      </w:r>
    </w:p>
    <w:p w:rsidR="00BE3174" w:rsidRDefault="00BE3174" w:rsidP="00EE5058">
      <w:pPr>
        <w:pStyle w:val="Default"/>
        <w:spacing w:line="30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Default="00BE3174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Основание для разработки схемы водоснабжения и водоотведения:</w:t>
      </w:r>
    </w:p>
    <w:p w:rsidR="00BE3174" w:rsidRDefault="00BE3174" w:rsidP="007B5B4D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водо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3174" w:rsidRDefault="00BE3174" w:rsidP="007B5B4D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содержанию схем </w:t>
      </w:r>
      <w:r w:rsidRPr="00E61E6D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вержденные постановлением</w:t>
      </w:r>
      <w:r w:rsidRPr="00E61E6D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</w:rPr>
        <w:t>а РФ от 05.09.</w:t>
      </w:r>
      <w:r w:rsidRPr="00E61E6D">
        <w:rPr>
          <w:rFonts w:ascii="Times New Roman" w:hAnsi="Times New Roman" w:cs="Times New Roman"/>
          <w:sz w:val="28"/>
          <w:szCs w:val="28"/>
        </w:rPr>
        <w:t>2013 г. № 782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3174" w:rsidRPr="00A750CE" w:rsidRDefault="00BE3174" w:rsidP="00A750CE">
      <w:pPr>
        <w:pStyle w:val="Default"/>
        <w:keepNext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A750CE">
        <w:rPr>
          <w:rFonts w:ascii="Times New Roman" w:hAnsi="Times New Roman" w:cs="Times New Roman"/>
          <w:sz w:val="28"/>
          <w:szCs w:val="28"/>
        </w:rPr>
        <w:t xml:space="preserve">Договор оказания услуг </w:t>
      </w:r>
      <w:r w:rsidRPr="00A750CE">
        <w:rPr>
          <w:bCs/>
          <w:szCs w:val="28"/>
        </w:rPr>
        <w:t>–</w:t>
      </w:r>
      <w:r w:rsidRPr="00A750CE">
        <w:rPr>
          <w:rFonts w:ascii="Times New Roman" w:hAnsi="Times New Roman" w:cs="Times New Roman"/>
          <w:sz w:val="28"/>
          <w:szCs w:val="28"/>
        </w:rPr>
        <w:t xml:space="preserve"> Муниципальный контракт № Ф.2019.196735 от 22.04.2019 г.</w:t>
      </w:r>
    </w:p>
    <w:p w:rsidR="00BE3174" w:rsidRDefault="00BE3174" w:rsidP="007B5B4D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план Майминского</w:t>
      </w:r>
      <w:r w:rsidRPr="00F419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F419F0">
        <w:rPr>
          <w:rFonts w:ascii="Times New Roman" w:hAnsi="Times New Roman" w:cs="Times New Roman"/>
          <w:sz w:val="28"/>
          <w:szCs w:val="28"/>
        </w:rPr>
        <w:t xml:space="preserve"> поселе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BE3174" w:rsidRDefault="00BE3174" w:rsidP="007B5B4D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615ED4">
        <w:rPr>
          <w:rFonts w:ascii="Times New Roman" w:hAnsi="Times New Roman" w:cs="Times New Roman"/>
          <w:sz w:val="28"/>
          <w:szCs w:val="28"/>
        </w:rPr>
        <w:t>«Комплексное развитие систем коммунал</w:t>
      </w:r>
      <w:r w:rsidRPr="00615ED4">
        <w:rPr>
          <w:rFonts w:ascii="Times New Roman" w:hAnsi="Times New Roman" w:cs="Times New Roman"/>
          <w:sz w:val="28"/>
          <w:szCs w:val="28"/>
        </w:rPr>
        <w:t>ь</w:t>
      </w:r>
      <w:r w:rsidRPr="00615ED4">
        <w:rPr>
          <w:rFonts w:ascii="Times New Roman" w:hAnsi="Times New Roman" w:cs="Times New Roman"/>
          <w:sz w:val="28"/>
          <w:szCs w:val="28"/>
        </w:rPr>
        <w:t>ной инфраструктуры муници</w:t>
      </w:r>
      <w:r>
        <w:rPr>
          <w:rFonts w:ascii="Times New Roman" w:hAnsi="Times New Roman" w:cs="Times New Roman"/>
          <w:sz w:val="28"/>
          <w:szCs w:val="28"/>
        </w:rPr>
        <w:t>пального образования «Майминского сельского</w:t>
      </w:r>
      <w:r w:rsidRPr="00615ED4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>селения</w:t>
      </w:r>
      <w:r w:rsidRPr="00615ED4">
        <w:rPr>
          <w:rFonts w:ascii="Times New Roman" w:hAnsi="Times New Roman" w:cs="Times New Roman"/>
          <w:sz w:val="28"/>
          <w:szCs w:val="28"/>
        </w:rPr>
        <w:t>» на 2016-2020 годы и на период до 2025 года;</w:t>
      </w:r>
    </w:p>
    <w:p w:rsidR="00BE3174" w:rsidRDefault="00BE3174" w:rsidP="007B5B4D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5ED4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образ</w:t>
      </w:r>
      <w:r w:rsidRPr="00615ED4">
        <w:rPr>
          <w:rFonts w:ascii="Times New Roman" w:hAnsi="Times New Roman" w:cs="Times New Roman"/>
          <w:sz w:val="28"/>
          <w:szCs w:val="28"/>
        </w:rPr>
        <w:t>о</w:t>
      </w:r>
      <w:r w:rsidRPr="00615ED4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ния «Майминский район» на 2018 год и плановый период 2019 -2024</w:t>
      </w:r>
      <w:r w:rsidRPr="00615ED4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3174" w:rsidRDefault="00BE3174" w:rsidP="007B5B4D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5ED4">
        <w:rPr>
          <w:rFonts w:ascii="Times New Roman" w:hAnsi="Times New Roman" w:cs="Times New Roman"/>
          <w:sz w:val="28"/>
          <w:szCs w:val="28"/>
        </w:rPr>
        <w:t>Дополнительная информация, предоставленная,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50CE">
        <w:rPr>
          <w:rFonts w:ascii="Times New Roman" w:hAnsi="Times New Roman" w:cs="Times New Roman"/>
          <w:sz w:val="28"/>
          <w:szCs w:val="28"/>
        </w:rPr>
        <w:t>Ма</w:t>
      </w:r>
      <w:r w:rsidRPr="00A750CE">
        <w:rPr>
          <w:rFonts w:ascii="Times New Roman" w:hAnsi="Times New Roman" w:cs="Times New Roman"/>
          <w:sz w:val="28"/>
          <w:szCs w:val="28"/>
        </w:rPr>
        <w:t>й</w:t>
      </w:r>
      <w:r w:rsidRPr="00A750CE">
        <w:rPr>
          <w:rFonts w:ascii="Times New Roman" w:hAnsi="Times New Roman" w:cs="Times New Roman"/>
          <w:sz w:val="28"/>
          <w:szCs w:val="28"/>
        </w:rPr>
        <w:t>минский район и МУП « Кристал».</w:t>
      </w:r>
    </w:p>
    <w:p w:rsidR="00BE3174" w:rsidRDefault="00BE3174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Pr="00DC3C23" w:rsidRDefault="00BE3174" w:rsidP="007B5B4D">
      <w:pPr>
        <w:pStyle w:val="Default"/>
        <w:spacing w:line="30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C3C23">
        <w:rPr>
          <w:rFonts w:ascii="Times New Roman" w:hAnsi="Times New Roman" w:cs="Times New Roman"/>
          <w:b/>
          <w:bCs/>
          <w:i/>
          <w:sz w:val="28"/>
          <w:szCs w:val="28"/>
        </w:rPr>
        <w:t>Цели схемы:</w:t>
      </w:r>
    </w:p>
    <w:p w:rsidR="00BE3174" w:rsidRDefault="00BE3174" w:rsidP="007B5B4D">
      <w:pPr>
        <w:pStyle w:val="ListParagraph"/>
        <w:numPr>
          <w:ilvl w:val="0"/>
          <w:numId w:val="31"/>
        </w:numPr>
        <w:contextualSpacing/>
        <w:rPr>
          <w:szCs w:val="28"/>
        </w:rPr>
      </w:pPr>
      <w:r w:rsidRPr="00AB5B39">
        <w:rPr>
          <w:szCs w:val="28"/>
        </w:rPr>
        <w:t>развитие систем централизованного водоснабжения и водоотведения для существующего и нового строительства жилищного фонда в п</w:t>
      </w:r>
      <w:r w:rsidRPr="00AB5B39">
        <w:rPr>
          <w:szCs w:val="28"/>
        </w:rPr>
        <w:t>е</w:t>
      </w:r>
      <w:r w:rsidRPr="00AB5B39">
        <w:rPr>
          <w:szCs w:val="28"/>
        </w:rPr>
        <w:t>риод до 202</w:t>
      </w:r>
      <w:r>
        <w:rPr>
          <w:szCs w:val="28"/>
        </w:rPr>
        <w:t>4</w:t>
      </w:r>
      <w:r w:rsidRPr="00AB5B39">
        <w:rPr>
          <w:szCs w:val="28"/>
        </w:rPr>
        <w:t xml:space="preserve"> г.;</w:t>
      </w:r>
    </w:p>
    <w:p w:rsidR="00BE3174" w:rsidRDefault="00BE3174" w:rsidP="007B5B4D">
      <w:pPr>
        <w:pStyle w:val="ListParagraph"/>
        <w:numPr>
          <w:ilvl w:val="0"/>
          <w:numId w:val="31"/>
        </w:numPr>
        <w:contextualSpacing/>
        <w:rPr>
          <w:szCs w:val="28"/>
        </w:rPr>
      </w:pPr>
      <w:r w:rsidRPr="00AB5B39">
        <w:rPr>
          <w:szCs w:val="28"/>
        </w:rPr>
        <w:t>постоянное улучшение качества предоставления услуг водоснабжения потребителям (абонентам)</w:t>
      </w:r>
      <w:r>
        <w:rPr>
          <w:szCs w:val="28"/>
        </w:rPr>
        <w:t xml:space="preserve">, при </w:t>
      </w:r>
      <w:r w:rsidRPr="00AB5B39">
        <w:rPr>
          <w:szCs w:val="28"/>
        </w:rPr>
        <w:t>сохранение действующей ценовой п</w:t>
      </w:r>
      <w:r w:rsidRPr="00AB5B39">
        <w:rPr>
          <w:szCs w:val="28"/>
        </w:rPr>
        <w:t>о</w:t>
      </w:r>
      <w:r w:rsidRPr="00AB5B39">
        <w:rPr>
          <w:szCs w:val="28"/>
        </w:rPr>
        <w:t>литики;</w:t>
      </w:r>
    </w:p>
    <w:p w:rsidR="00BE3174" w:rsidRPr="00AB5B39" w:rsidRDefault="00BE3174" w:rsidP="007B5B4D">
      <w:pPr>
        <w:pStyle w:val="ListParagraph"/>
        <w:numPr>
          <w:ilvl w:val="0"/>
          <w:numId w:val="31"/>
        </w:numPr>
        <w:contextualSpacing/>
        <w:rPr>
          <w:szCs w:val="28"/>
        </w:rPr>
      </w:pPr>
      <w:r w:rsidRPr="00AB5B39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BE3174" w:rsidRPr="00AB5B39" w:rsidRDefault="00BE3174" w:rsidP="007B5B4D">
      <w:pPr>
        <w:pStyle w:val="ListParagraph"/>
        <w:numPr>
          <w:ilvl w:val="0"/>
          <w:numId w:val="31"/>
        </w:numPr>
        <w:contextualSpacing/>
        <w:rPr>
          <w:szCs w:val="28"/>
        </w:rPr>
      </w:pPr>
      <w:r w:rsidRPr="00AB5B39">
        <w:rPr>
          <w:szCs w:val="28"/>
        </w:rPr>
        <w:t>улучшение работы систем водоснабжения и водоотведения;</w:t>
      </w:r>
    </w:p>
    <w:p w:rsidR="00BE3174" w:rsidRDefault="00BE3174" w:rsidP="007B5B4D">
      <w:pPr>
        <w:pStyle w:val="ListParagraph"/>
        <w:numPr>
          <w:ilvl w:val="0"/>
          <w:numId w:val="31"/>
        </w:numPr>
        <w:contextualSpacing/>
        <w:rPr>
          <w:szCs w:val="28"/>
        </w:rPr>
      </w:pPr>
      <w:r w:rsidRPr="00AB5B39">
        <w:rPr>
          <w:szCs w:val="28"/>
        </w:rPr>
        <w:t>повышение качества питьевой воды;</w:t>
      </w:r>
    </w:p>
    <w:p w:rsidR="00BE3174" w:rsidRPr="00AB5B39" w:rsidRDefault="00BE3174" w:rsidP="007B5B4D">
      <w:pPr>
        <w:pStyle w:val="ListParagraph"/>
        <w:numPr>
          <w:ilvl w:val="0"/>
          <w:numId w:val="31"/>
        </w:numPr>
        <w:contextualSpacing/>
        <w:rPr>
          <w:szCs w:val="28"/>
        </w:rPr>
      </w:pPr>
      <w:r w:rsidRPr="00AB5B39">
        <w:rPr>
          <w:szCs w:val="28"/>
        </w:rPr>
        <w:t>постоянное совершенствование схемы водоснабжения на основе п</w:t>
      </w:r>
      <w:r w:rsidRPr="00AB5B39">
        <w:rPr>
          <w:szCs w:val="28"/>
        </w:rPr>
        <w:t>о</w:t>
      </w:r>
      <w:r w:rsidRPr="00AB5B39">
        <w:rPr>
          <w:szCs w:val="28"/>
        </w:rPr>
        <w:t>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</w:t>
      </w:r>
      <w:r w:rsidRPr="00AB5B39">
        <w:rPr>
          <w:szCs w:val="28"/>
        </w:rPr>
        <w:t>я</w:t>
      </w:r>
      <w:r w:rsidRPr="00AB5B39">
        <w:rPr>
          <w:szCs w:val="28"/>
        </w:rPr>
        <w:t>тий.</w:t>
      </w:r>
    </w:p>
    <w:p w:rsidR="00BE3174" w:rsidRPr="00AB5B39" w:rsidRDefault="00BE3174" w:rsidP="007B5B4D">
      <w:pPr>
        <w:pStyle w:val="ListParagraph"/>
        <w:ind w:left="851" w:firstLine="0"/>
        <w:contextualSpacing/>
        <w:rPr>
          <w:szCs w:val="28"/>
        </w:rPr>
      </w:pPr>
    </w:p>
    <w:p w:rsidR="00BE3174" w:rsidRPr="00DC3C23" w:rsidRDefault="00BE3174" w:rsidP="007B5B4D">
      <w:pPr>
        <w:pStyle w:val="Default"/>
        <w:spacing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3C23">
        <w:rPr>
          <w:rFonts w:ascii="Times New Roman" w:hAnsi="Times New Roman" w:cs="Times New Roman"/>
          <w:b/>
          <w:i/>
          <w:sz w:val="28"/>
          <w:szCs w:val="28"/>
        </w:rPr>
        <w:t>Способ достижения поставленных целей:</w:t>
      </w:r>
    </w:p>
    <w:p w:rsidR="00BE3174" w:rsidRDefault="00BE3174" w:rsidP="007B5B4D">
      <w:r w:rsidRPr="00AB5B39">
        <w:t>Для достижения поставленных целей следует реализовать следующие мероприятия:</w:t>
      </w:r>
    </w:p>
    <w:p w:rsidR="00BE3174" w:rsidRDefault="00BE3174" w:rsidP="007B5B4D">
      <w:pPr>
        <w:pStyle w:val="ListParagraph"/>
        <w:numPr>
          <w:ilvl w:val="0"/>
          <w:numId w:val="9"/>
        </w:numPr>
        <w:ind w:left="851" w:hanging="284"/>
      </w:pPr>
      <w:r>
        <w:t xml:space="preserve">капитальный ремонт и реконструкция сетей водоснабжения для </w:t>
      </w:r>
      <w:r w:rsidRPr="00AB5B39">
        <w:rPr>
          <w:szCs w:val="28"/>
        </w:rPr>
        <w:t>обе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печения качества </w:t>
      </w:r>
      <w:r>
        <w:rPr>
          <w:szCs w:val="28"/>
        </w:rPr>
        <w:t xml:space="preserve">питьевой </w:t>
      </w:r>
      <w:r w:rsidRPr="00AB5B39">
        <w:rPr>
          <w:szCs w:val="28"/>
        </w:rPr>
        <w:t>воды, поставляемой потребителям, пов</w:t>
      </w:r>
      <w:r w:rsidRPr="00AB5B39">
        <w:rPr>
          <w:szCs w:val="28"/>
        </w:rPr>
        <w:t>ы</w:t>
      </w:r>
      <w:r w:rsidRPr="00AB5B39">
        <w:rPr>
          <w:szCs w:val="28"/>
        </w:rPr>
        <w:t>шения надежности водоснабжения и снижения аварийности</w:t>
      </w:r>
      <w:r>
        <w:t>;</w:t>
      </w:r>
    </w:p>
    <w:p w:rsidR="00BE3174" w:rsidRPr="00754148" w:rsidRDefault="00BE3174" w:rsidP="007B5B4D">
      <w:pPr>
        <w:pStyle w:val="ListParagraph"/>
        <w:numPr>
          <w:ilvl w:val="0"/>
          <w:numId w:val="9"/>
        </w:numPr>
        <w:ind w:left="851" w:hanging="284"/>
      </w:pPr>
      <w:r w:rsidRPr="00AB5B39">
        <w:rPr>
          <w:szCs w:val="28"/>
        </w:rPr>
        <w:t>замена запорной арматуры на водопроводной сети, в том числе п</w:t>
      </w:r>
      <w:r w:rsidRPr="00AB5B39">
        <w:rPr>
          <w:szCs w:val="28"/>
        </w:rPr>
        <w:t>о</w:t>
      </w:r>
      <w:r w:rsidRPr="00AB5B39">
        <w:rPr>
          <w:szCs w:val="28"/>
        </w:rPr>
        <w:t>жарных гидрантов</w:t>
      </w:r>
      <w:r>
        <w:rPr>
          <w:szCs w:val="28"/>
        </w:rPr>
        <w:t>;</w:t>
      </w:r>
    </w:p>
    <w:p w:rsidR="00BE3174" w:rsidRPr="00AB5B39" w:rsidRDefault="00BE3174" w:rsidP="007B5B4D">
      <w:pPr>
        <w:pStyle w:val="ListParagraph"/>
        <w:numPr>
          <w:ilvl w:val="0"/>
          <w:numId w:val="9"/>
        </w:numPr>
        <w:ind w:left="851" w:hanging="284"/>
        <w:contextualSpacing/>
        <w:rPr>
          <w:szCs w:val="28"/>
        </w:rPr>
      </w:pPr>
      <w:r w:rsidRPr="00AB5B39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 для всех жителей</w:t>
      </w:r>
      <w:r>
        <w:rPr>
          <w:szCs w:val="28"/>
        </w:rPr>
        <w:t xml:space="preserve"> </w:t>
      </w:r>
      <w:r w:rsidRPr="00145B08">
        <w:rPr>
          <w:bCs/>
          <w:szCs w:val="28"/>
        </w:rPr>
        <w:t>поселе</w:t>
      </w:r>
      <w:r>
        <w:rPr>
          <w:bCs/>
          <w:szCs w:val="28"/>
        </w:rPr>
        <w:t>ния</w:t>
      </w:r>
      <w:r w:rsidRPr="00AB5B39">
        <w:rPr>
          <w:szCs w:val="28"/>
        </w:rPr>
        <w:t>;</w:t>
      </w:r>
    </w:p>
    <w:p w:rsidR="00BE3174" w:rsidRDefault="00BE3174" w:rsidP="007B5B4D">
      <w:pPr>
        <w:pStyle w:val="ListParagraph"/>
        <w:numPr>
          <w:ilvl w:val="0"/>
          <w:numId w:val="9"/>
        </w:numPr>
        <w:ind w:left="851" w:hanging="284"/>
      </w:pPr>
      <w:r>
        <w:rPr>
          <w:szCs w:val="28"/>
        </w:rPr>
        <w:t xml:space="preserve">установка </w:t>
      </w:r>
      <w:r w:rsidRPr="00AD7516">
        <w:t>станции водоподготовки</w:t>
      </w:r>
      <w:r>
        <w:t>.</w:t>
      </w:r>
    </w:p>
    <w:p w:rsidR="00BE3174" w:rsidRPr="00AB5B39" w:rsidRDefault="00BE3174" w:rsidP="007B5B4D">
      <w:pPr>
        <w:pStyle w:val="ListParagraph"/>
        <w:numPr>
          <w:ilvl w:val="0"/>
          <w:numId w:val="32"/>
        </w:numPr>
        <w:contextualSpacing/>
        <w:rPr>
          <w:szCs w:val="28"/>
        </w:rPr>
      </w:pPr>
      <w:r>
        <w:rPr>
          <w:szCs w:val="28"/>
        </w:rPr>
        <w:t xml:space="preserve">снижение </w:t>
      </w:r>
      <w:r w:rsidRPr="00DC3C23">
        <w:rPr>
          <w:szCs w:val="28"/>
        </w:rPr>
        <w:t>вредного воздействия на окружающую среду</w:t>
      </w:r>
      <w:r w:rsidRPr="00AB5B39">
        <w:rPr>
          <w:szCs w:val="28"/>
        </w:rPr>
        <w:t>.</w:t>
      </w:r>
    </w:p>
    <w:p w:rsidR="00BE3174" w:rsidRDefault="00BE3174" w:rsidP="007B5B4D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Pr="001A5CE9" w:rsidRDefault="00BE3174" w:rsidP="007B5B4D">
      <w:pPr>
        <w:ind w:firstLine="0"/>
        <w:rPr>
          <w:b/>
          <w:i/>
        </w:rPr>
      </w:pPr>
      <w:r w:rsidRPr="001A5CE9">
        <w:rPr>
          <w:b/>
          <w:i/>
        </w:rPr>
        <w:t>Ожидаемые результаты от реализации мероприятий схемы:</w:t>
      </w:r>
    </w:p>
    <w:p w:rsidR="00BE3174" w:rsidRPr="005D50BA" w:rsidRDefault="00BE3174" w:rsidP="007B5B4D">
      <w:pPr>
        <w:pStyle w:val="ListParagraph"/>
        <w:numPr>
          <w:ilvl w:val="0"/>
          <w:numId w:val="33"/>
        </w:numPr>
        <w:contextualSpacing/>
        <w:rPr>
          <w:szCs w:val="28"/>
        </w:rPr>
      </w:pPr>
      <w:r w:rsidRPr="005D50BA">
        <w:rPr>
          <w:szCs w:val="28"/>
        </w:rPr>
        <w:t>Повышение качества пр</w:t>
      </w:r>
      <w:r>
        <w:rPr>
          <w:szCs w:val="28"/>
        </w:rPr>
        <w:t>едоставления коммунальных услуг;</w:t>
      </w:r>
    </w:p>
    <w:p w:rsidR="00BE3174" w:rsidRPr="005D50BA" w:rsidRDefault="00BE3174" w:rsidP="007B5B4D">
      <w:pPr>
        <w:pStyle w:val="ListParagraph"/>
        <w:numPr>
          <w:ilvl w:val="0"/>
          <w:numId w:val="33"/>
        </w:numPr>
        <w:contextualSpacing/>
        <w:rPr>
          <w:szCs w:val="28"/>
        </w:rPr>
      </w:pPr>
      <w:r w:rsidRPr="005D50BA">
        <w:rPr>
          <w:szCs w:val="28"/>
        </w:rPr>
        <w:t>Реконструкция и замена у</w:t>
      </w:r>
      <w:r>
        <w:rPr>
          <w:szCs w:val="28"/>
        </w:rPr>
        <w:t>старевшего оборудования и сетей;</w:t>
      </w:r>
    </w:p>
    <w:p w:rsidR="00BE3174" w:rsidRPr="005D50BA" w:rsidRDefault="00BE3174" w:rsidP="007B5B4D">
      <w:pPr>
        <w:pStyle w:val="ListParagraph"/>
        <w:numPr>
          <w:ilvl w:val="0"/>
          <w:numId w:val="33"/>
        </w:numPr>
        <w:contextualSpacing/>
        <w:rPr>
          <w:szCs w:val="28"/>
        </w:rPr>
      </w:pPr>
      <w:r w:rsidRPr="005D50BA">
        <w:rPr>
          <w:szCs w:val="28"/>
        </w:rPr>
        <w:t>Увеличение мощности систе</w:t>
      </w:r>
      <w:r>
        <w:rPr>
          <w:szCs w:val="28"/>
        </w:rPr>
        <w:t>м водоснабжения и водоотведения;</w:t>
      </w:r>
    </w:p>
    <w:p w:rsidR="00BE3174" w:rsidRPr="005D50BA" w:rsidRDefault="00BE3174" w:rsidP="007B5B4D">
      <w:pPr>
        <w:pStyle w:val="ListParagraph"/>
        <w:numPr>
          <w:ilvl w:val="0"/>
          <w:numId w:val="33"/>
        </w:numPr>
        <w:contextualSpacing/>
        <w:rPr>
          <w:szCs w:val="28"/>
        </w:rPr>
      </w:pPr>
      <w:r w:rsidRPr="005D50BA">
        <w:rPr>
          <w:szCs w:val="28"/>
        </w:rPr>
        <w:t xml:space="preserve">Улучшение экологической ситуации на территории </w:t>
      </w:r>
      <w:r w:rsidRPr="005D50BA">
        <w:rPr>
          <w:bCs/>
          <w:szCs w:val="28"/>
        </w:rPr>
        <w:t>поселения</w:t>
      </w:r>
      <w:r>
        <w:rPr>
          <w:szCs w:val="28"/>
        </w:rPr>
        <w:t>;</w:t>
      </w:r>
    </w:p>
    <w:p w:rsidR="00BE3174" w:rsidRPr="005D50BA" w:rsidRDefault="00BE3174" w:rsidP="007B5B4D">
      <w:pPr>
        <w:pStyle w:val="ListParagraph"/>
        <w:numPr>
          <w:ilvl w:val="0"/>
          <w:numId w:val="33"/>
        </w:numPr>
        <w:contextualSpacing/>
        <w:rPr>
          <w:szCs w:val="28"/>
        </w:rPr>
      </w:pPr>
      <w:r w:rsidRPr="005D50BA">
        <w:rPr>
          <w:szCs w:val="28"/>
        </w:rPr>
        <w:t>Создание коммунальной инфраструктуры для комфортного прожив</w:t>
      </w:r>
      <w:r w:rsidRPr="005D50BA">
        <w:rPr>
          <w:szCs w:val="28"/>
        </w:rPr>
        <w:t>а</w:t>
      </w:r>
      <w:r w:rsidRPr="005D50BA">
        <w:rPr>
          <w:szCs w:val="28"/>
        </w:rPr>
        <w:t xml:space="preserve">ния населения, а также дальнейшего развития </w:t>
      </w:r>
      <w:r>
        <w:rPr>
          <w:bCs/>
          <w:szCs w:val="28"/>
        </w:rPr>
        <w:t>поселения</w:t>
      </w:r>
      <w:r w:rsidRPr="005D50BA">
        <w:rPr>
          <w:szCs w:val="28"/>
        </w:rPr>
        <w:t>.</w:t>
      </w:r>
    </w:p>
    <w:p w:rsidR="00BE3174" w:rsidRDefault="00BE3174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Default="00BE3174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Default="00BE3174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Default="00BE3174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Default="00BE3174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Default="00BE3174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Default="00BE3174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Default="00BE3174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174" w:rsidRDefault="00BE3174">
      <w:pPr>
        <w:spacing w:line="240" w:lineRule="auto"/>
        <w:ind w:firstLine="0"/>
        <w:jc w:val="left"/>
        <w:rPr>
          <w:color w:val="000000"/>
          <w:szCs w:val="28"/>
        </w:rPr>
      </w:pPr>
      <w:r>
        <w:rPr>
          <w:szCs w:val="28"/>
        </w:rPr>
        <w:br w:type="page"/>
      </w:r>
    </w:p>
    <w:p w:rsidR="00BE3174" w:rsidRDefault="00BE3174" w:rsidP="00C51E23">
      <w:pPr>
        <w:pStyle w:val="Heading1"/>
      </w:pPr>
      <w:bookmarkStart w:id="4" w:name="_Toc10132646"/>
      <w:r>
        <w:t>Краткое описание</w:t>
      </w:r>
      <w:bookmarkEnd w:id="4"/>
    </w:p>
    <w:p w:rsidR="00BE3174" w:rsidRDefault="00BE3174" w:rsidP="003A260C">
      <w:r w:rsidRPr="003E029E">
        <w:t xml:space="preserve">Майминский район расположен в северо-западной части Республики Алтай, его территория составляет 1,4 тыс. кв. км. </w:t>
      </w:r>
    </w:p>
    <w:p w:rsidR="00BE3174" w:rsidRDefault="00BE3174" w:rsidP="008B2A66">
      <w:r>
        <w:t>В Майминском</w:t>
      </w:r>
      <w:r w:rsidRPr="003E029E">
        <w:t xml:space="preserve"> район</w:t>
      </w:r>
      <w:r>
        <w:t>е</w:t>
      </w:r>
      <w:r w:rsidRPr="003E029E">
        <w:t xml:space="preserve"> </w:t>
      </w:r>
      <w:r>
        <w:t xml:space="preserve">имеется </w:t>
      </w:r>
      <w:r w:rsidRPr="003E029E">
        <w:t>25</w:t>
      </w:r>
      <w:r>
        <w:t xml:space="preserve"> населенных пунктов. </w:t>
      </w:r>
      <w:r w:rsidRPr="003E029E">
        <w:t>На территории района находится сто</w:t>
      </w:r>
      <w:r>
        <w:t xml:space="preserve">лица республики Алтай, </w:t>
      </w:r>
      <w:r w:rsidRPr="003E029E">
        <w:t xml:space="preserve">город Горно-Алтайск. </w:t>
      </w:r>
    </w:p>
    <w:p w:rsidR="00BE3174" w:rsidRDefault="00BE3174" w:rsidP="008B2A66">
      <w:r w:rsidRPr="003E029E">
        <w:t>Численность населения в районе</w:t>
      </w:r>
      <w:r>
        <w:t xml:space="preserve"> на 01.01.2018 г. составляет </w:t>
      </w:r>
      <w:r w:rsidRPr="00CD0D30">
        <w:t>33,94</w:t>
      </w:r>
      <w:r>
        <w:t xml:space="preserve"> </w:t>
      </w:r>
      <w:r w:rsidRPr="003E029E">
        <w:t>тыс</w:t>
      </w:r>
      <w:r>
        <w:t>.</w:t>
      </w:r>
      <w:r w:rsidRPr="003E029E">
        <w:t xml:space="preserve"> человек, в том числе в районном центре Майма </w:t>
      </w:r>
      <w:r w:rsidRPr="0084329D">
        <w:t xml:space="preserve">– </w:t>
      </w:r>
      <w:r w:rsidRPr="00CD0D30">
        <w:t>17824 человек</w:t>
      </w:r>
      <w:r w:rsidRPr="003E029E">
        <w:t>.</w:t>
      </w:r>
      <w:r>
        <w:t xml:space="preserve"> </w:t>
      </w:r>
    </w:p>
    <w:p w:rsidR="00BE3174" w:rsidRDefault="00BE3174" w:rsidP="008B2A66"/>
    <w:p w:rsidR="00BE3174" w:rsidRDefault="00BE3174" w:rsidP="008B2A66">
      <w:pPr>
        <w:spacing w:line="240" w:lineRule="auto"/>
        <w:ind w:firstLine="0"/>
        <w:jc w:val="center"/>
      </w:pPr>
      <w:r w:rsidRPr="0082363B">
        <w:rPr>
          <w:b/>
          <w:noProof/>
          <w:lang w:eastAsia="ru-RU"/>
        </w:rPr>
        <w:pict>
          <v:shape id="Рисунок 1" o:spid="_x0000_i1025" type="#_x0000_t75" style="width:190.5pt;height:217.5pt;visibility:visible">
            <v:imagedata r:id="rId8" o:title=""/>
          </v:shape>
        </w:pict>
      </w:r>
    </w:p>
    <w:p w:rsidR="00BE3174" w:rsidRDefault="00BE3174" w:rsidP="008B2A66"/>
    <w:p w:rsidR="00BE3174" w:rsidRPr="003E029E" w:rsidRDefault="00BE3174" w:rsidP="008B2A66">
      <w:r w:rsidRPr="003E029E">
        <w:t xml:space="preserve">Ближайшая железнодорожная станция г. Бийск </w:t>
      </w:r>
      <w:r>
        <w:t>расположена в 100 км</w:t>
      </w:r>
      <w:r w:rsidRPr="003E029E">
        <w:t>. В северной части района хорошо развита дорожная сеть с асфальтовым п</w:t>
      </w:r>
      <w:r w:rsidRPr="003E029E">
        <w:t>о</w:t>
      </w:r>
      <w:r w:rsidRPr="003E029E">
        <w:t>крытием.</w:t>
      </w:r>
      <w:r>
        <w:t xml:space="preserve"> </w:t>
      </w:r>
      <w:r w:rsidRPr="003E029E">
        <w:t>С краевым центром осуществляется сухопутная связь.</w:t>
      </w:r>
    </w:p>
    <w:p w:rsidR="00BE3174" w:rsidRPr="009378A9" w:rsidRDefault="00BE3174" w:rsidP="008B2A66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Майминский район находится на севере Горного Алтая в отрогах хребта Иолго. Наивысшей отметкой терр</w:t>
      </w:r>
      <w:r>
        <w:rPr>
          <w:bCs/>
          <w:szCs w:val="28"/>
        </w:rPr>
        <w:t>итории является гора Чептоган (1471 м</w:t>
      </w:r>
      <w:r w:rsidRPr="009378A9">
        <w:rPr>
          <w:bCs/>
          <w:szCs w:val="28"/>
        </w:rPr>
        <w:t>). Территория Майминского района относится к Северо-Восточной Алтайской ландшафтной провинции.</w:t>
      </w:r>
    </w:p>
    <w:p w:rsidR="00BE3174" w:rsidRPr="009378A9" w:rsidRDefault="00BE3174" w:rsidP="008B2A66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Протяженность и высоты гор различны и колеблются от 400 д</w:t>
      </w:r>
      <w:r>
        <w:rPr>
          <w:bCs/>
          <w:szCs w:val="28"/>
        </w:rPr>
        <w:t>о 1400 м</w:t>
      </w:r>
      <w:r w:rsidRPr="009378A9">
        <w:rPr>
          <w:bCs/>
          <w:szCs w:val="28"/>
        </w:rPr>
        <w:t>. Постепенное повышение поверхности идет в направлении с северо-запада на юго-восток. На севере района в меридиональном направлении прослеживае</w:t>
      </w:r>
      <w:r w:rsidRPr="009378A9">
        <w:rPr>
          <w:bCs/>
          <w:szCs w:val="28"/>
        </w:rPr>
        <w:t>т</w:t>
      </w:r>
      <w:r w:rsidRPr="009378A9">
        <w:rPr>
          <w:bCs/>
          <w:szCs w:val="28"/>
        </w:rPr>
        <w:t>ся на расстоянии 10 км Стамо</w:t>
      </w:r>
      <w:r>
        <w:rPr>
          <w:bCs/>
          <w:szCs w:val="28"/>
        </w:rPr>
        <w:t>вой хребет (г. Стамовуха, 565 м</w:t>
      </w:r>
      <w:r w:rsidRPr="009378A9">
        <w:rPr>
          <w:bCs/>
          <w:szCs w:val="28"/>
        </w:rPr>
        <w:t>). На северо-востоке по границе с Чойским районом расположен С</w:t>
      </w:r>
      <w:r>
        <w:rPr>
          <w:bCs/>
          <w:szCs w:val="28"/>
        </w:rPr>
        <w:t>угульский хребет (г. Сугул 994 м</w:t>
      </w:r>
      <w:r w:rsidRPr="009378A9">
        <w:rPr>
          <w:bCs/>
          <w:szCs w:val="28"/>
        </w:rPr>
        <w:t>). В южной части района заходят отроги хр</w:t>
      </w:r>
      <w:r>
        <w:rPr>
          <w:bCs/>
          <w:szCs w:val="28"/>
        </w:rPr>
        <w:t>ебта Мажиган (абс. высота 1363 м</w:t>
      </w:r>
      <w:r w:rsidRPr="009378A9">
        <w:rPr>
          <w:bCs/>
          <w:szCs w:val="28"/>
        </w:rPr>
        <w:t>). К востоку от с. Кызыл-Озек расположена грива Сосновая.</w:t>
      </w:r>
    </w:p>
    <w:p w:rsidR="00BE3174" w:rsidRDefault="00BE3174" w:rsidP="008B2A66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Крутизна склонов составляет 6-12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в окрестностях г. Горно-Алтайска, 12-20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- в верховьях бассейна реки Майма и 3-6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- по долине реки Катунь и ее притокам. Вершины гор, как правило, сглаженные, округлые, имеют мягкие очертания, а склоны их облесены.</w:t>
      </w:r>
    </w:p>
    <w:p w:rsidR="00BE3174" w:rsidRDefault="00BE3174" w:rsidP="007961E0"/>
    <w:p w:rsidR="00BE3174" w:rsidRDefault="00BE3174" w:rsidP="007961E0"/>
    <w:p w:rsidR="00BE3174" w:rsidRDefault="00BE3174" w:rsidP="00A76893">
      <w:pPr>
        <w:pStyle w:val="Heading2"/>
      </w:pPr>
      <w:bookmarkStart w:id="5" w:name="_Toc10132647"/>
      <w:r>
        <w:t>Географическое расположение сельского поселения</w:t>
      </w:r>
      <w:bookmarkEnd w:id="5"/>
    </w:p>
    <w:p w:rsidR="00BE3174" w:rsidRDefault="00BE3174" w:rsidP="004F3C5E">
      <w:r w:rsidRPr="009C1BDD">
        <w:t>Муниципальное образование Майминское сельское поселение</w:t>
      </w:r>
      <w:r>
        <w:t xml:space="preserve"> образ</w:t>
      </w:r>
      <w:r>
        <w:t>о</w:t>
      </w:r>
      <w:r>
        <w:t xml:space="preserve">вано 13 октября 2005 года, расположено в северо-западной части Республики Алтай, входит в состав Майминского района. </w:t>
      </w:r>
    </w:p>
    <w:p w:rsidR="00BE3174" w:rsidRDefault="00BE3174" w:rsidP="00C83929">
      <w:pPr>
        <w:rPr>
          <w:szCs w:val="28"/>
        </w:rPr>
      </w:pPr>
      <w:r>
        <w:t>Законом Республики Алтай от 31.03.2015 года № 12-РЗ, муниципал</w:t>
      </w:r>
      <w:r>
        <w:t>ь</w:t>
      </w:r>
      <w:r>
        <w:t xml:space="preserve">ные образования Верх-Карагужинское </w:t>
      </w:r>
      <w:r>
        <w:rPr>
          <w:szCs w:val="28"/>
        </w:rPr>
        <w:t xml:space="preserve">сельское поселение и </w:t>
      </w:r>
      <w:r>
        <w:t xml:space="preserve">Майминское </w:t>
      </w:r>
      <w:r>
        <w:rPr>
          <w:szCs w:val="28"/>
        </w:rPr>
        <w:t xml:space="preserve">сельское поселение преобразованы путем их объединения в </w:t>
      </w:r>
      <w:r>
        <w:t xml:space="preserve">муниципальное образование Майминское </w:t>
      </w:r>
      <w:r>
        <w:rPr>
          <w:szCs w:val="28"/>
        </w:rPr>
        <w:t>сельское поселение с административным центром в селе Майма.</w:t>
      </w:r>
    </w:p>
    <w:p w:rsidR="00BE3174" w:rsidRDefault="00BE3174" w:rsidP="004F3C5E"/>
    <w:p w:rsidR="00BE3174" w:rsidRPr="00D912FC" w:rsidRDefault="00BE3174" w:rsidP="0080183E">
      <w:pPr>
        <w:tabs>
          <w:tab w:val="left" w:pos="7351"/>
        </w:tabs>
        <w:spacing w:line="240" w:lineRule="auto"/>
        <w:ind w:firstLine="0"/>
        <w:jc w:val="center"/>
      </w:pPr>
      <w:r w:rsidRPr="0082363B">
        <w:rPr>
          <w:noProof/>
          <w:bdr w:val="single" w:sz="4" w:space="0" w:color="auto"/>
          <w:lang w:eastAsia="ru-RU"/>
        </w:rPr>
        <w:pict>
          <v:shape id="Рисунок 2" o:spid="_x0000_i1026" type="#_x0000_t75" style="width:317.25pt;height:269.25pt;visibility:visible">
            <v:imagedata r:id="rId9" o:title=""/>
          </v:shape>
        </w:pict>
      </w:r>
    </w:p>
    <w:p w:rsidR="00BE3174" w:rsidRDefault="00BE3174" w:rsidP="0080183E">
      <w:pPr>
        <w:pStyle w:val="List"/>
        <w:numPr>
          <w:ilvl w:val="0"/>
          <w:numId w:val="0"/>
        </w:numPr>
      </w:pPr>
      <w:r>
        <w:t>Рисунок 1 – Майминский район Республики Алтай</w:t>
      </w:r>
    </w:p>
    <w:p w:rsidR="00BE3174" w:rsidRDefault="00BE3174" w:rsidP="004F3C5E">
      <w:pPr>
        <w:tabs>
          <w:tab w:val="left" w:pos="7351"/>
        </w:tabs>
      </w:pPr>
    </w:p>
    <w:p w:rsidR="00BE3174" w:rsidRDefault="00BE3174" w:rsidP="00C83929">
      <w:pPr>
        <w:tabs>
          <w:tab w:val="left" w:pos="7351"/>
        </w:tabs>
      </w:pPr>
      <w:r w:rsidRPr="009C1BDD">
        <w:t>Муниципальное образование Майминское сельское поселение муниц</w:t>
      </w:r>
      <w:r w:rsidRPr="009C1BDD">
        <w:t>и</w:t>
      </w:r>
      <w:r w:rsidRPr="009C1BDD">
        <w:t>пального района «Майминский район» Республики Алтай охватывает северо-западную, северную и северо-восточную части района. Майминское сельское поселение на западе, северо-западе, севере и северо-востоке граничит с А</w:t>
      </w:r>
      <w:r w:rsidRPr="009C1BDD">
        <w:t>л</w:t>
      </w:r>
      <w:r>
        <w:t xml:space="preserve">тайским краем; на юго-западе </w:t>
      </w:r>
      <w:r w:rsidRPr="009C1BDD">
        <w:t>– с Соузгинским сельским поселением; на юге – с Городом Горно-Алтайск; на юго-востоке – с Кызыл-Озекским сельским поселением; на востоке – с Чойским районом.</w:t>
      </w:r>
    </w:p>
    <w:p w:rsidR="00BE3174" w:rsidRDefault="00BE3174" w:rsidP="00C83929">
      <w:pPr>
        <w:rPr>
          <w:lang w:eastAsia="ru-RU"/>
        </w:rPr>
      </w:pPr>
      <w:r w:rsidRPr="00C83929">
        <w:rPr>
          <w:bCs/>
          <w:szCs w:val="28"/>
        </w:rPr>
        <w:t xml:space="preserve">В </w:t>
      </w:r>
      <w:r>
        <w:rPr>
          <w:bCs/>
          <w:szCs w:val="28"/>
        </w:rPr>
        <w:t>с</w:t>
      </w:r>
      <w:r w:rsidRPr="00C83929">
        <w:rPr>
          <w:bCs/>
          <w:szCs w:val="28"/>
        </w:rPr>
        <w:t>остав поселен</w:t>
      </w:r>
      <w:r>
        <w:rPr>
          <w:bCs/>
          <w:szCs w:val="28"/>
        </w:rPr>
        <w:t xml:space="preserve">ия входит шесть </w:t>
      </w:r>
      <w:r>
        <w:rPr>
          <w:lang w:eastAsia="ru-RU"/>
        </w:rPr>
        <w:t>населенных пунктов</w:t>
      </w:r>
      <w:r w:rsidRPr="002559C4">
        <w:rPr>
          <w:lang w:eastAsia="ru-RU"/>
        </w:rPr>
        <w:t>:</w:t>
      </w:r>
    </w:p>
    <w:p w:rsidR="00BE3174" w:rsidRDefault="00BE3174" w:rsidP="004F3C5E">
      <w:pPr>
        <w:tabs>
          <w:tab w:val="left" w:pos="7351"/>
        </w:tabs>
      </w:pPr>
      <w:r w:rsidRPr="009C1BDD">
        <w:t xml:space="preserve"> – с. М</w:t>
      </w:r>
      <w:r>
        <w:t>айма</w:t>
      </w:r>
      <w:r w:rsidRPr="009C1BDD">
        <w:t xml:space="preserve"> </w:t>
      </w:r>
      <w:r>
        <w:t>(административный центр)</w:t>
      </w:r>
      <w:r w:rsidRPr="009C1BDD">
        <w:t xml:space="preserve"> </w:t>
      </w:r>
      <w:r>
        <w:t>– 17824 чел;</w:t>
      </w:r>
    </w:p>
    <w:p w:rsidR="00BE3174" w:rsidRDefault="00BE3174" w:rsidP="00AF7901">
      <w:pPr>
        <w:tabs>
          <w:tab w:val="left" w:pos="7351"/>
        </w:tabs>
      </w:pPr>
      <w:r w:rsidRPr="009C1BDD">
        <w:t>– с. Подгорное</w:t>
      </w:r>
      <w:r>
        <w:t xml:space="preserve"> –546 чел;</w:t>
      </w:r>
      <w:r w:rsidRPr="009C1BDD">
        <w:t xml:space="preserve"> </w:t>
      </w:r>
    </w:p>
    <w:p w:rsidR="00BE3174" w:rsidRDefault="00BE3174" w:rsidP="004F3C5E">
      <w:pPr>
        <w:tabs>
          <w:tab w:val="left" w:pos="7351"/>
        </w:tabs>
      </w:pPr>
      <w:r w:rsidRPr="009C1BDD">
        <w:t>– с. Верх-Карагуж</w:t>
      </w:r>
      <w:r>
        <w:t xml:space="preserve"> – 481 чел;</w:t>
      </w:r>
    </w:p>
    <w:p w:rsidR="00BE3174" w:rsidRDefault="00BE3174" w:rsidP="004F3C5E">
      <w:pPr>
        <w:tabs>
          <w:tab w:val="left" w:pos="7351"/>
        </w:tabs>
      </w:pPr>
      <w:r w:rsidRPr="009C1BDD">
        <w:t xml:space="preserve">– </w:t>
      </w:r>
      <w:r>
        <w:t>п. Карлушка – 442 чел;</w:t>
      </w:r>
    </w:p>
    <w:p w:rsidR="00BE3174" w:rsidRDefault="00BE3174" w:rsidP="004F3C5E">
      <w:pPr>
        <w:tabs>
          <w:tab w:val="left" w:pos="7351"/>
        </w:tabs>
      </w:pPr>
      <w:r w:rsidRPr="009C1BDD">
        <w:t xml:space="preserve">– </w:t>
      </w:r>
      <w:r w:rsidRPr="0039529A">
        <w:t>п.</w:t>
      </w:r>
      <w:r w:rsidRPr="009C1BDD">
        <w:t xml:space="preserve"> Дубровка</w:t>
      </w:r>
      <w:r>
        <w:t xml:space="preserve"> – 467 чел;</w:t>
      </w:r>
    </w:p>
    <w:p w:rsidR="00BE3174" w:rsidRDefault="00BE3174" w:rsidP="004F3C5E">
      <w:pPr>
        <w:tabs>
          <w:tab w:val="left" w:pos="7351"/>
        </w:tabs>
      </w:pPr>
      <w:r w:rsidRPr="00FA47EB">
        <w:t>–</w:t>
      </w:r>
      <w:r>
        <w:t xml:space="preserve"> п</w:t>
      </w:r>
      <w:r w:rsidRPr="00FA47EB">
        <w:t>. Рыбалка</w:t>
      </w:r>
      <w:r>
        <w:t xml:space="preserve"> – 62 чел</w:t>
      </w:r>
      <w:r w:rsidRPr="00FA47EB">
        <w:t>.</w:t>
      </w:r>
    </w:p>
    <w:p w:rsidR="00BE3174" w:rsidRPr="009C1BDD" w:rsidRDefault="00BE3174" w:rsidP="00C83929">
      <w:pPr>
        <w:tabs>
          <w:tab w:val="left" w:pos="7351"/>
        </w:tabs>
      </w:pPr>
      <w:r w:rsidRPr="009C1BDD">
        <w:t xml:space="preserve">Площадь поселения составляет 27349,07 га. </w:t>
      </w:r>
    </w:p>
    <w:p w:rsidR="00BE3174" w:rsidRDefault="00BE3174" w:rsidP="004F3C5E">
      <w:pPr>
        <w:tabs>
          <w:tab w:val="left" w:pos="7351"/>
        </w:tabs>
      </w:pPr>
      <w:r w:rsidRPr="007F79B2">
        <w:t xml:space="preserve">Село Майма, как районный </w:t>
      </w:r>
      <w:r>
        <w:t xml:space="preserve">центр основан в 1953 году. Село </w:t>
      </w:r>
      <w:r w:rsidRPr="007F79B2">
        <w:t>Майма</w:t>
      </w:r>
      <w:r>
        <w:t>, расположено на реках Майма и Алгаирке, в местах их впадения в реку К</w:t>
      </w:r>
      <w:r>
        <w:t>а</w:t>
      </w:r>
      <w:r>
        <w:t xml:space="preserve">тунь, на высоте 270-300 м над уровнем моря, в 10 км к северу от г. Горно-Алтайска, соединен со столицей автомобильной дорогой. </w:t>
      </w:r>
      <w:r w:rsidRPr="004C6ED9">
        <w:t>Расстояние до ж</w:t>
      </w:r>
      <w:r w:rsidRPr="004C6ED9">
        <w:t>е</w:t>
      </w:r>
      <w:r w:rsidRPr="004C6ED9">
        <w:t xml:space="preserve">лезнодорожной станции г. Бийск – 97 км. </w:t>
      </w:r>
      <w:r>
        <w:t>Через село проходит дорога фед</w:t>
      </w:r>
      <w:r>
        <w:t>е</w:t>
      </w:r>
      <w:r>
        <w:t>рального значения Новосибирск-Ташанта (Чуйский тракт).</w:t>
      </w:r>
    </w:p>
    <w:p w:rsidR="00BE3174" w:rsidRPr="001B55DC" w:rsidRDefault="00BE3174" w:rsidP="007D5360">
      <w:pPr>
        <w:rPr>
          <w:spacing w:val="-3"/>
          <w:shd w:val="clear" w:color="auto" w:fill="F5F2E6"/>
        </w:rPr>
      </w:pPr>
      <w:r>
        <w:rPr>
          <w:lang w:eastAsia="ru-RU"/>
        </w:rPr>
        <w:t>О</w:t>
      </w:r>
      <w:r w:rsidRPr="00421683">
        <w:rPr>
          <w:lang w:eastAsia="ru-RU"/>
        </w:rPr>
        <w:t xml:space="preserve">сновные отрасли экономики </w:t>
      </w:r>
      <w:r>
        <w:t>Майминского</w:t>
      </w:r>
      <w:r w:rsidRPr="00421683">
        <w:rPr>
          <w:lang w:eastAsia="ru-RU"/>
        </w:rPr>
        <w:t xml:space="preserve"> сельского поселения –</w:t>
      </w:r>
      <w:r>
        <w:rPr>
          <w:lang w:eastAsia="ru-RU"/>
        </w:rPr>
        <w:t xml:space="preserve"> </w:t>
      </w:r>
      <w:r w:rsidRPr="00421683">
        <w:rPr>
          <w:lang w:eastAsia="ru-RU"/>
        </w:rPr>
        <w:t>пи</w:t>
      </w:r>
      <w:r>
        <w:rPr>
          <w:lang w:eastAsia="ru-RU"/>
        </w:rPr>
        <w:t>-</w:t>
      </w:r>
      <w:r w:rsidRPr="00421683">
        <w:rPr>
          <w:lang w:eastAsia="ru-RU"/>
        </w:rPr>
        <w:t>щевая промышленность, торговля</w:t>
      </w:r>
      <w:r>
        <w:rPr>
          <w:lang w:eastAsia="ru-RU"/>
        </w:rPr>
        <w:t xml:space="preserve">, туризм, </w:t>
      </w:r>
      <w:r w:rsidRPr="001B55DC">
        <w:rPr>
          <w:spacing w:val="-3"/>
          <w:shd w:val="clear" w:color="auto" w:fill="F5F2E6"/>
        </w:rPr>
        <w:t>лесная</w:t>
      </w:r>
      <w:r>
        <w:rPr>
          <w:spacing w:val="-3"/>
          <w:shd w:val="clear" w:color="auto" w:fill="F5F2E6"/>
        </w:rPr>
        <w:t>,</w:t>
      </w:r>
      <w:r w:rsidRPr="001B55DC">
        <w:rPr>
          <w:spacing w:val="-3"/>
          <w:shd w:val="clear" w:color="auto" w:fill="F5F2E6"/>
        </w:rPr>
        <w:t xml:space="preserve"> деревообрабатывающая промышленность</w:t>
      </w:r>
      <w:r>
        <w:rPr>
          <w:spacing w:val="-3"/>
          <w:shd w:val="clear" w:color="auto" w:fill="F5F2E6"/>
        </w:rPr>
        <w:t>, промышленность стройматериалов,</w:t>
      </w:r>
      <w:r w:rsidRPr="001B55DC">
        <w:rPr>
          <w:spacing w:val="-3"/>
          <w:shd w:val="clear" w:color="auto" w:fill="F5F2E6"/>
        </w:rPr>
        <w:t xml:space="preserve"> легкая промышле</w:t>
      </w:r>
      <w:r w:rsidRPr="001B55DC">
        <w:rPr>
          <w:spacing w:val="-3"/>
          <w:shd w:val="clear" w:color="auto" w:fill="F5F2E6"/>
        </w:rPr>
        <w:t>н</w:t>
      </w:r>
      <w:r w:rsidRPr="001B55DC">
        <w:rPr>
          <w:spacing w:val="-3"/>
          <w:shd w:val="clear" w:color="auto" w:fill="F5F2E6"/>
        </w:rPr>
        <w:t>ность.</w:t>
      </w:r>
    </w:p>
    <w:p w:rsidR="00BE3174" w:rsidRPr="007F79B2" w:rsidRDefault="00BE3174" w:rsidP="007D5360">
      <w:r w:rsidRPr="001B55DC">
        <w:rPr>
          <w:snapToGrid w:val="0"/>
          <w:lang w:eastAsia="ru-RU"/>
        </w:rPr>
        <w:t>В структуре промышленного производства основную долю произво</w:t>
      </w:r>
      <w:r w:rsidRPr="001B55DC">
        <w:rPr>
          <w:snapToGrid w:val="0"/>
          <w:lang w:eastAsia="ru-RU"/>
        </w:rPr>
        <w:t>д</w:t>
      </w:r>
      <w:r w:rsidRPr="001B55DC">
        <w:rPr>
          <w:snapToGrid w:val="0"/>
          <w:lang w:eastAsia="ru-RU"/>
        </w:rPr>
        <w:t xml:space="preserve">ства продукции составляют предприятия пищевой промышленности. </w:t>
      </w:r>
      <w:r>
        <w:t>Кру</w:t>
      </w:r>
      <w:r>
        <w:t>п</w:t>
      </w:r>
      <w:r>
        <w:t xml:space="preserve">ными предприятиями в отрасли экономики </w:t>
      </w:r>
      <w:r w:rsidRPr="009C1BDD">
        <w:t>Майминского сельского посел</w:t>
      </w:r>
      <w:r w:rsidRPr="009C1BDD">
        <w:t>е</w:t>
      </w:r>
      <w:r w:rsidRPr="009C1BDD">
        <w:t>ния</w:t>
      </w:r>
      <w:r>
        <w:t xml:space="preserve"> являются </w:t>
      </w:r>
      <w:r w:rsidRPr="00FA47EB">
        <w:t>–</w:t>
      </w:r>
      <w:r>
        <w:t xml:space="preserve"> </w:t>
      </w:r>
      <w:r w:rsidRPr="002A0663">
        <w:t>ООО «Майма - Молоко»</w:t>
      </w:r>
      <w:r>
        <w:t xml:space="preserve">, </w:t>
      </w:r>
      <w:r w:rsidRPr="002A0663">
        <w:t>ООО «Нарине»</w:t>
      </w:r>
      <w:r>
        <w:t xml:space="preserve">, </w:t>
      </w:r>
      <w:r w:rsidRPr="002A0663">
        <w:t>ООО «Газоблок»,</w:t>
      </w:r>
      <w:r>
        <w:t xml:space="preserve"> </w:t>
      </w:r>
      <w:r w:rsidRPr="002A0663">
        <w:t>ФГУ ДЭП №217,</w:t>
      </w:r>
      <w:r>
        <w:t xml:space="preserve"> </w:t>
      </w:r>
      <w:r w:rsidRPr="002A0663">
        <w:t>ГУП Учреждение ИР - 91/1,</w:t>
      </w:r>
      <w:r>
        <w:t xml:space="preserve"> </w:t>
      </w:r>
      <w:r w:rsidRPr="002A0663">
        <w:t>ОАО «Криоген», ЧП «Фотьев», ЧП Губин.</w:t>
      </w:r>
    </w:p>
    <w:p w:rsidR="00BE3174" w:rsidRDefault="00BE3174" w:rsidP="004F3C5E">
      <w:pPr>
        <w:ind w:firstLine="0"/>
        <w:jc w:val="center"/>
        <w:rPr>
          <w:b/>
        </w:rPr>
      </w:pPr>
    </w:p>
    <w:p w:rsidR="00BE3174" w:rsidRPr="00EA3137" w:rsidRDefault="00BE3174" w:rsidP="00224DA2">
      <w:pPr>
        <w:pStyle w:val="Subtitle"/>
      </w:pPr>
      <w:r w:rsidRPr="00EA3137">
        <w:t>Природно-климатические условия</w:t>
      </w:r>
    </w:p>
    <w:p w:rsidR="00BE3174" w:rsidRDefault="00BE3174" w:rsidP="00933E0C">
      <w:pPr>
        <w:ind w:firstLine="539"/>
        <w:rPr>
          <w:szCs w:val="28"/>
        </w:rPr>
      </w:pPr>
      <w:r w:rsidRPr="00430DFD">
        <w:rPr>
          <w:szCs w:val="28"/>
        </w:rPr>
        <w:t xml:space="preserve">Климат </w:t>
      </w:r>
      <w:r>
        <w:t xml:space="preserve">Майминского </w:t>
      </w:r>
      <w:r w:rsidRPr="009C1BDD">
        <w:t>сельско</w:t>
      </w:r>
      <w:r>
        <w:t>го поселения</w:t>
      </w:r>
      <w:r w:rsidRPr="009C1BDD">
        <w:t xml:space="preserve"> –</w:t>
      </w:r>
      <w:r>
        <w:t xml:space="preserve"> резко континентальный. </w:t>
      </w:r>
      <w:r>
        <w:rPr>
          <w:szCs w:val="28"/>
        </w:rPr>
        <w:t>С</w:t>
      </w:r>
      <w:r w:rsidRPr="00430DFD">
        <w:rPr>
          <w:szCs w:val="28"/>
        </w:rPr>
        <w:t>уровая, продолжительная зима</w:t>
      </w:r>
      <w:r>
        <w:rPr>
          <w:szCs w:val="28"/>
        </w:rPr>
        <w:t xml:space="preserve"> с сильными ветрами и метелями. Лето </w:t>
      </w:r>
      <w:r w:rsidRPr="00430DFD">
        <w:rPr>
          <w:szCs w:val="28"/>
        </w:rPr>
        <w:t>сра</w:t>
      </w:r>
      <w:r w:rsidRPr="00430DFD">
        <w:rPr>
          <w:szCs w:val="28"/>
        </w:rPr>
        <w:t>в</w:t>
      </w:r>
      <w:r w:rsidRPr="00430DFD">
        <w:rPr>
          <w:szCs w:val="28"/>
        </w:rPr>
        <w:t>нительно короткое</w:t>
      </w:r>
      <w:r>
        <w:rPr>
          <w:szCs w:val="28"/>
        </w:rPr>
        <w:t xml:space="preserve"> и умеренно</w:t>
      </w:r>
      <w:r w:rsidRPr="00430DFD">
        <w:rPr>
          <w:szCs w:val="28"/>
        </w:rPr>
        <w:t xml:space="preserve"> жар</w:t>
      </w:r>
      <w:r>
        <w:rPr>
          <w:szCs w:val="28"/>
        </w:rPr>
        <w:t xml:space="preserve">кое, </w:t>
      </w:r>
      <w:r w:rsidRPr="00D61258">
        <w:t>с довольно высоким количеством осадков.</w:t>
      </w:r>
      <w:r>
        <w:t xml:space="preserve"> </w:t>
      </w:r>
      <w:r w:rsidRPr="00933E0C">
        <w:rPr>
          <w:szCs w:val="28"/>
        </w:rPr>
        <w:t>Характерна большая разница между ночными и дневными темпер</w:t>
      </w:r>
      <w:r w:rsidRPr="00933E0C">
        <w:rPr>
          <w:szCs w:val="28"/>
        </w:rPr>
        <w:t>а</w:t>
      </w:r>
      <w:r w:rsidRPr="00933E0C">
        <w:rPr>
          <w:szCs w:val="28"/>
        </w:rPr>
        <w:t xml:space="preserve">турами. </w:t>
      </w:r>
    </w:p>
    <w:p w:rsidR="00BE3174" w:rsidRDefault="00BE3174" w:rsidP="00933E0C">
      <w:pPr>
        <w:ind w:firstLine="539"/>
        <w:rPr>
          <w:szCs w:val="28"/>
        </w:rPr>
      </w:pPr>
      <w:r>
        <w:rPr>
          <w:szCs w:val="28"/>
        </w:rPr>
        <w:t xml:space="preserve">Продолжительность безморозного периода составляет 136 дней. </w:t>
      </w:r>
      <w:r w:rsidRPr="007D08C9">
        <w:t>Средн</w:t>
      </w:r>
      <w:r w:rsidRPr="007D08C9">
        <w:t>е</w:t>
      </w:r>
      <w:r w:rsidRPr="007D08C9">
        <w:t>суточная температура января составляет -15,4°С, среднесуточная температ</w:t>
      </w:r>
      <w:r w:rsidRPr="007D08C9">
        <w:t>у</w:t>
      </w:r>
      <w:r w:rsidRPr="007D08C9">
        <w:t>ра в июле +15,4°С.</w:t>
      </w:r>
    </w:p>
    <w:p w:rsidR="00BE3174" w:rsidRDefault="00BE3174" w:rsidP="00947536">
      <w:pPr>
        <w:ind w:firstLine="539"/>
        <w:rPr>
          <w:szCs w:val="28"/>
        </w:rPr>
      </w:pPr>
      <w:r w:rsidRPr="00933E0C">
        <w:rPr>
          <w:szCs w:val="28"/>
        </w:rPr>
        <w:t xml:space="preserve">По количеству выпадающих атмосферных осадков </w:t>
      </w:r>
      <w:r>
        <w:t>является</w:t>
      </w:r>
      <w:r w:rsidRPr="00933E0C">
        <w:rPr>
          <w:szCs w:val="28"/>
        </w:rPr>
        <w:t xml:space="preserve"> од</w:t>
      </w:r>
      <w:r>
        <w:rPr>
          <w:szCs w:val="28"/>
        </w:rPr>
        <w:t>ним</w:t>
      </w:r>
      <w:r w:rsidRPr="00933E0C">
        <w:rPr>
          <w:szCs w:val="28"/>
        </w:rPr>
        <w:t xml:space="preserve"> из наиболее увлажненных районов. В среднем вы</w:t>
      </w:r>
      <w:r>
        <w:rPr>
          <w:szCs w:val="28"/>
        </w:rPr>
        <w:t xml:space="preserve">падает 700- 750 мм </w:t>
      </w:r>
      <w:r w:rsidRPr="00933E0C">
        <w:rPr>
          <w:szCs w:val="28"/>
        </w:rPr>
        <w:t>осадков</w:t>
      </w:r>
      <w:r>
        <w:rPr>
          <w:szCs w:val="28"/>
        </w:rPr>
        <w:t xml:space="preserve"> в год</w:t>
      </w:r>
      <w:r w:rsidRPr="00933E0C">
        <w:rPr>
          <w:szCs w:val="28"/>
        </w:rPr>
        <w:t>. Количество осадков возрастает при подходе к горам.</w:t>
      </w:r>
    </w:p>
    <w:p w:rsidR="00BE3174" w:rsidRDefault="00BE3174" w:rsidP="00947536">
      <w:pPr>
        <w:ind w:firstLine="539"/>
        <w:rPr>
          <w:szCs w:val="28"/>
        </w:rPr>
      </w:pPr>
    </w:p>
    <w:p w:rsidR="00BE3174" w:rsidRDefault="00BE3174" w:rsidP="00947536">
      <w:pPr>
        <w:ind w:firstLine="539"/>
        <w:rPr>
          <w:szCs w:val="28"/>
        </w:rPr>
      </w:pPr>
    </w:p>
    <w:p w:rsidR="00BE3174" w:rsidRPr="00C51E23" w:rsidRDefault="00BE3174" w:rsidP="00A76893">
      <w:pPr>
        <w:pStyle w:val="Heading2"/>
      </w:pPr>
      <w:bookmarkStart w:id="6" w:name="_Toc10132648"/>
      <w:r w:rsidRPr="00C51E23">
        <w:t>Описание рельефа</w:t>
      </w:r>
      <w:bookmarkEnd w:id="6"/>
    </w:p>
    <w:p w:rsidR="00BE3174" w:rsidRPr="003A260C" w:rsidRDefault="00BE3174" w:rsidP="00D61258">
      <w:pPr>
        <w:ind w:firstLine="539"/>
        <w:rPr>
          <w:bCs/>
          <w:szCs w:val="28"/>
        </w:rPr>
      </w:pPr>
      <w:r w:rsidRPr="003A260C">
        <w:rPr>
          <w:bCs/>
          <w:szCs w:val="28"/>
        </w:rPr>
        <w:t>Рельеф, как совокупность неровностей земной поверхности различных по масштабу и происхождению, является основополагающим компонентом в образовании природных комплексов любой территории. Высота, взаимора</w:t>
      </w:r>
      <w:r w:rsidRPr="003A260C">
        <w:rPr>
          <w:bCs/>
          <w:szCs w:val="28"/>
        </w:rPr>
        <w:t>с</w:t>
      </w:r>
      <w:r w:rsidRPr="003A260C">
        <w:rPr>
          <w:bCs/>
          <w:szCs w:val="28"/>
        </w:rPr>
        <w:t>положение орографических элементов относительно друг друга, крутизна склонов имеют большое влияние на формирование микроклиматических х</w:t>
      </w:r>
      <w:r w:rsidRPr="003A260C">
        <w:rPr>
          <w:bCs/>
          <w:szCs w:val="28"/>
        </w:rPr>
        <w:t>а</w:t>
      </w:r>
      <w:r w:rsidRPr="003A260C">
        <w:rPr>
          <w:bCs/>
          <w:szCs w:val="28"/>
        </w:rPr>
        <w:t>рактеристик, водных потоков, почвенно-растительного покрова, а также на развитие экзогенных процессов и является одним из определяющих факторов природопользования.</w:t>
      </w:r>
    </w:p>
    <w:p w:rsidR="00BE3174" w:rsidRPr="007D11BE" w:rsidRDefault="00BE3174" w:rsidP="00D61258">
      <w:pPr>
        <w:ind w:firstLine="539"/>
        <w:rPr>
          <w:bCs/>
          <w:szCs w:val="28"/>
        </w:rPr>
      </w:pPr>
      <w:r w:rsidRPr="007D11BE">
        <w:rPr>
          <w:bCs/>
          <w:szCs w:val="28"/>
        </w:rPr>
        <w:t xml:space="preserve">Майминский район находится на севере Горного Алтая в отрогах хребта Иолго </w:t>
      </w:r>
      <w:r w:rsidRPr="007D11BE">
        <w:t>и Семинского</w:t>
      </w:r>
      <w:r w:rsidRPr="007D11BE">
        <w:rPr>
          <w:bCs/>
          <w:szCs w:val="28"/>
        </w:rPr>
        <w:t>. Наивысшей отметкой территории является гора Чепт</w:t>
      </w:r>
      <w:r w:rsidRPr="007D11BE">
        <w:rPr>
          <w:bCs/>
          <w:szCs w:val="28"/>
        </w:rPr>
        <w:t>о</w:t>
      </w:r>
      <w:r w:rsidRPr="007D11BE">
        <w:rPr>
          <w:bCs/>
          <w:szCs w:val="28"/>
        </w:rPr>
        <w:t>ган (1471 м). Территория Майминского района относится к Северо-Восточной Алтайской ландшафтной провинции.</w:t>
      </w:r>
    </w:p>
    <w:p w:rsidR="00BE3174" w:rsidRPr="00042CD7" w:rsidRDefault="00BE3174" w:rsidP="007D11BE">
      <w:r w:rsidRPr="00042CD7">
        <w:t>Территория сельского поселения относится к низкогорному типу рел</w:t>
      </w:r>
      <w:r w:rsidRPr="00042CD7">
        <w:t>ь</w:t>
      </w:r>
      <w:r w:rsidRPr="00042CD7">
        <w:t>ефа с абсолютными отметками 500 –1000 м, относительными 200 – 500 м, с довольно широкими водораздельными плато, с большой густотой эрозионн</w:t>
      </w:r>
      <w:r w:rsidRPr="00042CD7">
        <w:t>о</w:t>
      </w:r>
      <w:r w:rsidRPr="00042CD7">
        <w:t xml:space="preserve">го расчленения, что объясняется большим количеством выпадающих здесь осадков. </w:t>
      </w:r>
    </w:p>
    <w:p w:rsidR="00BE3174" w:rsidRPr="00042CD7" w:rsidRDefault="00BE3174" w:rsidP="007D11BE">
      <w:r w:rsidRPr="00042CD7">
        <w:t>Территория сельского поселения расположена в отроге хребта Иолго. К северу происходит снижение высот хребтов, где они не превышают 600-</w:t>
      </w:r>
      <w:r>
        <w:t xml:space="preserve"> 800</w:t>
      </w:r>
      <w:r w:rsidRPr="00042CD7">
        <w:t>м. Поэтому на севере характерно господство лесо-степных низкогорных ландшафтов в сочетании с лесными низкогорьями. Большую роль в форм</w:t>
      </w:r>
      <w:r w:rsidRPr="00042CD7">
        <w:t>и</w:t>
      </w:r>
      <w:r w:rsidRPr="00042CD7">
        <w:t>ровании рельефа района играют реки и временные водотоки. Их влияние привело к формированию слабо расчлененного рельефа с куполовидными и относительно пологими склонами.</w:t>
      </w:r>
    </w:p>
    <w:p w:rsidR="00BE3174" w:rsidRPr="00042CD7" w:rsidRDefault="00BE3174" w:rsidP="007D11BE">
      <w:r w:rsidRPr="00042CD7">
        <w:t>В пределах высот 500 -</w:t>
      </w:r>
      <w:r>
        <w:t xml:space="preserve"> </w:t>
      </w:r>
      <w:r w:rsidRPr="00042CD7">
        <w:t>1200 м междуречья более мягкие, выровненные, склоны большей частью незалесенные, делювиальные с углами 15 – 20°. Д</w:t>
      </w:r>
      <w:r w:rsidRPr="00042CD7">
        <w:t>о</w:t>
      </w:r>
      <w:r w:rsidRPr="00042CD7">
        <w:t>лины более широкие с хорошо развитыми поймами и местами с меандр</w:t>
      </w:r>
      <w:r w:rsidRPr="00042CD7">
        <w:t>и</w:t>
      </w:r>
      <w:r w:rsidRPr="00042CD7">
        <w:t>рующими руслами.</w:t>
      </w:r>
    </w:p>
    <w:p w:rsidR="00BE3174" w:rsidRDefault="00BE3174" w:rsidP="007D11BE">
      <w:pPr>
        <w:ind w:firstLine="539"/>
        <w:rPr>
          <w:bCs/>
          <w:szCs w:val="28"/>
        </w:rPr>
      </w:pPr>
      <w:r w:rsidRPr="00042CD7">
        <w:t xml:space="preserve">Кроме того, выделяются наиболее пониженные участки эрозионного рельефа. Имея высоты до 400 – 800 м, они отличаются уплощенными или </w:t>
      </w:r>
      <w:r>
        <w:t xml:space="preserve"> </w:t>
      </w:r>
      <w:r w:rsidRPr="00042CD7">
        <w:t>куполовидными междуречьями и пологими делювиальными склонами (часто распаханными) крутизной до 10 – 15°.</w:t>
      </w:r>
    </w:p>
    <w:p w:rsidR="00BE3174" w:rsidRDefault="00BE3174">
      <w:pPr>
        <w:spacing w:line="240" w:lineRule="auto"/>
        <w:ind w:firstLine="0"/>
        <w:jc w:val="left"/>
      </w:pPr>
      <w:r>
        <w:br w:type="page"/>
      </w:r>
    </w:p>
    <w:p w:rsidR="00BE3174" w:rsidRDefault="00BE3174" w:rsidP="00FF7A18">
      <w:pPr>
        <w:pStyle w:val="Heading1"/>
      </w:pPr>
      <w:bookmarkStart w:id="7" w:name="_Toc10132649"/>
      <w:r>
        <w:t>Схема водоснабжения МО «Майминское сельское поселение»</w:t>
      </w:r>
      <w:bookmarkEnd w:id="7"/>
    </w:p>
    <w:p w:rsidR="00BE3174" w:rsidRDefault="00BE3174" w:rsidP="00A76893">
      <w:pPr>
        <w:pStyle w:val="Heading2"/>
      </w:pPr>
      <w:bookmarkStart w:id="8" w:name="_Toc10132650"/>
      <w:r w:rsidRPr="00F2675E">
        <w:t xml:space="preserve">Технико-экономическое состояние централизованных систем </w:t>
      </w:r>
      <w:r>
        <w:t xml:space="preserve">     </w:t>
      </w:r>
      <w:r w:rsidRPr="00F2675E">
        <w:t>водоснабжения</w:t>
      </w:r>
      <w:r w:rsidRPr="00F2675E">
        <w:rPr>
          <w:lang w:eastAsia="en-US"/>
        </w:rPr>
        <w:t xml:space="preserve"> </w:t>
      </w:r>
      <w:r>
        <w:t>поселения</w:t>
      </w:r>
      <w:bookmarkEnd w:id="8"/>
    </w:p>
    <w:p w:rsidR="00BE3174" w:rsidRDefault="00BE3174" w:rsidP="00A76893">
      <w:pPr>
        <w:pStyle w:val="Heading3"/>
      </w:pPr>
      <w:bookmarkStart w:id="9" w:name="_Toc10132651"/>
      <w:r w:rsidRPr="00F2675E">
        <w:t xml:space="preserve">Описание системы и структуры водоснабжения </w:t>
      </w:r>
      <w:r>
        <w:t xml:space="preserve">поселения               </w:t>
      </w:r>
      <w:r w:rsidRPr="00F2675E">
        <w:t xml:space="preserve">и деление территории </w:t>
      </w:r>
      <w:r>
        <w:t>поселения</w:t>
      </w:r>
      <w:r w:rsidRPr="00F2675E">
        <w:t xml:space="preserve"> на эксплуатационные зоны</w:t>
      </w:r>
      <w:bookmarkEnd w:id="9"/>
    </w:p>
    <w:p w:rsidR="00BE3174" w:rsidRDefault="00BE3174" w:rsidP="00782372">
      <w:r>
        <w:t>Система водоснабжения населенного пункта - это комплекс инжене</w:t>
      </w:r>
      <w:r>
        <w:t>р</w:t>
      </w:r>
      <w:r>
        <w:t>ных сооружений, предназначенных для забора воды из источника водосна</w:t>
      </w:r>
      <w:r>
        <w:t>б</w:t>
      </w:r>
      <w:r>
        <w:t xml:space="preserve">жения, ее очистки, хранения и подачи потребителю. </w:t>
      </w:r>
    </w:p>
    <w:p w:rsidR="00BE3174" w:rsidRDefault="00BE3174" w:rsidP="00782372">
      <w:r>
        <w:t xml:space="preserve">Структура системы водоснабжения зависит от многих факторов:     расположение, мощность и качество воды источника водоснабжения. </w:t>
      </w:r>
    </w:p>
    <w:p w:rsidR="00BE3174" w:rsidRPr="00AB5B39" w:rsidRDefault="00BE3174" w:rsidP="003309C4">
      <w:pPr>
        <w:ind w:firstLine="567"/>
        <w:rPr>
          <w:szCs w:val="28"/>
        </w:rPr>
      </w:pPr>
      <w:r w:rsidRPr="00AB5B39">
        <w:rPr>
          <w:szCs w:val="28"/>
        </w:rPr>
        <w:t xml:space="preserve">Задачами систем водоснабжения являются: </w:t>
      </w:r>
    </w:p>
    <w:p w:rsidR="00BE3174" w:rsidRPr="00AB5B39" w:rsidRDefault="00BE3174" w:rsidP="003309C4">
      <w:pPr>
        <w:pStyle w:val="ListParagraph"/>
        <w:numPr>
          <w:ilvl w:val="0"/>
          <w:numId w:val="30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 xml:space="preserve">добыча воды; </w:t>
      </w:r>
    </w:p>
    <w:p w:rsidR="00BE3174" w:rsidRPr="00793116" w:rsidRDefault="00BE3174" w:rsidP="003309C4">
      <w:pPr>
        <w:pStyle w:val="ListParagraph"/>
        <w:numPr>
          <w:ilvl w:val="0"/>
          <w:numId w:val="30"/>
        </w:numPr>
        <w:spacing w:line="276" w:lineRule="auto"/>
        <w:contextualSpacing/>
        <w:rPr>
          <w:szCs w:val="28"/>
        </w:rPr>
      </w:pPr>
      <w:r w:rsidRPr="00793116">
        <w:rPr>
          <w:szCs w:val="28"/>
        </w:rPr>
        <w:t xml:space="preserve">при необходимости подача воды к местам обработки и очистки; </w:t>
      </w:r>
    </w:p>
    <w:p w:rsidR="00BE3174" w:rsidRPr="00793116" w:rsidRDefault="00BE3174" w:rsidP="003309C4">
      <w:pPr>
        <w:pStyle w:val="ListParagraph"/>
        <w:numPr>
          <w:ilvl w:val="0"/>
          <w:numId w:val="30"/>
        </w:numPr>
        <w:spacing w:line="276" w:lineRule="auto"/>
        <w:contextualSpacing/>
        <w:rPr>
          <w:szCs w:val="28"/>
        </w:rPr>
      </w:pPr>
      <w:r w:rsidRPr="00793116">
        <w:rPr>
          <w:szCs w:val="28"/>
        </w:rPr>
        <w:t xml:space="preserve">хранение воды в специальных резервуарах; </w:t>
      </w:r>
    </w:p>
    <w:p w:rsidR="00BE3174" w:rsidRPr="00793116" w:rsidRDefault="00BE3174" w:rsidP="003309C4">
      <w:pPr>
        <w:pStyle w:val="ListParagraph"/>
        <w:numPr>
          <w:ilvl w:val="0"/>
          <w:numId w:val="30"/>
        </w:numPr>
        <w:spacing w:line="276" w:lineRule="auto"/>
        <w:contextualSpacing/>
        <w:rPr>
          <w:szCs w:val="28"/>
        </w:rPr>
      </w:pPr>
      <w:r w:rsidRPr="00793116">
        <w:rPr>
          <w:szCs w:val="28"/>
        </w:rPr>
        <w:t>подача воды в водопроводную сеть к потребителям.</w:t>
      </w:r>
    </w:p>
    <w:p w:rsidR="00BE3174" w:rsidRPr="00793116" w:rsidRDefault="00BE3174" w:rsidP="00CA60D5">
      <w:r w:rsidRPr="00793116">
        <w:t>Эксплуатационная зона - зона эксплуатационной ответственности     организации, осуществляющей горячее водоснабжение или холодное вод</w:t>
      </w:r>
      <w:r w:rsidRPr="00793116">
        <w:t>о</w:t>
      </w:r>
      <w:r w:rsidRPr="00793116">
        <w:t>снабжение и водоотведение, определенная по признаку обязанностей (отве</w:t>
      </w:r>
      <w:r w:rsidRPr="00793116">
        <w:t>т</w:t>
      </w:r>
      <w:r w:rsidRPr="00793116">
        <w:t>ственности) организации по эксплуатации централизованных систем вод</w:t>
      </w:r>
      <w:r w:rsidRPr="00793116">
        <w:t>о</w:t>
      </w:r>
      <w:r w:rsidRPr="00793116">
        <w:t>снабжения и водоотведения.</w:t>
      </w:r>
    </w:p>
    <w:p w:rsidR="00BE3174" w:rsidRPr="00AB5B39" w:rsidRDefault="00BE3174" w:rsidP="00CA60D5">
      <w:pPr>
        <w:ind w:firstLine="567"/>
        <w:rPr>
          <w:szCs w:val="28"/>
        </w:rPr>
      </w:pPr>
      <w:r w:rsidRPr="00793116">
        <w:rPr>
          <w:szCs w:val="28"/>
        </w:rPr>
        <w:t xml:space="preserve">Организация системы водоснабжения </w:t>
      </w:r>
      <w:r w:rsidRPr="00793116">
        <w:rPr>
          <w:bCs/>
          <w:szCs w:val="28"/>
        </w:rPr>
        <w:t xml:space="preserve">поселения </w:t>
      </w:r>
      <w:r w:rsidRPr="00793116">
        <w:rPr>
          <w:szCs w:val="28"/>
        </w:rPr>
        <w:t>происходит на</w:t>
      </w:r>
      <w:r w:rsidRPr="00AB5B39">
        <w:rPr>
          <w:szCs w:val="28"/>
        </w:rPr>
        <w:t xml:space="preserve"> основ</w:t>
      </w:r>
      <w:r w:rsidRPr="00AB5B39">
        <w:rPr>
          <w:szCs w:val="28"/>
        </w:rPr>
        <w:t>а</w:t>
      </w:r>
      <w:r w:rsidRPr="00AB5B39">
        <w:rPr>
          <w:szCs w:val="28"/>
        </w:rPr>
        <w:t xml:space="preserve">нии сопоставления возможных вариантов с учетом особенностей территорий, требуемых расходов воды на разных этапах развития </w:t>
      </w:r>
      <w:r>
        <w:rPr>
          <w:szCs w:val="28"/>
        </w:rPr>
        <w:t>поселения</w:t>
      </w:r>
      <w:r w:rsidRPr="00AB5B39">
        <w:rPr>
          <w:szCs w:val="28"/>
        </w:rPr>
        <w:t>, возможных источников водоснабжения, требований к напорам, качеству воды и гарант</w:t>
      </w:r>
      <w:r w:rsidRPr="00AB5B39">
        <w:rPr>
          <w:szCs w:val="28"/>
        </w:rPr>
        <w:t>и</w:t>
      </w:r>
      <w:r w:rsidRPr="00AB5B39">
        <w:rPr>
          <w:szCs w:val="28"/>
        </w:rPr>
        <w:t xml:space="preserve">рованности ее подачи. </w:t>
      </w:r>
    </w:p>
    <w:p w:rsidR="00BE3174" w:rsidRPr="00AB5B39" w:rsidRDefault="00BE3174" w:rsidP="00CA60D5">
      <w:pPr>
        <w:ind w:firstLine="567"/>
        <w:rPr>
          <w:szCs w:val="28"/>
        </w:rPr>
      </w:pPr>
      <w:r w:rsidRPr="00AB5B39">
        <w:rPr>
          <w:szCs w:val="28"/>
        </w:rPr>
        <w:t>В целях обеспечения санитарно-эпидемиологической надежности прое</w:t>
      </w:r>
      <w:r w:rsidRPr="00AB5B39">
        <w:rPr>
          <w:szCs w:val="28"/>
        </w:rPr>
        <w:t>к</w:t>
      </w:r>
      <w:r w:rsidRPr="00AB5B39">
        <w:rPr>
          <w:szCs w:val="28"/>
        </w:rPr>
        <w:t>тируемых и реконструируемых водопроводов хозяйственно-питьевого вод</w:t>
      </w:r>
      <w:r w:rsidRPr="00AB5B39">
        <w:rPr>
          <w:szCs w:val="28"/>
        </w:rPr>
        <w:t>о</w:t>
      </w:r>
      <w:r w:rsidRPr="00AB5B39">
        <w:rPr>
          <w:szCs w:val="28"/>
        </w:rPr>
        <w:t>снабжения в местах расположения водозаборных сооружений и окружающих их территориях организуются зоны санитарной охраны (ЗСО). Зона санита</w:t>
      </w:r>
      <w:r w:rsidRPr="00AB5B39">
        <w:rPr>
          <w:szCs w:val="28"/>
        </w:rPr>
        <w:t>р</w:t>
      </w:r>
      <w:r w:rsidRPr="00AB5B39">
        <w:rPr>
          <w:szCs w:val="28"/>
        </w:rPr>
        <w:t>ной охраны источника водоснабжения в месте забора воды состоит из трех поясов: первого строгого режима, второго и третьего режимов ограничения. Проекты указанных зон разработаны на основе данных санитарно-топографического обследования территорий, а также гидрологических, и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женерно-геологических и топографических материалов. </w:t>
      </w:r>
    </w:p>
    <w:p w:rsidR="00BE3174" w:rsidRDefault="00BE3174" w:rsidP="00CA60D5">
      <w:pPr>
        <w:ind w:firstLine="567"/>
        <w:rPr>
          <w:szCs w:val="28"/>
        </w:rPr>
      </w:pPr>
      <w:r w:rsidRPr="00AB5B39">
        <w:rPr>
          <w:szCs w:val="28"/>
        </w:rPr>
        <w:t xml:space="preserve">Важнейшим элементом системы водоснабжения </w:t>
      </w:r>
      <w:r>
        <w:rPr>
          <w:bCs/>
          <w:szCs w:val="28"/>
        </w:rPr>
        <w:t>поселения</w:t>
      </w:r>
      <w:r w:rsidRPr="001A318E">
        <w:rPr>
          <w:szCs w:val="28"/>
        </w:rPr>
        <w:t xml:space="preserve"> </w:t>
      </w:r>
      <w:r w:rsidRPr="00AB5B39">
        <w:rPr>
          <w:szCs w:val="28"/>
        </w:rPr>
        <w:t>являются в</w:t>
      </w:r>
      <w:r w:rsidRPr="00AB5B39">
        <w:rPr>
          <w:szCs w:val="28"/>
        </w:rPr>
        <w:t>о</w:t>
      </w:r>
      <w:r w:rsidRPr="00AB5B39">
        <w:rPr>
          <w:szCs w:val="28"/>
        </w:rPr>
        <w:t>допроводные сети. К сетям водоснабжения предъявляются повышенные тр</w:t>
      </w:r>
      <w:r w:rsidRPr="00AB5B39">
        <w:rPr>
          <w:szCs w:val="28"/>
        </w:rPr>
        <w:t>е</w:t>
      </w:r>
      <w:r w:rsidRPr="00AB5B39">
        <w:rPr>
          <w:szCs w:val="28"/>
        </w:rPr>
        <w:t>бования бесперебойной подачи воды в течение суток в требуемом количестве и надлежащего качества. Сети водопровода подразделяются на магистрал</w:t>
      </w:r>
      <w:r w:rsidRPr="00AB5B39">
        <w:rPr>
          <w:szCs w:val="28"/>
        </w:rPr>
        <w:t>ь</w:t>
      </w:r>
      <w:r w:rsidRPr="00AB5B39">
        <w:rPr>
          <w:szCs w:val="28"/>
        </w:rPr>
        <w:t xml:space="preserve">ные и распределительные. </w:t>
      </w:r>
    </w:p>
    <w:p w:rsidR="00BE3174" w:rsidRDefault="00BE3174" w:rsidP="00CA60D5">
      <w:pPr>
        <w:ind w:firstLine="567"/>
        <w:rPr>
          <w:szCs w:val="28"/>
        </w:rPr>
      </w:pPr>
      <w:r w:rsidRPr="00AB5B39">
        <w:rPr>
          <w:szCs w:val="28"/>
        </w:rPr>
        <w:t xml:space="preserve">Магистральные </w:t>
      </w:r>
      <w:r>
        <w:rPr>
          <w:szCs w:val="28"/>
        </w:rPr>
        <w:t xml:space="preserve">сети </w:t>
      </w:r>
      <w:r w:rsidRPr="00AB5B39">
        <w:rPr>
          <w:szCs w:val="28"/>
        </w:rPr>
        <w:t>предназначены в основном для подачи воды тра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зитом к отдаленным объектам. Они идут в направлении движения основных потоков воды. Магистрали соединяются рядом перемычек для переключений в случае аварии. </w:t>
      </w:r>
    </w:p>
    <w:p w:rsidR="00BE3174" w:rsidRPr="00AB5B39" w:rsidRDefault="00BE3174" w:rsidP="00CA60D5">
      <w:pPr>
        <w:ind w:firstLine="567"/>
        <w:rPr>
          <w:szCs w:val="28"/>
        </w:rPr>
      </w:pPr>
      <w:r w:rsidRPr="00AB5B39">
        <w:rPr>
          <w:szCs w:val="28"/>
        </w:rPr>
        <w:t>Распределительные сети подают воду к отдельным объектам, транзи</w:t>
      </w:r>
      <w:r w:rsidRPr="00AB5B39">
        <w:rPr>
          <w:szCs w:val="28"/>
        </w:rPr>
        <w:t>т</w:t>
      </w:r>
      <w:r w:rsidRPr="00AB5B39">
        <w:rPr>
          <w:szCs w:val="28"/>
        </w:rPr>
        <w:t xml:space="preserve">ные потоки в них незначительны. </w:t>
      </w:r>
    </w:p>
    <w:p w:rsidR="00BE3174" w:rsidRPr="00AB5B39" w:rsidRDefault="00BE3174" w:rsidP="00CA60D5">
      <w:pPr>
        <w:ind w:firstLine="567"/>
        <w:rPr>
          <w:szCs w:val="28"/>
        </w:rPr>
      </w:pPr>
      <w:r w:rsidRPr="00AB5B39">
        <w:rPr>
          <w:szCs w:val="28"/>
        </w:rPr>
        <w:t xml:space="preserve">Сеть водопровода </w:t>
      </w:r>
      <w:r>
        <w:rPr>
          <w:bCs/>
          <w:szCs w:val="28"/>
        </w:rPr>
        <w:t xml:space="preserve">поселения </w:t>
      </w:r>
      <w:r w:rsidRPr="00AB5B39">
        <w:rPr>
          <w:szCs w:val="28"/>
        </w:rPr>
        <w:t>имеет целесообразную конфигурацию (трассировку) и доставляет воду к объектам по возможности кратчайшим п</w:t>
      </w:r>
      <w:r w:rsidRPr="00AB5B39">
        <w:rPr>
          <w:szCs w:val="28"/>
        </w:rPr>
        <w:t>у</w:t>
      </w:r>
      <w:r w:rsidRPr="00AB5B39">
        <w:rPr>
          <w:szCs w:val="28"/>
        </w:rPr>
        <w:t>тем. Поэтому форма сети в плане имеет большое значение, особенно с уч</w:t>
      </w:r>
      <w:r w:rsidRPr="00AB5B39">
        <w:rPr>
          <w:szCs w:val="28"/>
        </w:rPr>
        <w:t>е</w:t>
      </w:r>
      <w:r w:rsidRPr="00AB5B39">
        <w:rPr>
          <w:szCs w:val="28"/>
        </w:rPr>
        <w:t>том бесперебойности и надежности в подаче воды потребителям. Эти вопр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сы решаются с учетом рельефа местности, планировки населенного пункта, размещения основных потребителей воды и др. </w:t>
      </w:r>
    </w:p>
    <w:p w:rsidR="00BE3174" w:rsidRPr="00AB5B39" w:rsidRDefault="00BE3174" w:rsidP="00CA60D5">
      <w:pPr>
        <w:ind w:firstLine="567"/>
        <w:rPr>
          <w:szCs w:val="28"/>
        </w:rPr>
      </w:pPr>
      <w:r w:rsidRPr="00AB5B39">
        <w:rPr>
          <w:szCs w:val="28"/>
        </w:rPr>
        <w:t xml:space="preserve">Централизованная система водоснабжения </w:t>
      </w:r>
      <w:r>
        <w:rPr>
          <w:szCs w:val="28"/>
        </w:rPr>
        <w:t>поселения</w:t>
      </w:r>
      <w:r w:rsidRPr="00AB5B39">
        <w:rPr>
          <w:szCs w:val="28"/>
        </w:rPr>
        <w:t xml:space="preserve"> в зависимости от мест</w:t>
      </w:r>
      <w:r>
        <w:rPr>
          <w:szCs w:val="28"/>
        </w:rPr>
        <w:t>ных условий,</w:t>
      </w:r>
      <w:r w:rsidRPr="00AB5B39">
        <w:rPr>
          <w:szCs w:val="28"/>
        </w:rPr>
        <w:t xml:space="preserve"> принятой схемы водоснабжения</w:t>
      </w:r>
      <w:r>
        <w:rPr>
          <w:szCs w:val="28"/>
        </w:rPr>
        <w:t>,</w:t>
      </w:r>
      <w:r w:rsidRPr="00AB5B39">
        <w:rPr>
          <w:szCs w:val="28"/>
        </w:rPr>
        <w:t xml:space="preserve"> обеспечивает: </w:t>
      </w:r>
    </w:p>
    <w:p w:rsidR="00BE3174" w:rsidRPr="00AB5B39" w:rsidRDefault="00BE3174" w:rsidP="00CA60D5">
      <w:pPr>
        <w:ind w:left="851" w:hanging="284"/>
        <w:rPr>
          <w:szCs w:val="28"/>
        </w:rPr>
      </w:pPr>
      <w:r w:rsidRPr="00AB5B39">
        <w:rPr>
          <w:szCs w:val="28"/>
        </w:rPr>
        <w:t xml:space="preserve">– хозяйственно-питьевое водопотребление в жилых и общественных зданиях, нужды коммунально-бытовых предприятий; </w:t>
      </w:r>
    </w:p>
    <w:p w:rsidR="00BE3174" w:rsidRPr="00AB5B39" w:rsidRDefault="00BE3174" w:rsidP="00CA60D5">
      <w:pPr>
        <w:ind w:left="851" w:hanging="284"/>
        <w:rPr>
          <w:szCs w:val="28"/>
        </w:rPr>
      </w:pPr>
      <w:r w:rsidRPr="00AB5B39">
        <w:rPr>
          <w:szCs w:val="28"/>
        </w:rPr>
        <w:t xml:space="preserve">– хозяйственно-питьевое водопотребление на предприятиях; </w:t>
      </w:r>
    </w:p>
    <w:p w:rsidR="00BE3174" w:rsidRPr="00AB5B39" w:rsidRDefault="00BE3174" w:rsidP="00CA60D5">
      <w:pPr>
        <w:ind w:left="851" w:hanging="284"/>
        <w:rPr>
          <w:szCs w:val="28"/>
        </w:rPr>
      </w:pPr>
      <w:r w:rsidRPr="00AB5B39">
        <w:rPr>
          <w:szCs w:val="28"/>
        </w:rPr>
        <w:t xml:space="preserve">– производственные нужды промышленных предприятий, где требуется вода питьевого качества или предприятий, для которых экономически нецелесообразно сооружение отдельного водопровода; </w:t>
      </w:r>
    </w:p>
    <w:p w:rsidR="00BE3174" w:rsidRPr="00AB5B39" w:rsidRDefault="00BE3174" w:rsidP="00CA60D5">
      <w:pPr>
        <w:ind w:left="851" w:hanging="284"/>
        <w:rPr>
          <w:szCs w:val="28"/>
        </w:rPr>
      </w:pPr>
      <w:r w:rsidRPr="00AB5B39">
        <w:rPr>
          <w:szCs w:val="28"/>
        </w:rPr>
        <w:t>– тушение пожаров;</w:t>
      </w:r>
    </w:p>
    <w:p w:rsidR="00BE3174" w:rsidRDefault="00BE3174" w:rsidP="00CA60D5">
      <w:pPr>
        <w:ind w:left="851" w:hanging="284"/>
        <w:rPr>
          <w:szCs w:val="28"/>
        </w:rPr>
      </w:pPr>
      <w:r w:rsidRPr="00AB5B39">
        <w:rPr>
          <w:szCs w:val="28"/>
        </w:rPr>
        <w:t>– собственные нужды на промывку водопроводных и канализационных сетей и т.п.</w:t>
      </w:r>
    </w:p>
    <w:p w:rsidR="00BE3174" w:rsidRPr="00AB5B39" w:rsidRDefault="00BE3174" w:rsidP="00CA60D5">
      <w:pPr>
        <w:ind w:left="851" w:hanging="284"/>
        <w:rPr>
          <w:szCs w:val="28"/>
        </w:rPr>
      </w:pPr>
    </w:p>
    <w:p w:rsidR="00BE3174" w:rsidRPr="00AB5B39" w:rsidRDefault="00BE3174" w:rsidP="00CA60D5">
      <w:pPr>
        <w:ind w:firstLine="567"/>
        <w:rPr>
          <w:szCs w:val="28"/>
        </w:rPr>
      </w:pPr>
      <w:r>
        <w:rPr>
          <w:szCs w:val="28"/>
        </w:rPr>
        <w:t>В</w:t>
      </w:r>
      <w:r w:rsidRPr="00AB5B39">
        <w:rPr>
          <w:szCs w:val="28"/>
        </w:rPr>
        <w:t xml:space="preserve">ажнейшей задачей при организации систем водоснабжения </w:t>
      </w:r>
      <w:r>
        <w:rPr>
          <w:bCs/>
          <w:szCs w:val="28"/>
        </w:rPr>
        <w:t>поселения</w:t>
      </w:r>
      <w:r w:rsidRPr="00AB5B39">
        <w:rPr>
          <w:szCs w:val="28"/>
        </w:rPr>
        <w:t xml:space="preserve"> является расчет потребностей </w:t>
      </w:r>
      <w:r>
        <w:rPr>
          <w:szCs w:val="28"/>
        </w:rPr>
        <w:t>поселения</w:t>
      </w:r>
      <w:r w:rsidRPr="00AB5B39">
        <w:rPr>
          <w:szCs w:val="28"/>
        </w:rPr>
        <w:t xml:space="preserve"> в воде, объемов водопотребления на различные нужды. Для систем водоснабжения расчеты совместной работы водоводов, водопроводных сетей, насосных станций и регулирующих емк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стей выполняются по следующим характерным режимам подачи воды: </w:t>
      </w:r>
    </w:p>
    <w:p w:rsidR="00BE3174" w:rsidRPr="00AB5B39" w:rsidRDefault="00BE3174" w:rsidP="00CA60D5">
      <w:pPr>
        <w:ind w:firstLine="567"/>
        <w:rPr>
          <w:szCs w:val="28"/>
        </w:rPr>
      </w:pPr>
      <w:r w:rsidRPr="00AB5B39">
        <w:rPr>
          <w:szCs w:val="28"/>
        </w:rPr>
        <w:t xml:space="preserve">– в сутки максимального водопотребления - максимального, среднего и минимального часовых расходов, а также максимального часового расхода и расчетного расхода воды на нужды пожаротушения; </w:t>
      </w:r>
    </w:p>
    <w:p w:rsidR="00BE3174" w:rsidRPr="00AB5B39" w:rsidRDefault="00BE3174" w:rsidP="00CA60D5">
      <w:pPr>
        <w:ind w:firstLine="567"/>
        <w:rPr>
          <w:szCs w:val="28"/>
        </w:rPr>
      </w:pPr>
      <w:r w:rsidRPr="00AB5B39">
        <w:rPr>
          <w:szCs w:val="28"/>
        </w:rPr>
        <w:t xml:space="preserve">– в сутки среднего водопотребления - среднего часового расхода воды; </w:t>
      </w:r>
    </w:p>
    <w:p w:rsidR="00BE3174" w:rsidRPr="00AB5B39" w:rsidRDefault="00BE3174" w:rsidP="00CA60D5">
      <w:pPr>
        <w:ind w:firstLine="567"/>
        <w:rPr>
          <w:szCs w:val="28"/>
        </w:rPr>
      </w:pPr>
      <w:r w:rsidRPr="00AB5B39">
        <w:rPr>
          <w:szCs w:val="28"/>
        </w:rPr>
        <w:t>– в сутки минимального водопотребления - минимального часового ра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хода воды. </w:t>
      </w:r>
    </w:p>
    <w:p w:rsidR="00BE3174" w:rsidRDefault="00BE3174" w:rsidP="00CA60D5">
      <w:r w:rsidRPr="00AB5B39">
        <w:t xml:space="preserve">Таким образом, система водоснабжения </w:t>
      </w:r>
      <w:r w:rsidRPr="004D2A3A">
        <w:rPr>
          <w:bCs/>
        </w:rPr>
        <w:t>по</w:t>
      </w:r>
      <w:r>
        <w:rPr>
          <w:bCs/>
        </w:rPr>
        <w:t xml:space="preserve">селения </w:t>
      </w:r>
      <w:r w:rsidRPr="00AB5B39">
        <w:t>представляет собой целый ряд взаимно связанных сооружений и устройств. Все они работают в особом режиме, со своими гидравлическими, физико-химическими и микр</w:t>
      </w:r>
      <w:r w:rsidRPr="00AB5B39">
        <w:t>о</w:t>
      </w:r>
      <w:r w:rsidRPr="00AB5B39">
        <w:t>биологическими процессами, протекающими в различные сроки.</w:t>
      </w:r>
    </w:p>
    <w:p w:rsidR="00BE3174" w:rsidRDefault="00BE3174" w:rsidP="00CA60D5"/>
    <w:p w:rsidR="00BE3174" w:rsidRDefault="00BE3174" w:rsidP="00CA60D5">
      <w:pPr>
        <w:rPr>
          <w:shd w:val="clear" w:color="auto" w:fill="FFFFFF"/>
        </w:rPr>
      </w:pPr>
      <w:r w:rsidRPr="00B72ED8">
        <w:rPr>
          <w:shd w:val="clear" w:color="auto" w:fill="FFFFFF"/>
        </w:rPr>
        <w:t>Основным источником водоснабжения</w:t>
      </w:r>
      <w:r w:rsidRPr="00B72ED8">
        <w:t xml:space="preserve"> </w:t>
      </w:r>
      <w:r>
        <w:t>Майминского сельского пос</w:t>
      </w:r>
      <w:r>
        <w:t>е</w:t>
      </w:r>
      <w:r>
        <w:t>ления</w:t>
      </w:r>
      <w:r w:rsidRPr="00B72ED8">
        <w:t xml:space="preserve"> </w:t>
      </w:r>
      <w:r w:rsidRPr="00B72ED8">
        <w:rPr>
          <w:shd w:val="clear" w:color="auto" w:fill="FFFFFF"/>
        </w:rPr>
        <w:t xml:space="preserve">являются подземные воды. </w:t>
      </w:r>
    </w:p>
    <w:p w:rsidR="00BE3174" w:rsidRDefault="00BE3174" w:rsidP="00913161">
      <w:pPr>
        <w:tabs>
          <w:tab w:val="left" w:pos="7351"/>
        </w:tabs>
      </w:pPr>
      <w:r>
        <w:t xml:space="preserve">Централизованное водоснабжение </w:t>
      </w:r>
      <w:r w:rsidRPr="004D2A3A">
        <w:rPr>
          <w:bCs/>
          <w:szCs w:val="28"/>
        </w:rPr>
        <w:t>МО «</w:t>
      </w:r>
      <w:r w:rsidRPr="003C29E2">
        <w:rPr>
          <w:bCs/>
          <w:szCs w:val="28"/>
        </w:rPr>
        <w:t>Майминское</w:t>
      </w:r>
      <w:r w:rsidRPr="003C29E2">
        <w:rPr>
          <w:b/>
          <w:bCs/>
          <w:szCs w:val="28"/>
        </w:rPr>
        <w:t xml:space="preserve"> </w:t>
      </w:r>
      <w:r w:rsidRPr="004D2A3A">
        <w:rPr>
          <w:bCs/>
          <w:szCs w:val="28"/>
        </w:rPr>
        <w:t>сельское посел</w:t>
      </w:r>
      <w:r w:rsidRPr="004D2A3A">
        <w:rPr>
          <w:bCs/>
          <w:szCs w:val="28"/>
        </w:rPr>
        <w:t>е</w:t>
      </w:r>
      <w:r w:rsidRPr="004D2A3A">
        <w:rPr>
          <w:bCs/>
          <w:szCs w:val="28"/>
        </w:rPr>
        <w:t>ние»</w:t>
      </w:r>
      <w:r>
        <w:rPr>
          <w:bCs/>
          <w:szCs w:val="28"/>
        </w:rPr>
        <w:t xml:space="preserve"> </w:t>
      </w:r>
      <w:r>
        <w:t xml:space="preserve">осуществляется в </w:t>
      </w:r>
      <w:r w:rsidRPr="00B13610">
        <w:t xml:space="preserve">с. </w:t>
      </w:r>
      <w:r>
        <w:t xml:space="preserve">Майма, </w:t>
      </w:r>
      <w:r w:rsidRPr="00CA60D5">
        <w:t>с. Подгорное, с. Верх – Карагуж, п. Ка</w:t>
      </w:r>
      <w:r w:rsidRPr="00CA60D5">
        <w:t>р</w:t>
      </w:r>
      <w:r w:rsidRPr="00CA60D5">
        <w:t>лушка, п. Дубровка.</w:t>
      </w:r>
      <w:r>
        <w:t xml:space="preserve"> </w:t>
      </w:r>
    </w:p>
    <w:p w:rsidR="00BE3174" w:rsidRPr="000C1E50" w:rsidRDefault="00BE3174" w:rsidP="00793116">
      <w:pPr>
        <w:rPr>
          <w:shd w:val="clear" w:color="auto" w:fill="FFFFFF"/>
        </w:rPr>
      </w:pPr>
      <w:r w:rsidRPr="008B0BEA">
        <w:t>Обслуживание системы водоснабжения на террито</w:t>
      </w:r>
      <w:r w:rsidRPr="00CA60D5">
        <w:t xml:space="preserve">рии </w:t>
      </w:r>
      <w:r>
        <w:t xml:space="preserve">Майминского </w:t>
      </w:r>
      <w:r w:rsidRPr="00CA60D5">
        <w:t xml:space="preserve">сельского </w:t>
      </w:r>
      <w:r>
        <w:t xml:space="preserve">поселения </w:t>
      </w:r>
      <w:r w:rsidRPr="000C1E50">
        <w:t>осуществляет МУП «Кристалл»</w:t>
      </w:r>
      <w:r>
        <w:rPr>
          <w:shd w:val="clear" w:color="auto" w:fill="FFFFFF"/>
        </w:rPr>
        <w:t>.</w:t>
      </w:r>
      <w:r w:rsidRPr="000C1E50">
        <w:rPr>
          <w:shd w:val="clear" w:color="auto" w:fill="FFFFFF"/>
        </w:rPr>
        <w:t xml:space="preserve"> </w:t>
      </w:r>
    </w:p>
    <w:p w:rsidR="00BE3174" w:rsidRDefault="00BE3174" w:rsidP="00913161">
      <w:pPr>
        <w:tabs>
          <w:tab w:val="left" w:pos="7351"/>
        </w:tabs>
      </w:pPr>
      <w:r>
        <w:t>Централизованным водоснабжением охвачено 70% населения Майми</w:t>
      </w:r>
      <w:r>
        <w:t>н</w:t>
      </w:r>
      <w:r>
        <w:t>ского</w:t>
      </w:r>
      <w:r>
        <w:rPr>
          <w:bCs/>
          <w:szCs w:val="28"/>
        </w:rPr>
        <w:t xml:space="preserve"> сельского</w:t>
      </w:r>
      <w:r w:rsidRPr="004D2A3A">
        <w:rPr>
          <w:bCs/>
          <w:szCs w:val="28"/>
        </w:rPr>
        <w:t xml:space="preserve"> поселе</w:t>
      </w:r>
      <w:r>
        <w:rPr>
          <w:bCs/>
          <w:szCs w:val="28"/>
        </w:rPr>
        <w:t xml:space="preserve">ния, 30% </w:t>
      </w:r>
      <w:r>
        <w:t xml:space="preserve">населения </w:t>
      </w:r>
      <w:r w:rsidRPr="00B72ED8">
        <w:t>для хозяйственно-питьевых целей пользуется колодцами или скважинами, расположенными на приусадебных участках.</w:t>
      </w:r>
    </w:p>
    <w:p w:rsidR="00BE3174" w:rsidRDefault="00BE3174" w:rsidP="006B7151">
      <w:pPr>
        <w:ind w:firstLine="567"/>
        <w:rPr>
          <w:szCs w:val="28"/>
        </w:rPr>
      </w:pPr>
      <w:r>
        <w:rPr>
          <w:szCs w:val="28"/>
        </w:rPr>
        <w:t>С</w:t>
      </w:r>
      <w:r w:rsidRPr="00AB5B39">
        <w:rPr>
          <w:szCs w:val="28"/>
        </w:rPr>
        <w:t xml:space="preserve">истема водоснабжения </w:t>
      </w:r>
      <w:r>
        <w:rPr>
          <w:bCs/>
          <w:szCs w:val="28"/>
        </w:rPr>
        <w:t xml:space="preserve">поселения </w:t>
      </w:r>
      <w:r w:rsidRPr="00AB5B39">
        <w:rPr>
          <w:szCs w:val="28"/>
        </w:rPr>
        <w:t>представляет собой целый ряд вз</w:t>
      </w:r>
      <w:r w:rsidRPr="00AB5B39">
        <w:rPr>
          <w:szCs w:val="28"/>
        </w:rPr>
        <w:t>а</w:t>
      </w:r>
      <w:r w:rsidRPr="00AB5B39">
        <w:rPr>
          <w:szCs w:val="28"/>
        </w:rPr>
        <w:t>имно связанных сооружений и устройств. Все они работают в особом реж</w:t>
      </w:r>
      <w:r w:rsidRPr="00AB5B39">
        <w:rPr>
          <w:szCs w:val="28"/>
        </w:rPr>
        <w:t>и</w:t>
      </w:r>
      <w:r w:rsidRPr="00AB5B39">
        <w:rPr>
          <w:szCs w:val="28"/>
        </w:rPr>
        <w:t>ме, со своими гидравлическими, физико-химическими и микробиологич</w:t>
      </w:r>
      <w:r w:rsidRPr="00AB5B39">
        <w:rPr>
          <w:szCs w:val="28"/>
        </w:rPr>
        <w:t>е</w:t>
      </w:r>
      <w:r w:rsidRPr="00AB5B39">
        <w:rPr>
          <w:szCs w:val="28"/>
        </w:rPr>
        <w:t>скими процессами, протекающими в различные сроки.</w:t>
      </w:r>
    </w:p>
    <w:p w:rsidR="00BE3174" w:rsidRDefault="00BE3174" w:rsidP="006B7151">
      <w:pPr>
        <w:rPr>
          <w:shd w:val="clear" w:color="auto" w:fill="FFFFFF"/>
        </w:rPr>
      </w:pPr>
      <w:r w:rsidRPr="00B72ED8">
        <w:rPr>
          <w:shd w:val="clear" w:color="auto" w:fill="FFFFFF"/>
        </w:rPr>
        <w:t>По микробиологическим пробам вода соответствует требованиям Са</w:t>
      </w:r>
      <w:r w:rsidRPr="00B72ED8">
        <w:rPr>
          <w:shd w:val="clear" w:color="auto" w:fill="FFFFFF"/>
        </w:rPr>
        <w:t>н</w:t>
      </w:r>
      <w:r w:rsidRPr="00B72ED8">
        <w:rPr>
          <w:shd w:val="clear" w:color="auto" w:fill="FFFFFF"/>
        </w:rPr>
        <w:t>ПиН 2.1.4.1074-01 «Питьевая вода. Гигиенические требования к качеству</w:t>
      </w:r>
      <w:r>
        <w:rPr>
          <w:shd w:val="clear" w:color="auto" w:fill="FFFFFF"/>
        </w:rPr>
        <w:t xml:space="preserve">  </w:t>
      </w:r>
      <w:r w:rsidRPr="00B72ED8">
        <w:rPr>
          <w:shd w:val="clear" w:color="auto" w:fill="FFFFFF"/>
        </w:rPr>
        <w:t>воды централизованных систем питьевого водоснабжения.</w:t>
      </w:r>
    </w:p>
    <w:p w:rsidR="00BE3174" w:rsidRDefault="00BE3174" w:rsidP="00782372">
      <w:pPr>
        <w:rPr>
          <w:szCs w:val="28"/>
        </w:rPr>
      </w:pPr>
    </w:p>
    <w:p w:rsidR="00BE3174" w:rsidRPr="00CA60D5" w:rsidRDefault="00BE3174" w:rsidP="00CA60D5">
      <w:pPr>
        <w:tabs>
          <w:tab w:val="left" w:pos="7351"/>
        </w:tabs>
        <w:rPr>
          <w:b/>
          <w:i/>
          <w:u w:val="single"/>
        </w:rPr>
      </w:pPr>
      <w:r w:rsidRPr="00CA60D5">
        <w:rPr>
          <w:b/>
          <w:i/>
          <w:u w:val="single"/>
        </w:rPr>
        <w:t>с. Майма</w:t>
      </w:r>
    </w:p>
    <w:p w:rsidR="00BE3174" w:rsidRDefault="00BE3174" w:rsidP="00977B76">
      <w:pPr>
        <w:tabs>
          <w:tab w:val="left" w:pos="7351"/>
        </w:tabs>
      </w:pPr>
      <w:r w:rsidRPr="00B72ED8">
        <w:t>Источники водоснабжения – подземные в</w:t>
      </w:r>
      <w:r>
        <w:t>оды.</w:t>
      </w:r>
    </w:p>
    <w:p w:rsidR="00BE3174" w:rsidRDefault="00BE3174" w:rsidP="00602497">
      <w:r w:rsidRPr="00B72ED8">
        <w:t xml:space="preserve">В с. </w:t>
      </w:r>
      <w:r>
        <w:t xml:space="preserve">Майма существует несколько </w:t>
      </w:r>
      <w:r w:rsidRPr="00B72ED8">
        <w:t>систем водо</w:t>
      </w:r>
      <w:r>
        <w:t>заборов</w:t>
      </w:r>
      <w:r w:rsidRPr="00B72ED8">
        <w:t xml:space="preserve">. </w:t>
      </w:r>
    </w:p>
    <w:p w:rsidR="00BE3174" w:rsidRDefault="00BE3174" w:rsidP="003D60AA">
      <w:pPr>
        <w:pStyle w:val="ListParagraph"/>
        <w:numPr>
          <w:ilvl w:val="0"/>
          <w:numId w:val="36"/>
        </w:numPr>
        <w:ind w:left="0" w:firstLine="709"/>
      </w:pPr>
      <w:r>
        <w:t xml:space="preserve">Восточная часть села </w:t>
      </w:r>
      <w:r w:rsidRPr="00B72ED8">
        <w:t>снабжается водой от водозабора</w:t>
      </w:r>
      <w:r>
        <w:t xml:space="preserve"> состоящего </w:t>
      </w:r>
      <w:r w:rsidRPr="00B72ED8">
        <w:t>из двух скважин</w:t>
      </w:r>
      <w:r>
        <w:t xml:space="preserve">, </w:t>
      </w:r>
      <w:r w:rsidRPr="00B72ED8">
        <w:t>располо</w:t>
      </w:r>
      <w:r>
        <w:t>женных по ул. 50 лет Победы. Обе скважины раб</w:t>
      </w:r>
      <w:r>
        <w:t>о</w:t>
      </w:r>
      <w:r>
        <w:t>чие.</w:t>
      </w:r>
    </w:p>
    <w:p w:rsidR="00BE3174" w:rsidRPr="00305BFF" w:rsidRDefault="00BE3174" w:rsidP="00642798">
      <w:r w:rsidRPr="00B72ED8">
        <w:t>–</w:t>
      </w:r>
      <w:r>
        <w:t xml:space="preserve"> </w:t>
      </w:r>
      <w:r w:rsidRPr="00B72ED8">
        <w:t>скважин</w:t>
      </w:r>
      <w:r>
        <w:t>а №57/09 по ул. 50 лет Победы 15, пробурена в 1969 г., гл</w:t>
      </w:r>
      <w:r>
        <w:t>у</w:t>
      </w:r>
      <w:r>
        <w:t>биной 55 м. Дебит 10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(240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 xml:space="preserve">ма, </w:t>
      </w:r>
      <w:r w:rsidRPr="00305BFF">
        <w:t>обор</w:t>
      </w:r>
      <w:r w:rsidRPr="00305BFF">
        <w:t>у</w:t>
      </w:r>
      <w:r w:rsidRPr="00305BFF">
        <w:t>дована погружным насосом марки ЭЦВ 6-10-80. Имеется стальная водон</w:t>
      </w:r>
      <w:r w:rsidRPr="00305BFF">
        <w:t>а</w:t>
      </w:r>
      <w:r w:rsidRPr="00305BFF">
        <w:t>порная башня, высотой 25м.</w:t>
      </w:r>
      <w:r>
        <w:t xml:space="preserve"> </w:t>
      </w:r>
    </w:p>
    <w:p w:rsidR="00BE3174" w:rsidRDefault="00BE3174" w:rsidP="00642798">
      <w:r w:rsidRPr="00305BFF">
        <w:t>– скважина №22/90 по ул. 50 лет Победы 30, пробурена в 1990 г., гл</w:t>
      </w:r>
      <w:r w:rsidRPr="00305BFF">
        <w:t>у</w:t>
      </w:r>
      <w:r w:rsidRPr="00305BFF">
        <w:t>биной 55 м. Дебит 10 м</w:t>
      </w:r>
      <w:r w:rsidRPr="00305BFF">
        <w:rPr>
          <w:vertAlign w:val="superscript"/>
        </w:rPr>
        <w:t>3</w:t>
      </w:r>
      <w:r w:rsidRPr="00305BFF">
        <w:t>/час (240 м</w:t>
      </w:r>
      <w:r w:rsidRPr="00305BFF">
        <w:rPr>
          <w:vertAlign w:val="superscript"/>
        </w:rPr>
        <w:t>3</w:t>
      </w:r>
      <w:r w:rsidRPr="00305BFF">
        <w:t xml:space="preserve">/сут). Насосная станция </w:t>
      </w:r>
      <w:r w:rsidRPr="00305BFF">
        <w:rPr>
          <w:lang w:val="en-US"/>
        </w:rPr>
        <w:t>I</w:t>
      </w:r>
      <w:r w:rsidRPr="00305BFF">
        <w:t xml:space="preserve"> подъема, обор</w:t>
      </w:r>
      <w:r w:rsidRPr="00305BFF">
        <w:t>у</w:t>
      </w:r>
      <w:r w:rsidRPr="00305BFF">
        <w:t>дована погружным насосом марки ЭЦВ 6-10-140.</w:t>
      </w:r>
      <w:r>
        <w:t xml:space="preserve"> На скважине отсутствуют </w:t>
      </w:r>
      <w:r w:rsidRPr="00B72ED8">
        <w:t>резервуары</w:t>
      </w:r>
      <w:r>
        <w:t xml:space="preserve"> для хранения воды.</w:t>
      </w:r>
    </w:p>
    <w:p w:rsidR="00BE3174" w:rsidRPr="00B72ED8" w:rsidRDefault="00BE3174" w:rsidP="00977C5D">
      <w:r w:rsidRPr="00AA41FD">
        <w:t>Водопроводные сети являются объединенными хозяйственно-быто</w:t>
      </w:r>
      <w:r>
        <w:t>-</w:t>
      </w:r>
      <w:r w:rsidRPr="00AA41FD">
        <w:t>выми, производственными и противопожарными сетями. Водопроводные с</w:t>
      </w:r>
      <w:r w:rsidRPr="00AA41FD">
        <w:t>е</w:t>
      </w:r>
      <w:r w:rsidRPr="00AA41FD">
        <w:t>ти тупиковые, с отдельными кольцевыми участками. Общая протяженность водопроводных сетей от этих скважин составляет 1,4 км. Сети водопровода были построены более 20 лет назад.</w:t>
      </w:r>
      <w:r>
        <w:t xml:space="preserve"> </w:t>
      </w:r>
      <w:r w:rsidRPr="00A06193">
        <w:t>Для тушения пожаров имеются пожа</w:t>
      </w:r>
      <w:r w:rsidRPr="00A06193">
        <w:t>р</w:t>
      </w:r>
      <w:r w:rsidRPr="00A06193">
        <w:t>ные водоемы и пожарные гид</w:t>
      </w:r>
      <w:r>
        <w:t xml:space="preserve">ранты, </w:t>
      </w:r>
      <w:r w:rsidRPr="00B72ED8">
        <w:t>из условия тушения пожара двумя струями по 5 л/сек.</w:t>
      </w:r>
    </w:p>
    <w:p w:rsidR="00BE3174" w:rsidRDefault="00BE3174" w:rsidP="003D60AA">
      <w:r>
        <w:t xml:space="preserve">2). Южная часть села </w:t>
      </w:r>
      <w:r w:rsidRPr="00B72ED8">
        <w:t>снабжается водой от водозабора</w:t>
      </w:r>
      <w:r>
        <w:t xml:space="preserve"> состоящего </w:t>
      </w:r>
      <w:r w:rsidRPr="00B72ED8">
        <w:t>из скважин</w:t>
      </w:r>
      <w:r>
        <w:t>ы №36/88 по ул. Энергетиков 41, пробуренной в 1988 г, глубиной 110 м. Скважина рабочая. Дебит 10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(240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>ным насосом</w:t>
      </w:r>
      <w:r w:rsidRPr="00B72ED8">
        <w:t xml:space="preserve"> марки </w:t>
      </w:r>
      <w:r>
        <w:t>ЭЦВ 6-10-110. На скваж</w:t>
      </w:r>
      <w:r>
        <w:t>и</w:t>
      </w:r>
      <w:r>
        <w:t xml:space="preserve">не отсутствуют </w:t>
      </w:r>
      <w:r w:rsidRPr="00B72ED8">
        <w:t>резервуары</w:t>
      </w:r>
      <w:r>
        <w:t xml:space="preserve"> для хранения воды.</w:t>
      </w:r>
    </w:p>
    <w:p w:rsidR="00BE3174" w:rsidRPr="00B72ED8" w:rsidRDefault="00BE3174" w:rsidP="00977C5D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являются объединенными хозяйственно-бытовыми, производстве</w:t>
      </w:r>
      <w:r>
        <w:t>нными и противопожарными сетями. Водопрово</w:t>
      </w:r>
      <w:r>
        <w:t>д</w:t>
      </w:r>
      <w:r>
        <w:t>ные сети</w:t>
      </w:r>
      <w:r w:rsidRPr="00B72ED8">
        <w:t xml:space="preserve"> тупико</w:t>
      </w:r>
      <w:r>
        <w:t>вые</w:t>
      </w:r>
      <w:r w:rsidRPr="00B72ED8">
        <w:t>, с отдельными кольцевыми участками.</w:t>
      </w:r>
      <w:r>
        <w:t xml:space="preserve"> Протяженность водопроводных сетей от этих скважин составляет</w:t>
      </w:r>
      <w:r w:rsidRPr="00B72ED8">
        <w:t xml:space="preserve"> </w:t>
      </w:r>
      <w:r>
        <w:t xml:space="preserve">4,1 </w:t>
      </w:r>
      <w:r w:rsidRPr="00B72ED8">
        <w:t>км.</w:t>
      </w:r>
      <w:r>
        <w:t xml:space="preserve"> </w:t>
      </w:r>
      <w:r w:rsidRPr="00AA41FD">
        <w:t>Сети водопровода были построены более 20 лет назад.</w:t>
      </w:r>
      <w:r>
        <w:t xml:space="preserve"> </w:t>
      </w:r>
      <w:r w:rsidRPr="00A06193">
        <w:t>Для тушения пожаров имеются пожа</w:t>
      </w:r>
      <w:r w:rsidRPr="00A06193">
        <w:t>р</w:t>
      </w:r>
      <w:r w:rsidRPr="00A06193">
        <w:t>ные водоемы и пожарные гид</w:t>
      </w:r>
      <w:r>
        <w:t xml:space="preserve">ранты, </w:t>
      </w:r>
      <w:r w:rsidRPr="00B72ED8">
        <w:t>из условия тушения пожара двумя струями по 5 л/сек.</w:t>
      </w:r>
    </w:p>
    <w:p w:rsidR="00BE3174" w:rsidRDefault="00BE3174" w:rsidP="00417BA5">
      <w:r>
        <w:t xml:space="preserve">3). Центральная часть села </w:t>
      </w:r>
      <w:r w:rsidRPr="00B72ED8">
        <w:t>снабжается водой от водозабора</w:t>
      </w:r>
      <w:r>
        <w:t xml:space="preserve"> состоящего </w:t>
      </w:r>
      <w:r w:rsidRPr="00B72ED8">
        <w:t xml:space="preserve">из </w:t>
      </w:r>
      <w:r>
        <w:t xml:space="preserve">восьми </w:t>
      </w:r>
      <w:r w:rsidRPr="00B72ED8">
        <w:t>скважин</w:t>
      </w:r>
      <w:r>
        <w:t xml:space="preserve"> (№10/92, №11/92, №13/92, №14/92, №15/92, №16/92, №3/93, №4/93), </w:t>
      </w:r>
      <w:r w:rsidRPr="00B72ED8">
        <w:t>располо</w:t>
      </w:r>
      <w:r>
        <w:t>женных на острове Пихтовый. Все скважины раб</w:t>
      </w:r>
      <w:r>
        <w:t>о</w:t>
      </w:r>
      <w:r>
        <w:t>чие. Скважины пробурены в 1992 г.,</w:t>
      </w:r>
      <w:r w:rsidRPr="00B72ED8">
        <w:t xml:space="preserve"> </w:t>
      </w:r>
      <w:r>
        <w:t>глубиной 42 м. Дебит каждой скважины 160</w:t>
      </w:r>
      <w:r w:rsidRPr="00B72ED8">
        <w:t xml:space="preserve"> м</w:t>
      </w:r>
      <w:r w:rsidRPr="000F75EC">
        <w:rPr>
          <w:vertAlign w:val="superscript"/>
        </w:rPr>
        <w:t>3</w:t>
      </w:r>
      <w:r>
        <w:t xml:space="preserve">/час (3840 </w:t>
      </w:r>
      <w:r w:rsidRPr="00B72ED8">
        <w:t>м</w:t>
      </w:r>
      <w:r w:rsidRPr="000F75EC">
        <w:rPr>
          <w:vertAlign w:val="superscript"/>
        </w:rPr>
        <w:t>3</w:t>
      </w:r>
      <w:r>
        <w:t>/сут). Н</w:t>
      </w:r>
      <w:r w:rsidRPr="00B72ED8">
        <w:t>асос</w:t>
      </w:r>
      <w:r>
        <w:t>ные</w:t>
      </w:r>
      <w:r w:rsidRPr="00B72ED8">
        <w:t xml:space="preserve"> стан</w:t>
      </w:r>
      <w:r>
        <w:t>ции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оборудованы</w:t>
      </w:r>
      <w:r w:rsidRPr="00B72ED8">
        <w:t xml:space="preserve"> погру</w:t>
      </w:r>
      <w:r w:rsidRPr="00B72ED8">
        <w:t>ж</w:t>
      </w:r>
      <w:r>
        <w:t>ным насосом</w:t>
      </w:r>
      <w:r w:rsidRPr="00B72ED8">
        <w:t xml:space="preserve"> марки </w:t>
      </w:r>
      <w:r>
        <w:t>ЭЦВ 12-160-100. Имеются подземные, бетонные резе</w:t>
      </w:r>
      <w:r>
        <w:t>р</w:t>
      </w:r>
      <w:r>
        <w:t>вуары общим объемом 4000 м</w:t>
      </w:r>
      <w:r w:rsidRPr="000F75EC">
        <w:rPr>
          <w:vertAlign w:val="superscript"/>
        </w:rPr>
        <w:t>3</w:t>
      </w:r>
      <w:r>
        <w:t>. Для обеззараживания воды используется ба</w:t>
      </w:r>
      <w:r>
        <w:t>к</w:t>
      </w:r>
      <w:r>
        <w:t xml:space="preserve">терицидная </w:t>
      </w:r>
      <w:r w:rsidRPr="00422DF1">
        <w:t>установка</w:t>
      </w:r>
      <w:r>
        <w:t xml:space="preserve"> типа </w:t>
      </w:r>
      <w:r w:rsidRPr="00305BFF">
        <w:t>УДВ-36-КД</w:t>
      </w:r>
      <w:r>
        <w:t xml:space="preserve"> (2 шт).</w:t>
      </w:r>
    </w:p>
    <w:p w:rsidR="00BE3174" w:rsidRPr="00B72ED8" w:rsidRDefault="00BE3174" w:rsidP="00417BA5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являются объединенными хозяйственно-бытовыми, производстве</w:t>
      </w:r>
      <w:r>
        <w:t>нными и противопожарными сетями. Водопрово</w:t>
      </w:r>
      <w:r>
        <w:t>д</w:t>
      </w:r>
      <w:r>
        <w:t>ные сети</w:t>
      </w:r>
      <w:r w:rsidRPr="00B72ED8">
        <w:t xml:space="preserve"> тупико</w:t>
      </w:r>
      <w:r>
        <w:t>вые</w:t>
      </w:r>
      <w:r w:rsidRPr="00B72ED8">
        <w:t>, с отдельными кольцевыми участками.</w:t>
      </w:r>
      <w:r>
        <w:t xml:space="preserve"> Общая прот</w:t>
      </w:r>
      <w:r>
        <w:t>я</w:t>
      </w:r>
      <w:r>
        <w:t>женность водопроводных сетей от этих скважин составляет</w:t>
      </w:r>
      <w:r w:rsidRPr="00B72ED8">
        <w:t xml:space="preserve"> </w:t>
      </w:r>
      <w:r>
        <w:t xml:space="preserve">43,2 </w:t>
      </w:r>
      <w:r w:rsidRPr="00B72ED8">
        <w:t>км</w:t>
      </w:r>
      <w:r w:rsidRPr="00AA41FD">
        <w:t>. Сети в</w:t>
      </w:r>
      <w:r w:rsidRPr="00AA41FD">
        <w:t>о</w:t>
      </w:r>
      <w:r w:rsidRPr="00AA41FD">
        <w:t>допровода были построены более 20 лет назад.</w:t>
      </w:r>
      <w:r>
        <w:t xml:space="preserve"> </w:t>
      </w:r>
      <w:r w:rsidRPr="00A06193">
        <w:t>Для тушения пожаров имею</w:t>
      </w:r>
      <w:r w:rsidRPr="00A06193">
        <w:t>т</w:t>
      </w:r>
      <w:r w:rsidRPr="00A06193">
        <w:t>ся пожарные водоемы и пожарные гид</w:t>
      </w:r>
      <w:r>
        <w:t xml:space="preserve">ранты, </w:t>
      </w:r>
      <w:r w:rsidRPr="00B72ED8">
        <w:t>из условия тушения пожара двумя струями по 5 л/сек</w:t>
      </w:r>
      <w:r>
        <w:t>.</w:t>
      </w:r>
    </w:p>
    <w:p w:rsidR="00BE3174" w:rsidRDefault="00BE3174" w:rsidP="000F75EC">
      <w:pPr>
        <w:pStyle w:val="ListParagraph"/>
        <w:ind w:left="0"/>
      </w:pPr>
      <w:r>
        <w:t xml:space="preserve">4). Микрорайон Алгаир -2 </w:t>
      </w:r>
      <w:r w:rsidRPr="00B72ED8">
        <w:t>снабжается водой от водозабора</w:t>
      </w:r>
      <w:r>
        <w:t xml:space="preserve"> состоящего </w:t>
      </w:r>
      <w:r w:rsidRPr="00B72ED8">
        <w:t>из двух скважин</w:t>
      </w:r>
      <w:r>
        <w:t xml:space="preserve"> №19/12, №20/12. Обе скважины рабочие.</w:t>
      </w:r>
    </w:p>
    <w:p w:rsidR="00BE3174" w:rsidRPr="00305BFF" w:rsidRDefault="00BE3174" w:rsidP="00417BA5">
      <w:r w:rsidRPr="00B72ED8">
        <w:t>–</w:t>
      </w:r>
      <w:r>
        <w:t xml:space="preserve"> </w:t>
      </w:r>
      <w:r w:rsidRPr="00B72ED8">
        <w:t>скважин</w:t>
      </w:r>
      <w:r>
        <w:t>а №19/12,</w:t>
      </w:r>
      <w:r w:rsidRPr="00796D91">
        <w:t xml:space="preserve"> </w:t>
      </w:r>
      <w:r>
        <w:t>пробурена в 2012 г.,</w:t>
      </w:r>
      <w:r w:rsidRPr="00B72ED8">
        <w:t xml:space="preserve"> </w:t>
      </w:r>
      <w:r>
        <w:t>глубиной 60 м. Дебит 10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(240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>ным н</w:t>
      </w:r>
      <w:r>
        <w:t>а</w:t>
      </w:r>
      <w:r>
        <w:t>сосом ЭЦВ 6-10-80</w:t>
      </w:r>
      <w:r w:rsidRPr="00305BFF">
        <w:t>. На скважине отсутствуют резервуары для хранения в</w:t>
      </w:r>
      <w:r w:rsidRPr="00305BFF">
        <w:t>о</w:t>
      </w:r>
      <w:r w:rsidRPr="00305BFF">
        <w:t>ды.</w:t>
      </w:r>
    </w:p>
    <w:p w:rsidR="00BE3174" w:rsidRDefault="00BE3174" w:rsidP="00AA41FD">
      <w:r w:rsidRPr="00305BFF">
        <w:t>– скважина №20/12, пробурена в 2012 г., глубиной 60 м. Дебит 6,5 м</w:t>
      </w:r>
      <w:r w:rsidRPr="00305BFF">
        <w:rPr>
          <w:vertAlign w:val="superscript"/>
        </w:rPr>
        <w:t>3</w:t>
      </w:r>
      <w:r w:rsidRPr="00305BFF">
        <w:t>/час (156 м</w:t>
      </w:r>
      <w:r w:rsidRPr="00305BFF">
        <w:rPr>
          <w:vertAlign w:val="superscript"/>
        </w:rPr>
        <w:t>3</w:t>
      </w:r>
      <w:r w:rsidRPr="00305BFF">
        <w:t xml:space="preserve">/сут). Насосная станция </w:t>
      </w:r>
      <w:r w:rsidRPr="00305BFF">
        <w:rPr>
          <w:lang w:val="en-US"/>
        </w:rPr>
        <w:t>I</w:t>
      </w:r>
      <w:r w:rsidRPr="00305BFF">
        <w:t xml:space="preserve"> подъема, оборудована погружным н</w:t>
      </w:r>
      <w:r w:rsidRPr="00305BFF">
        <w:t>а</w:t>
      </w:r>
      <w:r w:rsidRPr="00305BFF">
        <w:t>сосом ЭЦВ 5- 6,5-120. На</w:t>
      </w:r>
      <w:r>
        <w:t xml:space="preserve"> скважине отсутствуют </w:t>
      </w:r>
      <w:r w:rsidRPr="00B72ED8">
        <w:t>резервуары</w:t>
      </w:r>
      <w:r>
        <w:t xml:space="preserve"> для хранения воды.</w:t>
      </w:r>
    </w:p>
    <w:p w:rsidR="00BE3174" w:rsidRDefault="00BE3174" w:rsidP="00A06193">
      <w:r w:rsidRPr="00943222">
        <w:t xml:space="preserve">Водопровод введен в эксплуатацию в 2012 году. </w:t>
      </w:r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являются объединенными хозяйственно-бытовыми, производстве</w:t>
      </w:r>
      <w:r>
        <w:t>нными и противопожарными сетями. Водопроводные сети</w:t>
      </w:r>
      <w:r w:rsidRPr="00B72ED8">
        <w:t xml:space="preserve"> тупико</w:t>
      </w:r>
      <w:r>
        <w:t>вые</w:t>
      </w:r>
      <w:r w:rsidRPr="00B72ED8">
        <w:t>, с отдельными кольцевыми участками.</w:t>
      </w:r>
      <w:r>
        <w:t xml:space="preserve"> Общая протяженность водопроводных сетей от этих скважин составляет</w:t>
      </w:r>
      <w:r w:rsidRPr="00B72ED8">
        <w:t xml:space="preserve"> </w:t>
      </w:r>
      <w:r>
        <w:t xml:space="preserve">2,242 </w:t>
      </w:r>
      <w:r w:rsidRPr="00B72ED8">
        <w:t>км</w:t>
      </w:r>
      <w:r w:rsidRPr="00AA41FD">
        <w:t>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</w:t>
      </w:r>
      <w:r w:rsidRPr="00B72ED8">
        <w:t>з</w:t>
      </w:r>
      <w:r w:rsidRPr="00B72ED8">
        <w:t>борные колонки и</w:t>
      </w:r>
      <w:r>
        <w:t xml:space="preserve"> </w:t>
      </w:r>
      <w:r w:rsidRPr="00A06193">
        <w:t>пожарные</w:t>
      </w:r>
      <w:r w:rsidRPr="00B72ED8">
        <w:t xml:space="preserve"> гидранты</w:t>
      </w:r>
      <w:r>
        <w:t>.</w:t>
      </w:r>
    </w:p>
    <w:p w:rsidR="00BE3174" w:rsidRDefault="00BE3174" w:rsidP="00A06193">
      <w:r w:rsidRPr="00B72ED8">
        <w:t>Хранение 3-х</w:t>
      </w:r>
      <w:r>
        <w:t xml:space="preserve"> часового </w:t>
      </w:r>
      <w:r w:rsidRPr="00B72ED8">
        <w:t>удвоенного противопожарного объема воды - в водонапорных башнях.</w:t>
      </w:r>
    </w:p>
    <w:p w:rsidR="00BE3174" w:rsidRDefault="00BE3174" w:rsidP="00AA41FD"/>
    <w:p w:rsidR="00BE3174" w:rsidRPr="00CA60D5" w:rsidRDefault="00BE3174" w:rsidP="00CA60D5">
      <w:pPr>
        <w:tabs>
          <w:tab w:val="left" w:pos="7351"/>
        </w:tabs>
        <w:rPr>
          <w:b/>
          <w:i/>
          <w:u w:val="single"/>
        </w:rPr>
      </w:pPr>
      <w:r w:rsidRPr="00CA60D5">
        <w:rPr>
          <w:b/>
          <w:i/>
          <w:u w:val="single"/>
        </w:rPr>
        <w:t>с. Подгорное</w:t>
      </w:r>
    </w:p>
    <w:p w:rsidR="00BE3174" w:rsidRDefault="00BE3174" w:rsidP="00CA60D5">
      <w:pPr>
        <w:tabs>
          <w:tab w:val="left" w:pos="7351"/>
        </w:tabs>
      </w:pPr>
      <w:r>
        <w:t>Источник</w:t>
      </w:r>
      <w:r w:rsidRPr="00B72ED8">
        <w:t xml:space="preserve"> водоснабжения – подземные в</w:t>
      </w:r>
      <w:r>
        <w:t>оды.</w:t>
      </w:r>
    </w:p>
    <w:p w:rsidR="00BE3174" w:rsidRDefault="00BE3174" w:rsidP="00CA60D5">
      <w:pPr>
        <w:tabs>
          <w:tab w:val="left" w:pos="7351"/>
        </w:tabs>
      </w:pPr>
      <w:r>
        <w:t>На территории с. Подгорное водозабор производится из двух скважин (№9/81, №9а/81). Обе скважины рабочие.</w:t>
      </w:r>
    </w:p>
    <w:p w:rsidR="00BE3174" w:rsidRDefault="00BE3174" w:rsidP="00824E44">
      <w:r w:rsidRPr="00B72ED8">
        <w:t>–</w:t>
      </w:r>
      <w:r>
        <w:t xml:space="preserve"> </w:t>
      </w:r>
      <w:r w:rsidRPr="00B72ED8">
        <w:t>скважин</w:t>
      </w:r>
      <w:r>
        <w:t>а №9/81 расположена по переулку</w:t>
      </w:r>
      <w:r w:rsidRPr="00EA0AD2">
        <w:t xml:space="preserve"> Весенний 7</w:t>
      </w:r>
      <w:r>
        <w:t>,</w:t>
      </w:r>
      <w:r w:rsidRPr="00796D91">
        <w:t xml:space="preserve"> </w:t>
      </w:r>
      <w:r>
        <w:t>пробурена в1981 г.,</w:t>
      </w:r>
      <w:r w:rsidRPr="00B72ED8">
        <w:t xml:space="preserve"> </w:t>
      </w:r>
      <w:r>
        <w:t>глубиной 78 м. Дебит 25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(600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ЭЦВ 8-25-100. </w:t>
      </w:r>
      <w:r w:rsidRPr="00FF3494">
        <w:t>Имеется стальная водонапорная башня, высотой 25 м.</w:t>
      </w:r>
      <w:r>
        <w:t xml:space="preserve"> Для обеззараживания воды используется бактерицидная лампа типа </w:t>
      </w:r>
      <w:r w:rsidRPr="00DB1069">
        <w:t>AQUAPRO</w:t>
      </w:r>
      <w:r>
        <w:t xml:space="preserve"> (1 шт).</w:t>
      </w:r>
    </w:p>
    <w:p w:rsidR="00BE3174" w:rsidRDefault="00BE3174" w:rsidP="00824E44">
      <w:r w:rsidRPr="00B72ED8">
        <w:t>–</w:t>
      </w:r>
      <w:r>
        <w:t xml:space="preserve"> </w:t>
      </w:r>
      <w:r w:rsidRPr="00B72ED8">
        <w:t>скважин</w:t>
      </w:r>
      <w:r>
        <w:t>а №9а/81 расположена по ул. Полевая 6А,</w:t>
      </w:r>
      <w:r w:rsidRPr="00796D91">
        <w:t xml:space="preserve"> </w:t>
      </w:r>
      <w:r>
        <w:t>пробурена в1981 г.,</w:t>
      </w:r>
      <w:r w:rsidRPr="00B72ED8">
        <w:t xml:space="preserve"> </w:t>
      </w:r>
      <w:r>
        <w:t>глубиной 67 м. Дебит 10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(240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ЭЦВ 6-10-110. </w:t>
      </w:r>
    </w:p>
    <w:p w:rsidR="00BE3174" w:rsidRDefault="00BE3174" w:rsidP="00B30D87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хозяйственно-бы-товыми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</w:t>
      </w:r>
      <w:r w:rsidRPr="00AA41FD">
        <w:t>т</w:t>
      </w:r>
      <w:r w:rsidRPr="00AA41FD">
        <w:t>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>
        <w:t>6,7</w:t>
      </w:r>
      <w:r w:rsidRPr="00B72ED8">
        <w:t xml:space="preserve"> </w:t>
      </w:r>
      <w:r>
        <w:t>к</w:t>
      </w:r>
      <w:r w:rsidRPr="00B72ED8">
        <w:t>м.</w:t>
      </w:r>
      <w:r>
        <w:t xml:space="preserve"> </w:t>
      </w:r>
      <w:r w:rsidRPr="00AA41FD">
        <w:t>Сети водопровода были построены более 20 лет назад.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пожарные</w:t>
      </w:r>
      <w:r w:rsidRPr="00B72ED8">
        <w:t xml:space="preserve"> гидранты</w:t>
      </w:r>
      <w:r>
        <w:t>.</w:t>
      </w:r>
      <w:r w:rsidRPr="00B72ED8">
        <w:t xml:space="preserve"> </w:t>
      </w:r>
    </w:p>
    <w:p w:rsidR="00BE3174" w:rsidRDefault="00BE3174" w:rsidP="00CA60D5">
      <w:pPr>
        <w:tabs>
          <w:tab w:val="left" w:pos="7351"/>
        </w:tabs>
      </w:pPr>
    </w:p>
    <w:p w:rsidR="00BE3174" w:rsidRPr="00CA60D5" w:rsidRDefault="00BE3174" w:rsidP="00CA60D5">
      <w:pPr>
        <w:tabs>
          <w:tab w:val="left" w:pos="7351"/>
        </w:tabs>
        <w:rPr>
          <w:b/>
          <w:i/>
          <w:u w:val="single"/>
        </w:rPr>
      </w:pPr>
      <w:r w:rsidRPr="00CA60D5">
        <w:rPr>
          <w:b/>
          <w:i/>
          <w:u w:val="single"/>
        </w:rPr>
        <w:t>с. Верх – Карагуж</w:t>
      </w:r>
    </w:p>
    <w:p w:rsidR="00BE3174" w:rsidRDefault="00BE3174" w:rsidP="00B30D87">
      <w:pPr>
        <w:tabs>
          <w:tab w:val="left" w:pos="7351"/>
        </w:tabs>
      </w:pPr>
      <w:r>
        <w:t>Источник</w:t>
      </w:r>
      <w:r w:rsidRPr="00B72ED8">
        <w:t xml:space="preserve"> водоснабжения – подземные в</w:t>
      </w:r>
      <w:r>
        <w:t>оды.</w:t>
      </w:r>
    </w:p>
    <w:p w:rsidR="00BE3174" w:rsidRDefault="00BE3174" w:rsidP="00B30D87">
      <w:pPr>
        <w:tabs>
          <w:tab w:val="left" w:pos="7351"/>
        </w:tabs>
      </w:pPr>
      <w:r>
        <w:t xml:space="preserve">На территории с. </w:t>
      </w:r>
      <w:r w:rsidRPr="00B30D87">
        <w:t>Верх – Карагуж</w:t>
      </w:r>
      <w:r>
        <w:t xml:space="preserve"> водозабор производится из двух скважин (№11/82, №14/82). Обе скважины рабочие.</w:t>
      </w:r>
    </w:p>
    <w:p w:rsidR="00BE3174" w:rsidRDefault="00BE3174" w:rsidP="0079396A">
      <w:r w:rsidRPr="00B72ED8">
        <w:t>–</w:t>
      </w:r>
      <w:r>
        <w:t xml:space="preserve"> </w:t>
      </w:r>
      <w:r w:rsidRPr="00B72ED8">
        <w:t>скважин</w:t>
      </w:r>
      <w:r>
        <w:t xml:space="preserve">а №11/82 расположена по </w:t>
      </w:r>
      <w:r w:rsidRPr="0079396A">
        <w:t>ул. 2 Пятилетки</w:t>
      </w:r>
      <w:r>
        <w:t>,</w:t>
      </w:r>
      <w:r w:rsidRPr="00B72ED8">
        <w:t xml:space="preserve"> </w:t>
      </w:r>
      <w:r>
        <w:t>пробурена в 1982 г., глубиной 50 м. Дебит 6,5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(156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>ным насосом ЭЦВ 6-6,5-80. На скважине имеется по</w:t>
      </w:r>
      <w:r>
        <w:t>д</w:t>
      </w:r>
      <w:r>
        <w:t>земный, стальной резервуар для хранения воды, объемом 50 м</w:t>
      </w:r>
      <w:r w:rsidRPr="00B73E40">
        <w:rPr>
          <w:vertAlign w:val="superscript"/>
        </w:rPr>
        <w:t>3</w:t>
      </w:r>
      <w:r>
        <w:t>.</w:t>
      </w:r>
    </w:p>
    <w:p w:rsidR="00BE3174" w:rsidRDefault="00BE3174" w:rsidP="0079396A">
      <w:r w:rsidRPr="00B72ED8">
        <w:t>–</w:t>
      </w:r>
      <w:r>
        <w:t xml:space="preserve"> </w:t>
      </w:r>
      <w:r w:rsidRPr="00B72ED8">
        <w:t>скважин</w:t>
      </w:r>
      <w:r>
        <w:t>а №</w:t>
      </w:r>
      <w:r w:rsidRPr="005459E8">
        <w:t>14/82</w:t>
      </w:r>
      <w:r>
        <w:t xml:space="preserve"> расположена по </w:t>
      </w:r>
      <w:r w:rsidRPr="0079396A">
        <w:t>ул. Нагорная 1</w:t>
      </w:r>
      <w:r>
        <w:t>,</w:t>
      </w:r>
      <w:r w:rsidRPr="00B72ED8">
        <w:t xml:space="preserve"> </w:t>
      </w:r>
      <w:r>
        <w:t>пробурена в 1982 г., глубиной 120 м. Дебит 6,5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(156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ЭЦВ 6-6,5-110. </w:t>
      </w:r>
      <w:r w:rsidRPr="000D7A70">
        <w:rPr>
          <w:szCs w:val="28"/>
        </w:rPr>
        <w:t>На скважине имеется по</w:t>
      </w:r>
      <w:r w:rsidRPr="000D7A70">
        <w:rPr>
          <w:szCs w:val="28"/>
        </w:rPr>
        <w:t>д</w:t>
      </w:r>
      <w:r w:rsidRPr="000D7A70">
        <w:rPr>
          <w:szCs w:val="28"/>
        </w:rPr>
        <w:t>земный, стальной резервуар для хранения воды, объемом 100 м</w:t>
      </w:r>
      <w:r w:rsidRPr="000D7A70">
        <w:rPr>
          <w:szCs w:val="28"/>
          <w:vertAlign w:val="superscript"/>
        </w:rPr>
        <w:t>3</w:t>
      </w:r>
      <w:r w:rsidRPr="000D7A70">
        <w:rPr>
          <w:szCs w:val="28"/>
        </w:rPr>
        <w:t>.</w:t>
      </w:r>
    </w:p>
    <w:p w:rsidR="00BE3174" w:rsidRDefault="00BE3174" w:rsidP="00CA60D5">
      <w:pPr>
        <w:tabs>
          <w:tab w:val="left" w:pos="7351"/>
        </w:tabs>
      </w:pPr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хозяйственно-бы-товыми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</w:t>
      </w:r>
      <w:r w:rsidRPr="00AA41FD">
        <w:t>т</w:t>
      </w:r>
      <w:r w:rsidRPr="00AA41FD">
        <w:t>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>
        <w:t>5,8 к</w:t>
      </w:r>
      <w:r w:rsidRPr="00B72ED8">
        <w:t>м.</w:t>
      </w:r>
      <w:r>
        <w:t xml:space="preserve"> </w:t>
      </w:r>
      <w:r w:rsidRPr="00AA41FD">
        <w:t>Сети водопровода были построены более 20 лет назад.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пожарные</w:t>
      </w:r>
      <w:r w:rsidRPr="00B72ED8">
        <w:t xml:space="preserve"> гидранты</w:t>
      </w:r>
      <w:r>
        <w:t>.</w:t>
      </w:r>
    </w:p>
    <w:p w:rsidR="00BE3174" w:rsidRDefault="00BE3174" w:rsidP="00CA60D5">
      <w:pPr>
        <w:tabs>
          <w:tab w:val="left" w:pos="7351"/>
        </w:tabs>
      </w:pPr>
    </w:p>
    <w:p w:rsidR="00BE3174" w:rsidRPr="00CA60D5" w:rsidRDefault="00BE3174" w:rsidP="00CA60D5">
      <w:pPr>
        <w:tabs>
          <w:tab w:val="left" w:pos="7351"/>
        </w:tabs>
        <w:rPr>
          <w:b/>
          <w:i/>
          <w:u w:val="single"/>
        </w:rPr>
      </w:pPr>
      <w:r w:rsidRPr="00CA60D5">
        <w:rPr>
          <w:b/>
          <w:i/>
          <w:u w:val="single"/>
        </w:rPr>
        <w:t>п. Карлушка</w:t>
      </w:r>
    </w:p>
    <w:p w:rsidR="00BE3174" w:rsidRDefault="00BE3174" w:rsidP="00FF3494">
      <w:pPr>
        <w:tabs>
          <w:tab w:val="left" w:pos="7351"/>
        </w:tabs>
      </w:pPr>
      <w:r>
        <w:t>Источник</w:t>
      </w:r>
      <w:r w:rsidRPr="00B72ED8">
        <w:t xml:space="preserve"> водоснабжения – подземные в</w:t>
      </w:r>
      <w:r>
        <w:t>оды.</w:t>
      </w:r>
    </w:p>
    <w:p w:rsidR="00BE3174" w:rsidRDefault="00BE3174" w:rsidP="00BF1A64">
      <w:r w:rsidRPr="00B72ED8">
        <w:t xml:space="preserve">Снабжение водой </w:t>
      </w:r>
      <w:r>
        <w:t xml:space="preserve">осуществляется от </w:t>
      </w:r>
      <w:r w:rsidRPr="00B72ED8">
        <w:t>скважины</w:t>
      </w:r>
      <w:r>
        <w:t xml:space="preserve"> №17/90, </w:t>
      </w:r>
      <w:r w:rsidRPr="00B72ED8">
        <w:t xml:space="preserve">глубиной </w:t>
      </w:r>
      <w:r>
        <w:t>55</w:t>
      </w:r>
      <w:r w:rsidRPr="00B72ED8">
        <w:t xml:space="preserve"> м.</w:t>
      </w:r>
      <w:r>
        <w:t xml:space="preserve"> Скважина пробурена в 1990</w:t>
      </w:r>
      <w:r w:rsidRPr="000C1E50">
        <w:t xml:space="preserve"> </w:t>
      </w:r>
      <w:r>
        <w:t>году. Дебит 25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(600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>ЭЦВ 8-25-120. Имеется стальная водонапорная башня, высотой 25 м.</w:t>
      </w:r>
    </w:p>
    <w:p w:rsidR="00BE3174" w:rsidRPr="00B72ED8" w:rsidRDefault="00BE3174" w:rsidP="00BF1A64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>
        <w:t>4,2</w:t>
      </w:r>
      <w:r w:rsidRPr="00B72ED8">
        <w:t xml:space="preserve"> </w:t>
      </w:r>
      <w:r>
        <w:t>к</w:t>
      </w:r>
      <w:r w:rsidRPr="00B72ED8">
        <w:t>м.</w:t>
      </w:r>
      <w:r>
        <w:t xml:space="preserve"> </w:t>
      </w:r>
      <w:r w:rsidRPr="00AA41FD">
        <w:t>Сети водопровода были построены более 20 лет назад.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пожарные</w:t>
      </w:r>
      <w:r w:rsidRPr="00B72ED8">
        <w:t xml:space="preserve"> гидранты</w:t>
      </w:r>
      <w:r>
        <w:t>.</w:t>
      </w:r>
    </w:p>
    <w:p w:rsidR="00BE3174" w:rsidRDefault="00BE3174" w:rsidP="00CA60D5">
      <w:pPr>
        <w:tabs>
          <w:tab w:val="left" w:pos="7351"/>
        </w:tabs>
      </w:pPr>
    </w:p>
    <w:p w:rsidR="00BE3174" w:rsidRPr="00CA60D5" w:rsidRDefault="00BE3174" w:rsidP="00CA60D5">
      <w:pPr>
        <w:tabs>
          <w:tab w:val="left" w:pos="7351"/>
        </w:tabs>
        <w:rPr>
          <w:b/>
          <w:i/>
          <w:u w:val="single"/>
        </w:rPr>
      </w:pPr>
      <w:r w:rsidRPr="00CA60D5">
        <w:rPr>
          <w:b/>
          <w:i/>
          <w:u w:val="single"/>
        </w:rPr>
        <w:t>п. Дубровка</w:t>
      </w:r>
    </w:p>
    <w:p w:rsidR="00BE3174" w:rsidRDefault="00BE3174" w:rsidP="004B5F62">
      <w:pPr>
        <w:tabs>
          <w:tab w:val="left" w:pos="7351"/>
        </w:tabs>
      </w:pPr>
      <w:r>
        <w:t>Источник</w:t>
      </w:r>
      <w:r w:rsidRPr="00B72ED8">
        <w:t xml:space="preserve"> водоснабжения – подземные в</w:t>
      </w:r>
      <w:r>
        <w:t>оды.</w:t>
      </w:r>
    </w:p>
    <w:p w:rsidR="00BE3174" w:rsidRDefault="00BE3174" w:rsidP="00BF1A64">
      <w:r w:rsidRPr="00B72ED8">
        <w:t xml:space="preserve">Снабжение водой </w:t>
      </w:r>
      <w:r>
        <w:t xml:space="preserve">осуществляется от </w:t>
      </w:r>
      <w:r w:rsidRPr="00B72ED8">
        <w:t>скважины</w:t>
      </w:r>
      <w:r>
        <w:t xml:space="preserve"> №19/78, </w:t>
      </w:r>
      <w:r w:rsidRPr="00B72ED8">
        <w:t xml:space="preserve">глубиной </w:t>
      </w:r>
      <w:r>
        <w:t>55</w:t>
      </w:r>
      <w:r w:rsidRPr="00B72ED8">
        <w:t xml:space="preserve"> м.</w:t>
      </w:r>
      <w:r>
        <w:t xml:space="preserve"> Скважина пробурена в 1978</w:t>
      </w:r>
      <w:r w:rsidRPr="000C1E50">
        <w:t xml:space="preserve"> </w:t>
      </w:r>
      <w:r>
        <w:t>году. Дебит 10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(240,0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>ЭЦВ 6-1</w:t>
      </w:r>
      <w:r w:rsidRPr="00B72ED8">
        <w:t>0</w:t>
      </w:r>
      <w:r>
        <w:t>-80. Имеется стальная водонапорная башня, высотой 15 м.</w:t>
      </w:r>
    </w:p>
    <w:p w:rsidR="00BE3174" w:rsidRPr="00B72ED8" w:rsidRDefault="00BE3174" w:rsidP="00BF1A64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>
        <w:t>1,2</w:t>
      </w:r>
      <w:r w:rsidRPr="00B72ED8">
        <w:t xml:space="preserve"> </w:t>
      </w:r>
      <w:r>
        <w:t>к</w:t>
      </w:r>
      <w:r w:rsidRPr="00B72ED8">
        <w:t>м.</w:t>
      </w:r>
      <w:r>
        <w:t xml:space="preserve"> </w:t>
      </w:r>
      <w:r w:rsidRPr="00AA41FD">
        <w:t>Сети водопровода были построены более 20 лет назад.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пожарные</w:t>
      </w:r>
      <w:r w:rsidRPr="00B72ED8">
        <w:t xml:space="preserve"> гидранты</w:t>
      </w:r>
      <w:r>
        <w:t>.</w:t>
      </w:r>
    </w:p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10" w:name="_Toc10132652"/>
      <w:r w:rsidRPr="00575D7C">
        <w:t>Описание территорий</w:t>
      </w:r>
      <w:r>
        <w:t xml:space="preserve"> муниципального образования</w:t>
      </w:r>
      <w:r w:rsidRPr="00575D7C">
        <w:t>, не охваченных централизованными системами водоснабжения</w:t>
      </w:r>
      <w:bookmarkEnd w:id="10"/>
    </w:p>
    <w:p w:rsidR="00BE3174" w:rsidRPr="00832816" w:rsidRDefault="00BE3174" w:rsidP="00782372">
      <w:pPr>
        <w:rPr>
          <w:szCs w:val="28"/>
        </w:rPr>
      </w:pPr>
      <w:r w:rsidRPr="00832816">
        <w:rPr>
          <w:szCs w:val="28"/>
        </w:rPr>
        <w:t>В</w:t>
      </w:r>
      <w:r>
        <w:rPr>
          <w:szCs w:val="28"/>
        </w:rPr>
        <w:t xml:space="preserve"> </w:t>
      </w:r>
      <w:r w:rsidRPr="00832816">
        <w:rPr>
          <w:szCs w:val="28"/>
        </w:rPr>
        <w:t xml:space="preserve">Майминском сельском поселении </w:t>
      </w:r>
      <w:r w:rsidRPr="00AB5B39">
        <w:rPr>
          <w:szCs w:val="28"/>
        </w:rPr>
        <w:t xml:space="preserve">системой </w:t>
      </w:r>
      <w:r>
        <w:rPr>
          <w:szCs w:val="28"/>
        </w:rPr>
        <w:t>ц</w:t>
      </w:r>
      <w:r w:rsidRPr="00AB5B39">
        <w:rPr>
          <w:szCs w:val="28"/>
        </w:rPr>
        <w:t>ентрализованн</w:t>
      </w:r>
      <w:r>
        <w:rPr>
          <w:szCs w:val="28"/>
        </w:rPr>
        <w:t xml:space="preserve">ого </w:t>
      </w:r>
      <w:r w:rsidRPr="00AB5B39">
        <w:rPr>
          <w:szCs w:val="28"/>
        </w:rPr>
        <w:t>вод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снабжения </w:t>
      </w:r>
      <w:r>
        <w:rPr>
          <w:szCs w:val="28"/>
        </w:rPr>
        <w:t xml:space="preserve">не </w:t>
      </w:r>
      <w:r w:rsidRPr="00AB5B39">
        <w:rPr>
          <w:szCs w:val="28"/>
        </w:rPr>
        <w:t>охвачен</w:t>
      </w:r>
      <w:r>
        <w:rPr>
          <w:szCs w:val="28"/>
        </w:rPr>
        <w:t xml:space="preserve"> п. Рыбалка.</w:t>
      </w:r>
    </w:p>
    <w:p w:rsidR="00BE3174" w:rsidRPr="00B72ED8" w:rsidRDefault="00BE3174" w:rsidP="00E43A35">
      <w:r>
        <w:t xml:space="preserve">Малая </w:t>
      </w:r>
      <w:r w:rsidRPr="00B72ED8">
        <w:t xml:space="preserve">часть населения </w:t>
      </w:r>
      <w:r>
        <w:t xml:space="preserve">(30%) </w:t>
      </w:r>
      <w:r w:rsidRPr="00832816">
        <w:rPr>
          <w:szCs w:val="28"/>
        </w:rPr>
        <w:t>Майминско</w:t>
      </w:r>
      <w:r>
        <w:rPr>
          <w:szCs w:val="28"/>
        </w:rPr>
        <w:t xml:space="preserve">го </w:t>
      </w:r>
      <w:r>
        <w:t xml:space="preserve">сельского поселения </w:t>
      </w:r>
      <w:r w:rsidRPr="00B72ED8">
        <w:t>для хозяйственно-питьевых целей пользуется колодцами или скважинами, расп</w:t>
      </w:r>
      <w:r w:rsidRPr="00B72ED8">
        <w:t>о</w:t>
      </w:r>
      <w:r w:rsidRPr="00B72ED8">
        <w:t>ложенными на приусадебных участках. Вода в этих источниках не имеет н</w:t>
      </w:r>
      <w:r w:rsidRPr="00B72ED8">
        <w:t>а</w:t>
      </w:r>
      <w:r w:rsidRPr="00B72ED8">
        <w:t>дежной защиты и поэтому представляет высокую эпидемиологическую опа</w:t>
      </w:r>
      <w:r w:rsidRPr="00B72ED8">
        <w:t>с</w:t>
      </w:r>
      <w:r w:rsidRPr="00B72ED8">
        <w:t>ность для населения.</w:t>
      </w:r>
    </w:p>
    <w:p w:rsidR="00BE3174" w:rsidRPr="00832816" w:rsidRDefault="00BE3174" w:rsidP="00782372">
      <w:pPr>
        <w:rPr>
          <w:szCs w:val="28"/>
        </w:rPr>
      </w:pPr>
    </w:p>
    <w:p w:rsidR="00BE3174" w:rsidRPr="00832816" w:rsidRDefault="00BE3174" w:rsidP="00782372">
      <w:pPr>
        <w:rPr>
          <w:szCs w:val="28"/>
        </w:rPr>
      </w:pPr>
    </w:p>
    <w:p w:rsidR="00BE3174" w:rsidRPr="00575D7C" w:rsidRDefault="00BE3174" w:rsidP="00A76893">
      <w:pPr>
        <w:pStyle w:val="Heading3"/>
      </w:pPr>
      <w:bookmarkStart w:id="11" w:name="_Toc10132653"/>
      <w:r w:rsidRPr="00575D7C">
        <w:t>Описание технологических зон водоснабжения, зон централизова</w:t>
      </w:r>
      <w:r w:rsidRPr="00575D7C">
        <w:t>н</w:t>
      </w:r>
      <w:r w:rsidRPr="00575D7C">
        <w:t>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водоснабжения.</w:t>
      </w:r>
      <w:bookmarkEnd w:id="11"/>
    </w:p>
    <w:p w:rsidR="00BE3174" w:rsidRPr="00832816" w:rsidRDefault="00BE3174" w:rsidP="00B25EC0">
      <w:pPr>
        <w:rPr>
          <w:szCs w:val="28"/>
        </w:rPr>
      </w:pPr>
      <w:r>
        <w:t>Технологическая зона водоснабжения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передаче ее потребителям в соответс</w:t>
      </w:r>
      <w:r>
        <w:t>т</w:t>
      </w:r>
      <w:r>
        <w:t>вии с расчетным расходам воды.</w:t>
      </w:r>
    </w:p>
    <w:p w:rsidR="00BE3174" w:rsidRDefault="00BE3174" w:rsidP="00782372">
      <w:pPr>
        <w:rPr>
          <w:szCs w:val="28"/>
        </w:rPr>
      </w:pPr>
    </w:p>
    <w:p w:rsidR="00BE3174" w:rsidRDefault="00BE3174" w:rsidP="00782372">
      <w:pPr>
        <w:rPr>
          <w:szCs w:val="28"/>
        </w:rPr>
      </w:pPr>
      <w:r>
        <w:rPr>
          <w:szCs w:val="28"/>
        </w:rPr>
        <w:t xml:space="preserve">В </w:t>
      </w:r>
      <w:r w:rsidRPr="00D92FC1">
        <w:rPr>
          <w:bCs/>
          <w:szCs w:val="28"/>
        </w:rPr>
        <w:t>МО «</w:t>
      </w:r>
      <w:r w:rsidRPr="008F7FDD">
        <w:rPr>
          <w:bCs/>
          <w:szCs w:val="28"/>
        </w:rPr>
        <w:t>Майминское</w:t>
      </w:r>
      <w:r w:rsidRPr="008F7FDD">
        <w:rPr>
          <w:b/>
          <w:bCs/>
          <w:szCs w:val="28"/>
        </w:rPr>
        <w:t xml:space="preserve"> </w:t>
      </w:r>
      <w:r w:rsidRPr="00D92FC1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имеется пять зон </w:t>
      </w:r>
      <w:r w:rsidRPr="00AB5B39">
        <w:rPr>
          <w:szCs w:val="28"/>
        </w:rPr>
        <w:t>технолог</w:t>
      </w:r>
      <w:r w:rsidRPr="00AB5B39">
        <w:rPr>
          <w:szCs w:val="28"/>
        </w:rPr>
        <w:t>и</w:t>
      </w:r>
      <w:r w:rsidRPr="00AB5B39">
        <w:rPr>
          <w:szCs w:val="28"/>
        </w:rPr>
        <w:t>ческ</w:t>
      </w:r>
      <w:r>
        <w:rPr>
          <w:szCs w:val="28"/>
        </w:rPr>
        <w:t>ого</w:t>
      </w:r>
      <w:r w:rsidRPr="00AB5B39">
        <w:rPr>
          <w:szCs w:val="28"/>
        </w:rPr>
        <w:t xml:space="preserve"> водоснабжения:</w:t>
      </w:r>
      <w:r>
        <w:rPr>
          <w:szCs w:val="28"/>
        </w:rPr>
        <w:t xml:space="preserve"> </w:t>
      </w:r>
    </w:p>
    <w:p w:rsidR="00BE3174" w:rsidRDefault="00BE3174" w:rsidP="00930143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 xml:space="preserve">Технологическая зона системы централизованного водоснабжения от </w:t>
      </w:r>
      <w:r>
        <w:rPr>
          <w:szCs w:val="28"/>
        </w:rPr>
        <w:t>водозабора с.</w:t>
      </w:r>
      <w:r w:rsidRPr="00AE5403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Майма</w:t>
      </w:r>
      <w:r w:rsidRPr="00AB5B39">
        <w:rPr>
          <w:szCs w:val="28"/>
        </w:rPr>
        <w:t>, включающая в себя все сооружения подъема в</w:t>
      </w:r>
      <w:r w:rsidRPr="00AB5B39">
        <w:rPr>
          <w:szCs w:val="28"/>
        </w:rPr>
        <w:t>о</w:t>
      </w:r>
      <w:r w:rsidRPr="00AB5B39">
        <w:rPr>
          <w:szCs w:val="28"/>
        </w:rPr>
        <w:t>ды, а так же все магистральные и распределительные трубопроводы.</w:t>
      </w:r>
    </w:p>
    <w:p w:rsidR="00BE3174" w:rsidRDefault="00BE3174" w:rsidP="00DD093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8F7FDD">
        <w:rPr>
          <w:szCs w:val="28"/>
        </w:rPr>
        <w:t>Технологическая зона системы централизованного водоснабжения от</w:t>
      </w:r>
      <w:r>
        <w:rPr>
          <w:szCs w:val="28"/>
        </w:rPr>
        <w:t xml:space="preserve"> водозабора </w:t>
      </w:r>
      <w:r w:rsidRPr="008F7FDD">
        <w:rPr>
          <w:szCs w:val="28"/>
        </w:rPr>
        <w:t>с.</w:t>
      </w:r>
      <w:r w:rsidRPr="008F7FDD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Подгорное</w:t>
      </w:r>
      <w:r w:rsidRPr="008F7FDD">
        <w:rPr>
          <w:szCs w:val="28"/>
        </w:rPr>
        <w:t>, включающая в себя все сооружения подъема воды, а так же все магистральные и распределительные трубопров</w:t>
      </w:r>
      <w:r w:rsidRPr="008F7FDD">
        <w:rPr>
          <w:szCs w:val="28"/>
        </w:rPr>
        <w:t>о</w:t>
      </w:r>
      <w:r w:rsidRPr="008F7FDD">
        <w:rPr>
          <w:szCs w:val="28"/>
        </w:rPr>
        <w:t>ды.</w:t>
      </w:r>
    </w:p>
    <w:p w:rsidR="00BE3174" w:rsidRDefault="00BE3174" w:rsidP="00DD093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8F7FDD">
        <w:rPr>
          <w:szCs w:val="28"/>
        </w:rPr>
        <w:t>Технологическая зона системы централизованно</w:t>
      </w:r>
      <w:r>
        <w:rPr>
          <w:szCs w:val="28"/>
        </w:rPr>
        <w:t xml:space="preserve">го водоснабжения от водозабора </w:t>
      </w:r>
      <w:r w:rsidRPr="008F7FDD">
        <w:rPr>
          <w:szCs w:val="28"/>
        </w:rPr>
        <w:t>с.</w:t>
      </w:r>
      <w:r>
        <w:rPr>
          <w:bCs/>
          <w:iCs/>
          <w:szCs w:val="28"/>
        </w:rPr>
        <w:t xml:space="preserve"> </w:t>
      </w:r>
      <w:r w:rsidRPr="005A798E">
        <w:rPr>
          <w:szCs w:val="28"/>
        </w:rPr>
        <w:t>Верх</w:t>
      </w:r>
      <w:r w:rsidRPr="009C1BDD">
        <w:t>-</w:t>
      </w:r>
      <w:r w:rsidRPr="005A798E">
        <w:rPr>
          <w:szCs w:val="28"/>
        </w:rPr>
        <w:t>Карагуж</w:t>
      </w:r>
      <w:r w:rsidRPr="008F7FDD">
        <w:rPr>
          <w:szCs w:val="28"/>
        </w:rPr>
        <w:t>, включающая в себя все сооружения подъема воды, а так же все магистральные и распределительные тр</w:t>
      </w:r>
      <w:r w:rsidRPr="008F7FDD">
        <w:rPr>
          <w:szCs w:val="28"/>
        </w:rPr>
        <w:t>у</w:t>
      </w:r>
      <w:r w:rsidRPr="008F7FDD">
        <w:rPr>
          <w:szCs w:val="28"/>
        </w:rPr>
        <w:t>бопроводы.</w:t>
      </w:r>
    </w:p>
    <w:p w:rsidR="00BE3174" w:rsidRPr="008F7FDD" w:rsidRDefault="00BE3174" w:rsidP="00E81891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8F7FDD">
        <w:rPr>
          <w:szCs w:val="28"/>
        </w:rPr>
        <w:t>Технологическая зона системы централизованно</w:t>
      </w:r>
      <w:r>
        <w:rPr>
          <w:szCs w:val="28"/>
        </w:rPr>
        <w:t>го водоснабжения от водозабора п</w:t>
      </w:r>
      <w:r w:rsidRPr="008F7FDD">
        <w:rPr>
          <w:szCs w:val="28"/>
        </w:rPr>
        <w:t>.</w:t>
      </w:r>
      <w:r w:rsidRPr="008F7FDD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Карлушка</w:t>
      </w:r>
      <w:r w:rsidRPr="008F7FDD">
        <w:rPr>
          <w:szCs w:val="28"/>
        </w:rPr>
        <w:t>, включающая в себя сооружения подъема в</w:t>
      </w:r>
      <w:r w:rsidRPr="008F7FDD">
        <w:rPr>
          <w:szCs w:val="28"/>
        </w:rPr>
        <w:t>о</w:t>
      </w:r>
      <w:r w:rsidRPr="008F7FDD">
        <w:rPr>
          <w:szCs w:val="28"/>
        </w:rPr>
        <w:t xml:space="preserve">ды, </w:t>
      </w:r>
      <w:r>
        <w:rPr>
          <w:szCs w:val="28"/>
        </w:rPr>
        <w:t>а так же</w:t>
      </w:r>
      <w:r w:rsidRPr="008F7FDD">
        <w:rPr>
          <w:szCs w:val="28"/>
        </w:rPr>
        <w:t xml:space="preserve"> магистральные и распределительные трубопроводы.</w:t>
      </w:r>
    </w:p>
    <w:p w:rsidR="00BE3174" w:rsidRPr="008F7FDD" w:rsidRDefault="00BE3174" w:rsidP="00DD093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8F7FDD">
        <w:rPr>
          <w:szCs w:val="28"/>
        </w:rPr>
        <w:t>Технологическая зона системы централизованно</w:t>
      </w:r>
      <w:r>
        <w:rPr>
          <w:szCs w:val="28"/>
        </w:rPr>
        <w:t>го водоснабжения от водозабора п</w:t>
      </w:r>
      <w:r w:rsidRPr="008F7FDD">
        <w:rPr>
          <w:szCs w:val="28"/>
        </w:rPr>
        <w:t>.</w:t>
      </w:r>
      <w:r w:rsidRPr="008F7FDD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Дубровка</w:t>
      </w:r>
      <w:r w:rsidRPr="008F7FDD">
        <w:rPr>
          <w:szCs w:val="28"/>
        </w:rPr>
        <w:t>, включающая в себя сооружения подъема в</w:t>
      </w:r>
      <w:r w:rsidRPr="008F7FDD">
        <w:rPr>
          <w:szCs w:val="28"/>
        </w:rPr>
        <w:t>о</w:t>
      </w:r>
      <w:r w:rsidRPr="008F7FDD">
        <w:rPr>
          <w:szCs w:val="28"/>
        </w:rPr>
        <w:t>ды, а так же магистральные и распределительные трубопроводы.</w:t>
      </w:r>
    </w:p>
    <w:p w:rsidR="00BE3174" w:rsidRDefault="00BE3174" w:rsidP="00782372">
      <w:pPr>
        <w:rPr>
          <w:szCs w:val="28"/>
        </w:rPr>
      </w:pPr>
    </w:p>
    <w:p w:rsidR="00BE3174" w:rsidRDefault="00BE3174" w:rsidP="00782372">
      <w:pPr>
        <w:rPr>
          <w:szCs w:val="28"/>
        </w:rPr>
      </w:pPr>
    </w:p>
    <w:p w:rsidR="00BE3174" w:rsidRDefault="00BE3174" w:rsidP="00BC15DB">
      <w:pPr>
        <w:pStyle w:val="Heading3"/>
      </w:pPr>
      <w:bookmarkStart w:id="12" w:name="_Toc10132654"/>
      <w:r w:rsidRPr="00575D7C">
        <w:t>Описание результатов технического обследования централизова</w:t>
      </w:r>
      <w:r w:rsidRPr="00575D7C">
        <w:t>н</w:t>
      </w:r>
      <w:r w:rsidRPr="00575D7C">
        <w:t>ных систем водоснабжения</w:t>
      </w:r>
      <w:bookmarkEnd w:id="12"/>
    </w:p>
    <w:p w:rsidR="00BE3174" w:rsidRPr="00AB5B39" w:rsidRDefault="00BE3174" w:rsidP="00BC15DB">
      <w:pPr>
        <w:pStyle w:val="Heading4"/>
      </w:pPr>
      <w:r w:rsidRPr="00AB5B39">
        <w:t>Описание состояния существующих источников водоснабж</w:t>
      </w:r>
      <w:r w:rsidRPr="00AB5B39">
        <w:t>е</w:t>
      </w:r>
      <w:r w:rsidRPr="00AB5B39">
        <w:t>ния и водозаборных сооружений</w:t>
      </w:r>
    </w:p>
    <w:p w:rsidR="00BE3174" w:rsidRDefault="00BE3174" w:rsidP="00BC15DB">
      <w:pPr>
        <w:pStyle w:val="ListParagraph"/>
        <w:ind w:left="0"/>
      </w:pPr>
      <w:r w:rsidRPr="00FA2FFC">
        <w:t xml:space="preserve">Водоснабжение </w:t>
      </w:r>
      <w:r w:rsidRPr="00D92FC1">
        <w:rPr>
          <w:bCs/>
          <w:szCs w:val="28"/>
        </w:rPr>
        <w:t>МО «</w:t>
      </w:r>
      <w:r w:rsidRPr="008F7FDD">
        <w:rPr>
          <w:bCs/>
          <w:szCs w:val="28"/>
        </w:rPr>
        <w:t>Майминское</w:t>
      </w:r>
      <w:r w:rsidRPr="008F7FDD">
        <w:rPr>
          <w:b/>
          <w:bCs/>
          <w:szCs w:val="28"/>
        </w:rPr>
        <w:t xml:space="preserve"> </w:t>
      </w:r>
      <w:r w:rsidRPr="00D92FC1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 w:rsidRPr="00FA2FFC">
        <w:t>осуществляе</w:t>
      </w:r>
      <w:r w:rsidRPr="00FA2FFC">
        <w:t>т</w:t>
      </w:r>
      <w:r w:rsidRPr="00FA2FFC">
        <w:t>ся за счет подземных вод.</w:t>
      </w:r>
      <w:r>
        <w:t xml:space="preserve"> </w:t>
      </w:r>
    </w:p>
    <w:p w:rsidR="00BE3174" w:rsidRDefault="00BE3174" w:rsidP="006825FD">
      <w:pPr>
        <w:rPr>
          <w:szCs w:val="28"/>
        </w:rPr>
      </w:pPr>
      <w:r w:rsidRPr="006825FD">
        <w:rPr>
          <w:szCs w:val="28"/>
        </w:rPr>
        <w:t>В с. Майма существует четыре системы водозабор</w:t>
      </w:r>
      <w:r>
        <w:rPr>
          <w:szCs w:val="28"/>
        </w:rPr>
        <w:t>а воды</w:t>
      </w:r>
      <w:r w:rsidRPr="006825FD">
        <w:rPr>
          <w:szCs w:val="28"/>
        </w:rPr>
        <w:t xml:space="preserve"> </w:t>
      </w:r>
      <w:r>
        <w:rPr>
          <w:szCs w:val="28"/>
        </w:rPr>
        <w:t>(</w:t>
      </w:r>
      <w:r w:rsidRPr="006825FD">
        <w:rPr>
          <w:szCs w:val="28"/>
        </w:rPr>
        <w:t xml:space="preserve">ул. </w:t>
      </w:r>
      <w:r w:rsidRPr="006825FD">
        <w:rPr>
          <w:color w:val="000000"/>
          <w:szCs w:val="28"/>
          <w:lang w:eastAsia="ru-RU"/>
        </w:rPr>
        <w:t xml:space="preserve">50 лет Победы, </w:t>
      </w:r>
      <w:r w:rsidRPr="006825FD">
        <w:rPr>
          <w:szCs w:val="28"/>
        </w:rPr>
        <w:t xml:space="preserve">ул. </w:t>
      </w:r>
      <w:r w:rsidRPr="006825FD">
        <w:rPr>
          <w:color w:val="000000"/>
          <w:szCs w:val="28"/>
          <w:lang w:eastAsia="ru-RU"/>
        </w:rPr>
        <w:t>Энергетиков,</w:t>
      </w:r>
      <w:r w:rsidRPr="006825FD">
        <w:rPr>
          <w:szCs w:val="28"/>
        </w:rPr>
        <w:t xml:space="preserve"> </w:t>
      </w:r>
      <w:r w:rsidRPr="006825FD">
        <w:rPr>
          <w:color w:val="000000"/>
          <w:szCs w:val="28"/>
          <w:lang w:eastAsia="ru-RU"/>
        </w:rPr>
        <w:t>остр. Пихтовый, мкр. Алгаир- 2</w:t>
      </w:r>
      <w:r>
        <w:rPr>
          <w:color w:val="000000"/>
          <w:szCs w:val="28"/>
          <w:lang w:eastAsia="ru-RU"/>
        </w:rPr>
        <w:t>), 13 рабочих скв</w:t>
      </w:r>
      <w:r>
        <w:rPr>
          <w:color w:val="000000"/>
          <w:szCs w:val="28"/>
          <w:lang w:eastAsia="ru-RU"/>
        </w:rPr>
        <w:t>а</w:t>
      </w:r>
      <w:r>
        <w:rPr>
          <w:color w:val="000000"/>
          <w:szCs w:val="28"/>
          <w:lang w:eastAsia="ru-RU"/>
        </w:rPr>
        <w:t>жин</w:t>
      </w:r>
      <w:r w:rsidRPr="006825FD">
        <w:rPr>
          <w:szCs w:val="28"/>
        </w:rPr>
        <w:t>.</w:t>
      </w:r>
      <w:r>
        <w:rPr>
          <w:szCs w:val="28"/>
        </w:rPr>
        <w:t xml:space="preserve"> </w:t>
      </w:r>
      <w:r>
        <w:t>Состояние скважин удовлетворительное.</w:t>
      </w:r>
    </w:p>
    <w:p w:rsidR="00BE3174" w:rsidRDefault="00BE3174" w:rsidP="003B12DF">
      <w:pPr>
        <w:pStyle w:val="ListParagraph"/>
        <w:ind w:left="0"/>
      </w:pPr>
      <w:r>
        <w:rPr>
          <w:szCs w:val="28"/>
        </w:rPr>
        <w:t xml:space="preserve">Основная доля </w:t>
      </w:r>
      <w:r w:rsidRPr="006825FD">
        <w:rPr>
          <w:szCs w:val="28"/>
        </w:rPr>
        <w:t xml:space="preserve">поданной </w:t>
      </w:r>
      <w:r>
        <w:rPr>
          <w:szCs w:val="28"/>
        </w:rPr>
        <w:t>воды</w:t>
      </w:r>
      <w:r w:rsidRPr="006825FD">
        <w:rPr>
          <w:szCs w:val="28"/>
        </w:rPr>
        <w:t xml:space="preserve"> в водопроводную сеть</w:t>
      </w:r>
      <w:r>
        <w:rPr>
          <w:szCs w:val="28"/>
        </w:rPr>
        <w:t xml:space="preserve"> от общего</w:t>
      </w:r>
      <w:r w:rsidRPr="006825FD">
        <w:rPr>
          <w:szCs w:val="28"/>
        </w:rPr>
        <w:t xml:space="preserve"> объем</w:t>
      </w:r>
      <w:r>
        <w:rPr>
          <w:szCs w:val="28"/>
        </w:rPr>
        <w:t>а</w:t>
      </w:r>
      <w:r w:rsidRPr="006825FD">
        <w:rPr>
          <w:szCs w:val="28"/>
        </w:rPr>
        <w:t xml:space="preserve"> воды</w:t>
      </w:r>
      <w:r>
        <w:rPr>
          <w:szCs w:val="28"/>
        </w:rPr>
        <w:t xml:space="preserve"> с. Майма приходится на </w:t>
      </w:r>
      <w:r w:rsidRPr="006825FD">
        <w:rPr>
          <w:color w:val="000000"/>
          <w:szCs w:val="28"/>
          <w:lang w:eastAsia="ru-RU"/>
        </w:rPr>
        <w:t>остр. Пихтовый</w:t>
      </w:r>
      <w:r>
        <w:rPr>
          <w:color w:val="000000"/>
          <w:szCs w:val="28"/>
          <w:lang w:eastAsia="ru-RU"/>
        </w:rPr>
        <w:t xml:space="preserve"> </w:t>
      </w:r>
      <w:r w:rsidRPr="00B72ED8">
        <w:t>–</w:t>
      </w:r>
      <w:r>
        <w:t xml:space="preserve"> 68,4 %. </w:t>
      </w:r>
    </w:p>
    <w:p w:rsidR="00BE3174" w:rsidRDefault="00BE3174" w:rsidP="003B12DF">
      <w:pPr>
        <w:pStyle w:val="ListParagraph"/>
        <w:ind w:left="0"/>
      </w:pPr>
      <w:r>
        <w:t xml:space="preserve">Водозабор </w:t>
      </w:r>
      <w:r w:rsidRPr="006825FD">
        <w:rPr>
          <w:szCs w:val="28"/>
        </w:rPr>
        <w:t>с.</w:t>
      </w:r>
      <w:r>
        <w:rPr>
          <w:szCs w:val="28"/>
        </w:rPr>
        <w:t xml:space="preserve"> Подгорное </w:t>
      </w:r>
      <w:r>
        <w:rPr>
          <w:bCs/>
          <w:iCs/>
          <w:szCs w:val="28"/>
        </w:rPr>
        <w:t xml:space="preserve">осуществляется из двух скважин Г 9/81, Г 9а/81. </w:t>
      </w:r>
      <w:r>
        <w:t>Состояние скважин удовлетворительное.</w:t>
      </w:r>
    </w:p>
    <w:p w:rsidR="00BE3174" w:rsidRDefault="00BE3174" w:rsidP="003B12DF">
      <w:pPr>
        <w:pStyle w:val="ListParagraph"/>
        <w:ind w:left="0"/>
      </w:pPr>
      <w:r>
        <w:t>Водозабор с</w:t>
      </w:r>
      <w:r>
        <w:rPr>
          <w:szCs w:val="28"/>
        </w:rPr>
        <w:t xml:space="preserve">. </w:t>
      </w:r>
      <w:r w:rsidRPr="00E33C5E">
        <w:rPr>
          <w:szCs w:val="28"/>
        </w:rPr>
        <w:t>Верх-Карагуж</w:t>
      </w:r>
      <w:r>
        <w:rPr>
          <w:szCs w:val="28"/>
        </w:rPr>
        <w:t xml:space="preserve"> </w:t>
      </w:r>
      <w:r>
        <w:rPr>
          <w:bCs/>
          <w:iCs/>
          <w:szCs w:val="28"/>
        </w:rPr>
        <w:t xml:space="preserve">осуществляется из двух скважин Г 11/82, Г 14/82. </w:t>
      </w:r>
      <w:r>
        <w:t>Состояние скважин удовлетворительное.</w:t>
      </w:r>
    </w:p>
    <w:p w:rsidR="00BE3174" w:rsidRDefault="00BE3174" w:rsidP="003B12DF">
      <w:pPr>
        <w:pStyle w:val="ListParagraph"/>
        <w:ind w:left="0"/>
      </w:pPr>
      <w:r>
        <w:t xml:space="preserve">Водозабор </w:t>
      </w:r>
      <w:r w:rsidRPr="00E33C5E">
        <w:t>п. Карлушка</w:t>
      </w:r>
      <w:r>
        <w:t xml:space="preserve"> состоит из </w:t>
      </w:r>
      <w:r w:rsidRPr="00DB7BA4">
        <w:t>одной действующей скважины</w:t>
      </w:r>
      <w:r>
        <w:t xml:space="preserve"> Г 17/90. Состояние скважины удовлетворительное.</w:t>
      </w:r>
    </w:p>
    <w:p w:rsidR="00BE3174" w:rsidRDefault="00BE3174" w:rsidP="0066197E">
      <w:pPr>
        <w:pStyle w:val="ListParagraph"/>
        <w:ind w:left="0"/>
      </w:pPr>
      <w:r>
        <w:t xml:space="preserve">Водозабор </w:t>
      </w:r>
      <w:r w:rsidRPr="00E33C5E">
        <w:t>п.</w:t>
      </w:r>
      <w:r>
        <w:t xml:space="preserve"> </w:t>
      </w:r>
      <w:r w:rsidRPr="00E33C5E">
        <w:t>Дубровка</w:t>
      </w:r>
      <w:r>
        <w:t xml:space="preserve"> состоит из </w:t>
      </w:r>
      <w:r w:rsidRPr="00DB7BA4">
        <w:t>одной действующей скважины</w:t>
      </w:r>
      <w:r>
        <w:t xml:space="preserve"> Г 19/78. Состояние скважины удовлетворительное.</w:t>
      </w:r>
    </w:p>
    <w:p w:rsidR="00BE3174" w:rsidRDefault="00BE3174" w:rsidP="00FE1170">
      <w:pPr>
        <w:rPr>
          <w:szCs w:val="28"/>
        </w:rPr>
      </w:pPr>
      <w:r w:rsidRPr="00570BDF">
        <w:t xml:space="preserve">Описание </w:t>
      </w:r>
      <w:r w:rsidRPr="00AB5B39">
        <w:rPr>
          <w:szCs w:val="28"/>
        </w:rPr>
        <w:t>существующих источников водоснабжения и водозаборных сооружений</w:t>
      </w:r>
      <w:r>
        <w:rPr>
          <w:szCs w:val="28"/>
        </w:rPr>
        <w:t xml:space="preserve"> </w:t>
      </w:r>
      <w:r>
        <w:t>представлено в таблице 1.</w:t>
      </w:r>
    </w:p>
    <w:p w:rsidR="00BE3174" w:rsidRDefault="00BE3174" w:rsidP="00FC7815">
      <w:pPr>
        <w:spacing w:after="120" w:line="240" w:lineRule="auto"/>
        <w:ind w:firstLine="0"/>
        <w:jc w:val="left"/>
      </w:pPr>
    </w:p>
    <w:p w:rsidR="00BE3174" w:rsidRDefault="00BE3174" w:rsidP="00FC7815">
      <w:pPr>
        <w:spacing w:after="120" w:line="240" w:lineRule="auto"/>
        <w:ind w:firstLine="0"/>
        <w:jc w:val="left"/>
        <w:sectPr w:rsidR="00BE3174" w:rsidSect="00F719E8">
          <w:footerReference w:type="default" r:id="rId10"/>
          <w:footerReference w:type="first" r:id="rId11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BE3174" w:rsidRDefault="00BE3174" w:rsidP="00FC7815">
      <w:pPr>
        <w:spacing w:after="120" w:line="240" w:lineRule="auto"/>
        <w:ind w:firstLine="0"/>
        <w:jc w:val="left"/>
        <w:rPr>
          <w:szCs w:val="28"/>
        </w:rPr>
      </w:pPr>
      <w:r w:rsidRPr="00570BDF">
        <w:t xml:space="preserve">Таблица </w:t>
      </w:r>
      <w:r>
        <w:t>1</w:t>
      </w:r>
      <w:r w:rsidRPr="00570BDF">
        <w:t>. Описание технологических зон водоснабжения и перечень централизованных систем водоснабжения</w:t>
      </w:r>
      <w:r>
        <w:t xml:space="preserve"> </w:t>
      </w:r>
    </w:p>
    <w:tbl>
      <w:tblPr>
        <w:tblW w:w="50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2128"/>
        <w:gridCol w:w="994"/>
        <w:gridCol w:w="988"/>
        <w:gridCol w:w="1138"/>
        <w:gridCol w:w="1983"/>
        <w:gridCol w:w="991"/>
        <w:gridCol w:w="994"/>
        <w:gridCol w:w="1418"/>
        <w:gridCol w:w="1556"/>
        <w:gridCol w:w="1135"/>
        <w:gridCol w:w="888"/>
      </w:tblGrid>
      <w:tr w:rsidR="00BE3174" w:rsidRPr="00562846" w:rsidTr="004F3DEF">
        <w:trPr>
          <w:trHeight w:val="771"/>
          <w:jc w:val="center"/>
        </w:trPr>
        <w:tc>
          <w:tcPr>
            <w:tcW w:w="168" w:type="pct"/>
            <w:vMerge w:val="restart"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№</w:t>
            </w:r>
          </w:p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п/п</w:t>
            </w:r>
          </w:p>
        </w:tc>
        <w:tc>
          <w:tcPr>
            <w:tcW w:w="723" w:type="pct"/>
            <w:vMerge w:val="restart"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Место распол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жения источника водоснабжения, водозаборного сооружения, адрес</w:t>
            </w:r>
          </w:p>
        </w:tc>
        <w:tc>
          <w:tcPr>
            <w:tcW w:w="338" w:type="pct"/>
            <w:vMerge w:val="restart"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№</w:t>
            </w:r>
          </w:p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скв</w:t>
            </w:r>
            <w:r w:rsidRPr="00562846">
              <w:rPr>
                <w:sz w:val="24"/>
                <w:szCs w:val="24"/>
              </w:rPr>
              <w:t>а</w:t>
            </w:r>
            <w:r w:rsidRPr="00562846">
              <w:rPr>
                <w:sz w:val="24"/>
                <w:szCs w:val="24"/>
              </w:rPr>
              <w:t>жины</w:t>
            </w:r>
          </w:p>
        </w:tc>
        <w:tc>
          <w:tcPr>
            <w:tcW w:w="336" w:type="pct"/>
            <w:vMerge w:val="restart"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Глуб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на скв</w:t>
            </w:r>
            <w:r w:rsidRPr="00562846">
              <w:rPr>
                <w:sz w:val="24"/>
                <w:szCs w:val="24"/>
              </w:rPr>
              <w:t>а</w:t>
            </w:r>
            <w:r w:rsidRPr="00562846">
              <w:rPr>
                <w:sz w:val="24"/>
                <w:szCs w:val="24"/>
              </w:rPr>
              <w:t>жины</w:t>
            </w:r>
          </w:p>
        </w:tc>
        <w:tc>
          <w:tcPr>
            <w:tcW w:w="387" w:type="pct"/>
            <w:vMerge w:val="restart"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Прои</w:t>
            </w:r>
            <w:r w:rsidRPr="00562846">
              <w:rPr>
                <w:sz w:val="24"/>
                <w:szCs w:val="24"/>
              </w:rPr>
              <w:t>з</w:t>
            </w:r>
            <w:r w:rsidRPr="00562846">
              <w:rPr>
                <w:sz w:val="24"/>
                <w:szCs w:val="24"/>
              </w:rPr>
              <w:t>водите-льность скваж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ны,</w:t>
            </w:r>
            <w:r>
              <w:rPr>
                <w:sz w:val="24"/>
                <w:szCs w:val="24"/>
              </w:rPr>
              <w:t xml:space="preserve"> </w:t>
            </w:r>
            <w:r w:rsidRPr="00562846">
              <w:rPr>
                <w:sz w:val="24"/>
                <w:szCs w:val="24"/>
              </w:rPr>
              <w:t>м</w:t>
            </w:r>
            <w:r w:rsidRPr="00562846">
              <w:rPr>
                <w:sz w:val="24"/>
                <w:szCs w:val="24"/>
                <w:vertAlign w:val="superscript"/>
              </w:rPr>
              <w:t>3</w:t>
            </w:r>
            <w:r w:rsidRPr="00562846">
              <w:rPr>
                <w:sz w:val="24"/>
                <w:szCs w:val="24"/>
              </w:rPr>
              <w:t>/час</w:t>
            </w:r>
          </w:p>
        </w:tc>
        <w:tc>
          <w:tcPr>
            <w:tcW w:w="1349" w:type="pct"/>
            <w:gridSpan w:val="3"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Насосы</w:t>
            </w:r>
          </w:p>
        </w:tc>
        <w:tc>
          <w:tcPr>
            <w:tcW w:w="482" w:type="pct"/>
            <w:vMerge w:val="restart"/>
            <w:shd w:val="clear" w:color="auto" w:fill="C6D9F1"/>
            <w:vAlign w:val="center"/>
          </w:tcPr>
          <w:p w:rsidR="00BE3174" w:rsidRPr="00562846" w:rsidRDefault="00BE3174" w:rsidP="000F4F3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Башня, м/емкости</w:t>
            </w:r>
            <w:r w:rsidRPr="00562846">
              <w:rPr>
                <w:sz w:val="24"/>
                <w:szCs w:val="24"/>
              </w:rPr>
              <w:t>, м</w:t>
            </w:r>
            <w:r w:rsidRPr="0056284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9" w:type="pct"/>
            <w:vMerge w:val="restart"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исполнение павильона</w:t>
            </w:r>
          </w:p>
        </w:tc>
        <w:tc>
          <w:tcPr>
            <w:tcW w:w="386" w:type="pct"/>
            <w:vMerge w:val="restart"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ЗСО, м2</w:t>
            </w:r>
          </w:p>
        </w:tc>
        <w:tc>
          <w:tcPr>
            <w:tcW w:w="302" w:type="pct"/>
            <w:vMerge w:val="restart"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в эк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плу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тацию</w:t>
            </w:r>
          </w:p>
        </w:tc>
      </w:tr>
      <w:tr w:rsidR="00BE3174" w:rsidRPr="00562846" w:rsidTr="004F3DEF">
        <w:trPr>
          <w:jc w:val="center"/>
        </w:trPr>
        <w:tc>
          <w:tcPr>
            <w:tcW w:w="168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8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pct"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Марка</w:t>
            </w:r>
          </w:p>
        </w:tc>
        <w:tc>
          <w:tcPr>
            <w:tcW w:w="337" w:type="pct"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Кол-во</w:t>
            </w:r>
          </w:p>
        </w:tc>
        <w:tc>
          <w:tcPr>
            <w:tcW w:w="338" w:type="pct"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Глуб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на, м</w:t>
            </w:r>
          </w:p>
        </w:tc>
        <w:tc>
          <w:tcPr>
            <w:tcW w:w="482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pct"/>
            <w:vMerge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vMerge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  <w:vMerge/>
            <w:shd w:val="clear" w:color="auto" w:fill="C6D9F1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E3174" w:rsidRPr="00562846" w:rsidTr="004F3DEF">
        <w:trPr>
          <w:trHeight w:val="535"/>
          <w:jc w:val="center"/>
        </w:trPr>
        <w:tc>
          <w:tcPr>
            <w:tcW w:w="16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</w:t>
            </w:r>
          </w:p>
        </w:tc>
        <w:tc>
          <w:tcPr>
            <w:tcW w:w="723" w:type="pct"/>
            <w:vAlign w:val="center"/>
          </w:tcPr>
          <w:p w:rsidR="00BE3174" w:rsidRPr="00562846" w:rsidRDefault="00BE3174" w:rsidP="00ED68C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Майма</w:t>
            </w:r>
            <w:r w:rsidRPr="00562846">
              <w:rPr>
                <w:sz w:val="24"/>
                <w:szCs w:val="24"/>
              </w:rPr>
              <w:t xml:space="preserve">, ул. </w:t>
            </w:r>
            <w:r w:rsidRPr="008F75DE">
              <w:rPr>
                <w:color w:val="000000"/>
                <w:sz w:val="24"/>
                <w:szCs w:val="24"/>
                <w:lang w:eastAsia="ru-RU"/>
              </w:rPr>
              <w:t xml:space="preserve">50 лет Победы </w:t>
            </w:r>
            <w:r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8" w:type="pct"/>
            <w:vAlign w:val="center"/>
          </w:tcPr>
          <w:p w:rsidR="00BE3174" w:rsidRPr="00EA23A0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57/09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ЭЦВ 6-10-80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82" w:type="pct"/>
            <w:vAlign w:val="center"/>
          </w:tcPr>
          <w:p w:rsidR="00BE3174" w:rsidRPr="00562846" w:rsidRDefault="00BE3174" w:rsidP="009F4811">
            <w:pPr>
              <w:pStyle w:val="ad"/>
            </w:pPr>
            <w:r>
              <w:t>Башня, 25</w:t>
            </w:r>
          </w:p>
        </w:tc>
        <w:tc>
          <w:tcPr>
            <w:tcW w:w="529" w:type="pct"/>
            <w:vAlign w:val="center"/>
          </w:tcPr>
          <w:p w:rsidR="00BE3174" w:rsidRPr="00562846" w:rsidRDefault="00BE3174" w:rsidP="003A0ED5">
            <w:pPr>
              <w:pStyle w:val="ad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30х30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</w:t>
            </w:r>
          </w:p>
        </w:tc>
      </w:tr>
      <w:tr w:rsidR="00BE3174" w:rsidRPr="00562846" w:rsidTr="004F3DEF">
        <w:trPr>
          <w:jc w:val="center"/>
        </w:trPr>
        <w:tc>
          <w:tcPr>
            <w:tcW w:w="168" w:type="pct"/>
            <w:vAlign w:val="center"/>
          </w:tcPr>
          <w:p w:rsidR="00BE3174" w:rsidRPr="003B12DF" w:rsidRDefault="00BE3174" w:rsidP="003B12DF">
            <w:pPr>
              <w:jc w:val="left"/>
              <w:rPr>
                <w:b/>
                <w:sz w:val="24"/>
                <w:szCs w:val="24"/>
              </w:rPr>
            </w:pPr>
            <w:r w:rsidRPr="003B12DF">
              <w:rPr>
                <w:b/>
                <w:sz w:val="24"/>
                <w:szCs w:val="24"/>
              </w:rPr>
              <w:t>2</w:t>
            </w:r>
            <w:r w:rsidRPr="003B12DF">
              <w:rPr>
                <w:sz w:val="24"/>
                <w:szCs w:val="24"/>
              </w:rPr>
              <w:t>2</w:t>
            </w:r>
          </w:p>
        </w:tc>
        <w:tc>
          <w:tcPr>
            <w:tcW w:w="723" w:type="pct"/>
            <w:vAlign w:val="center"/>
          </w:tcPr>
          <w:p w:rsidR="00BE3174" w:rsidRPr="00562846" w:rsidRDefault="00BE3174" w:rsidP="00137E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Майма</w:t>
            </w:r>
            <w:r w:rsidRPr="00562846">
              <w:rPr>
                <w:sz w:val="24"/>
                <w:szCs w:val="24"/>
              </w:rPr>
              <w:t xml:space="preserve">, ул. </w:t>
            </w:r>
            <w:r w:rsidRPr="008F75DE">
              <w:rPr>
                <w:color w:val="000000"/>
                <w:sz w:val="24"/>
                <w:szCs w:val="24"/>
                <w:lang w:eastAsia="ru-RU"/>
              </w:rPr>
              <w:t xml:space="preserve">50 лет Победы </w:t>
            </w: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22/90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0F4F3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 xml:space="preserve">ЭЦВ </w:t>
            </w:r>
            <w:r w:rsidRPr="00562846">
              <w:rPr>
                <w:sz w:val="24"/>
                <w:szCs w:val="24"/>
              </w:rPr>
              <w:t>6-10-</w:t>
            </w:r>
            <w:r>
              <w:rPr>
                <w:sz w:val="24"/>
                <w:szCs w:val="24"/>
              </w:rPr>
              <w:t>140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482" w:type="pct"/>
            <w:vAlign w:val="center"/>
          </w:tcPr>
          <w:p w:rsidR="00BE3174" w:rsidRDefault="00BE3174" w:rsidP="003A0ED5">
            <w:pPr>
              <w:pStyle w:val="ad"/>
            </w:pPr>
            <w:r>
              <w:t xml:space="preserve">Без </w:t>
            </w:r>
          </w:p>
          <w:p w:rsidR="00BE3174" w:rsidRPr="00562846" w:rsidRDefault="00BE3174" w:rsidP="003A0ED5">
            <w:pPr>
              <w:pStyle w:val="ad"/>
            </w:pPr>
            <w:r>
              <w:t>емкости</w:t>
            </w:r>
          </w:p>
        </w:tc>
        <w:tc>
          <w:tcPr>
            <w:tcW w:w="529" w:type="pct"/>
            <w:vAlign w:val="center"/>
          </w:tcPr>
          <w:p w:rsidR="00BE3174" w:rsidRPr="0036616E" w:rsidRDefault="00BE3174" w:rsidP="003E458E">
            <w:pPr>
              <w:pStyle w:val="ad"/>
            </w:pPr>
            <w:r w:rsidRPr="00081EE0">
              <w:rPr>
                <w:rFonts w:cs="Times New Roman"/>
                <w:color w:val="000000"/>
                <w:lang w:eastAsia="ru-RU"/>
              </w:rPr>
              <w:t>Деревянный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30х30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</w:tr>
      <w:tr w:rsidR="00BE3174" w:rsidRPr="00562846" w:rsidTr="004F3DEF">
        <w:trPr>
          <w:jc w:val="center"/>
        </w:trPr>
        <w:tc>
          <w:tcPr>
            <w:tcW w:w="168" w:type="pct"/>
            <w:vAlign w:val="center"/>
          </w:tcPr>
          <w:p w:rsidR="00BE3174" w:rsidRPr="00562846" w:rsidRDefault="00BE3174" w:rsidP="00137E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3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Майма</w:t>
            </w:r>
            <w:r w:rsidRPr="00562846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 xml:space="preserve"> </w:t>
            </w:r>
            <w:r w:rsidRPr="003678F6">
              <w:rPr>
                <w:color w:val="000000"/>
                <w:sz w:val="24"/>
                <w:szCs w:val="24"/>
                <w:lang w:eastAsia="ru-RU"/>
              </w:rPr>
              <w:t>Энергетиков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678F6">
              <w:rPr>
                <w:color w:val="000000"/>
                <w:sz w:val="24"/>
                <w:szCs w:val="24"/>
                <w:lang w:eastAsia="ru-RU"/>
              </w:rPr>
              <w:t>36/88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 xml:space="preserve">ЭЦВ </w:t>
            </w:r>
            <w:r w:rsidRPr="00562846">
              <w:rPr>
                <w:sz w:val="24"/>
                <w:szCs w:val="24"/>
              </w:rPr>
              <w:t>6-10-</w:t>
            </w:r>
            <w:r>
              <w:rPr>
                <w:sz w:val="24"/>
                <w:szCs w:val="24"/>
              </w:rPr>
              <w:t>110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482" w:type="pct"/>
            <w:vAlign w:val="center"/>
          </w:tcPr>
          <w:p w:rsidR="00BE3174" w:rsidRDefault="00BE3174" w:rsidP="003A0ED5">
            <w:pPr>
              <w:pStyle w:val="ad"/>
            </w:pPr>
            <w:r>
              <w:t xml:space="preserve">Без </w:t>
            </w:r>
          </w:p>
          <w:p w:rsidR="00BE3174" w:rsidRPr="00562846" w:rsidRDefault="00BE3174" w:rsidP="003A0ED5">
            <w:pPr>
              <w:pStyle w:val="ad"/>
            </w:pPr>
            <w:r>
              <w:t>емкости</w:t>
            </w:r>
          </w:p>
        </w:tc>
        <w:tc>
          <w:tcPr>
            <w:tcW w:w="529" w:type="pct"/>
            <w:vAlign w:val="center"/>
          </w:tcPr>
          <w:p w:rsidR="00BE3174" w:rsidRPr="0036616E" w:rsidRDefault="00BE3174" w:rsidP="003E458E">
            <w:pPr>
              <w:pStyle w:val="ad"/>
            </w:pPr>
            <w:r w:rsidRPr="00081EE0">
              <w:rPr>
                <w:rFonts w:cs="Times New Roman"/>
                <w:color w:val="000000"/>
                <w:lang w:eastAsia="ru-RU"/>
              </w:rPr>
              <w:t>Шлаколитой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60х60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BE3174" w:rsidRPr="00562846" w:rsidTr="004F3DEF">
        <w:trPr>
          <w:trHeight w:val="455"/>
          <w:jc w:val="center"/>
        </w:trPr>
        <w:tc>
          <w:tcPr>
            <w:tcW w:w="168" w:type="pct"/>
            <w:vMerge w:val="restart"/>
            <w:vAlign w:val="center"/>
          </w:tcPr>
          <w:p w:rsidR="00BE3174" w:rsidRPr="00562846" w:rsidRDefault="00BE3174" w:rsidP="00ED68C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3" w:type="pct"/>
            <w:vMerge w:val="restar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678F6">
              <w:rPr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78F6">
              <w:rPr>
                <w:color w:val="000000"/>
                <w:sz w:val="24"/>
                <w:szCs w:val="24"/>
                <w:lang w:eastAsia="ru-RU"/>
              </w:rPr>
              <w:t>Майма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678F6">
              <w:rPr>
                <w:color w:val="000000"/>
                <w:sz w:val="24"/>
                <w:szCs w:val="24"/>
                <w:lang w:eastAsia="ru-RU"/>
              </w:rPr>
              <w:t>остр. Пихтовый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10/92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80E80">
              <w:rPr>
                <w:color w:val="000000"/>
                <w:sz w:val="24"/>
                <w:szCs w:val="24"/>
                <w:lang w:eastAsia="ru-RU"/>
              </w:rPr>
              <w:t xml:space="preserve">ЭЦВ </w:t>
            </w:r>
            <w:r>
              <w:rPr>
                <w:color w:val="000000"/>
                <w:sz w:val="24"/>
                <w:szCs w:val="24"/>
                <w:lang w:eastAsia="ru-RU"/>
              </w:rPr>
              <w:t>12-160-100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82" w:type="pct"/>
            <w:vMerge w:val="restart"/>
            <w:vAlign w:val="center"/>
          </w:tcPr>
          <w:p w:rsidR="00BE3174" w:rsidRPr="00562846" w:rsidRDefault="00BE3174" w:rsidP="003A0ED5">
            <w:pPr>
              <w:pStyle w:val="ad"/>
            </w:pPr>
            <w:r>
              <w:t>Емкости бетонные, подземные, объемом 4000</w:t>
            </w:r>
          </w:p>
        </w:tc>
        <w:tc>
          <w:tcPr>
            <w:tcW w:w="529" w:type="pct"/>
            <w:vAlign w:val="center"/>
          </w:tcPr>
          <w:p w:rsidR="00BE3174" w:rsidRPr="0036616E" w:rsidRDefault="00BE3174" w:rsidP="003A0ED5">
            <w:pPr>
              <w:pStyle w:val="ad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96х160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</w:tr>
      <w:tr w:rsidR="00BE3174" w:rsidRPr="00562846" w:rsidTr="004F3DEF">
        <w:trPr>
          <w:trHeight w:val="403"/>
          <w:jc w:val="center"/>
        </w:trPr>
        <w:tc>
          <w:tcPr>
            <w:tcW w:w="168" w:type="pct"/>
            <w:vMerge/>
            <w:vAlign w:val="center"/>
          </w:tcPr>
          <w:p w:rsidR="00BE3174" w:rsidRPr="00562846" w:rsidRDefault="00BE3174" w:rsidP="008A60B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11/92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80E80">
              <w:rPr>
                <w:color w:val="000000"/>
                <w:sz w:val="24"/>
                <w:szCs w:val="24"/>
                <w:lang w:eastAsia="ru-RU"/>
              </w:rPr>
              <w:t xml:space="preserve">ЭЦВ </w:t>
            </w:r>
            <w:r>
              <w:rPr>
                <w:color w:val="000000"/>
                <w:sz w:val="24"/>
                <w:szCs w:val="24"/>
                <w:lang w:eastAsia="ru-RU"/>
              </w:rPr>
              <w:t>12-160-100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82" w:type="pct"/>
            <w:vMerge/>
            <w:vAlign w:val="center"/>
          </w:tcPr>
          <w:p w:rsidR="00BE3174" w:rsidRPr="00562846" w:rsidRDefault="00BE3174" w:rsidP="003A0ED5">
            <w:pPr>
              <w:pStyle w:val="ad"/>
            </w:pPr>
          </w:p>
        </w:tc>
        <w:tc>
          <w:tcPr>
            <w:tcW w:w="529" w:type="pct"/>
            <w:vAlign w:val="center"/>
          </w:tcPr>
          <w:p w:rsidR="00BE3174" w:rsidRPr="0036616E" w:rsidRDefault="00BE3174" w:rsidP="007418DE">
            <w:pPr>
              <w:pStyle w:val="ad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96х160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</w:tr>
      <w:tr w:rsidR="00BE3174" w:rsidRPr="00562846" w:rsidTr="004F3DEF">
        <w:trPr>
          <w:trHeight w:val="435"/>
          <w:jc w:val="center"/>
        </w:trPr>
        <w:tc>
          <w:tcPr>
            <w:tcW w:w="168" w:type="pct"/>
            <w:vMerge/>
            <w:vAlign w:val="center"/>
          </w:tcPr>
          <w:p w:rsidR="00BE3174" w:rsidRPr="00562846" w:rsidRDefault="00BE3174" w:rsidP="008A60B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13/92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80E80">
              <w:rPr>
                <w:color w:val="000000"/>
                <w:sz w:val="24"/>
                <w:szCs w:val="24"/>
                <w:lang w:eastAsia="ru-RU"/>
              </w:rPr>
              <w:t xml:space="preserve">ЭЦВ </w:t>
            </w:r>
            <w:r>
              <w:rPr>
                <w:color w:val="000000"/>
                <w:sz w:val="24"/>
                <w:szCs w:val="24"/>
                <w:lang w:eastAsia="ru-RU"/>
              </w:rPr>
              <w:t>12-160-100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82" w:type="pct"/>
            <w:vMerge/>
            <w:vAlign w:val="center"/>
          </w:tcPr>
          <w:p w:rsidR="00BE3174" w:rsidRPr="00562846" w:rsidRDefault="00BE3174" w:rsidP="003A0ED5">
            <w:pPr>
              <w:pStyle w:val="ad"/>
            </w:pPr>
          </w:p>
        </w:tc>
        <w:tc>
          <w:tcPr>
            <w:tcW w:w="529" w:type="pct"/>
            <w:vAlign w:val="center"/>
          </w:tcPr>
          <w:p w:rsidR="00BE3174" w:rsidRPr="0036616E" w:rsidRDefault="00BE3174" w:rsidP="007418DE">
            <w:pPr>
              <w:pStyle w:val="ad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96х160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</w:tr>
      <w:tr w:rsidR="00BE3174" w:rsidRPr="00562846" w:rsidTr="004F3DEF">
        <w:trPr>
          <w:trHeight w:val="402"/>
          <w:jc w:val="center"/>
        </w:trPr>
        <w:tc>
          <w:tcPr>
            <w:tcW w:w="168" w:type="pct"/>
            <w:vMerge/>
            <w:vAlign w:val="center"/>
          </w:tcPr>
          <w:p w:rsidR="00BE3174" w:rsidRPr="00562846" w:rsidRDefault="00BE3174" w:rsidP="008A60B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14/92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80E80">
              <w:rPr>
                <w:color w:val="000000"/>
                <w:sz w:val="24"/>
                <w:szCs w:val="24"/>
                <w:lang w:eastAsia="ru-RU"/>
              </w:rPr>
              <w:t xml:space="preserve">ЭЦВ </w:t>
            </w:r>
            <w:r>
              <w:rPr>
                <w:color w:val="000000"/>
                <w:sz w:val="24"/>
                <w:szCs w:val="24"/>
                <w:lang w:eastAsia="ru-RU"/>
              </w:rPr>
              <w:t>12-160-100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82" w:type="pct"/>
            <w:vMerge/>
            <w:vAlign w:val="center"/>
          </w:tcPr>
          <w:p w:rsidR="00BE3174" w:rsidRPr="00562846" w:rsidRDefault="00BE3174" w:rsidP="003A0ED5">
            <w:pPr>
              <w:pStyle w:val="ad"/>
            </w:pPr>
          </w:p>
        </w:tc>
        <w:tc>
          <w:tcPr>
            <w:tcW w:w="529" w:type="pct"/>
            <w:vAlign w:val="center"/>
          </w:tcPr>
          <w:p w:rsidR="00BE3174" w:rsidRPr="0036616E" w:rsidRDefault="00BE3174" w:rsidP="007418DE">
            <w:pPr>
              <w:pStyle w:val="ad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96х160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</w:tr>
      <w:tr w:rsidR="00BE3174" w:rsidRPr="00562846" w:rsidTr="004F3DEF">
        <w:trPr>
          <w:trHeight w:val="407"/>
          <w:jc w:val="center"/>
        </w:trPr>
        <w:tc>
          <w:tcPr>
            <w:tcW w:w="168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15/92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80E80">
              <w:rPr>
                <w:color w:val="000000"/>
                <w:sz w:val="24"/>
                <w:szCs w:val="24"/>
                <w:lang w:eastAsia="ru-RU"/>
              </w:rPr>
              <w:t xml:space="preserve">ЭЦВ </w:t>
            </w:r>
            <w:r>
              <w:rPr>
                <w:color w:val="000000"/>
                <w:sz w:val="24"/>
                <w:szCs w:val="24"/>
                <w:lang w:eastAsia="ru-RU"/>
              </w:rPr>
              <w:t>12-160-100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82" w:type="pct"/>
            <w:vMerge/>
            <w:vAlign w:val="center"/>
          </w:tcPr>
          <w:p w:rsidR="00BE3174" w:rsidRPr="00562846" w:rsidRDefault="00BE3174" w:rsidP="003A0ED5">
            <w:pPr>
              <w:pStyle w:val="ad"/>
            </w:pPr>
          </w:p>
        </w:tc>
        <w:tc>
          <w:tcPr>
            <w:tcW w:w="529" w:type="pct"/>
            <w:vAlign w:val="center"/>
          </w:tcPr>
          <w:p w:rsidR="00BE3174" w:rsidRPr="0036616E" w:rsidRDefault="00BE3174" w:rsidP="007418DE">
            <w:pPr>
              <w:pStyle w:val="ad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96х160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</w:tr>
      <w:tr w:rsidR="00BE3174" w:rsidRPr="00562846" w:rsidTr="004F3DEF">
        <w:trPr>
          <w:trHeight w:val="415"/>
          <w:jc w:val="center"/>
        </w:trPr>
        <w:tc>
          <w:tcPr>
            <w:tcW w:w="168" w:type="pct"/>
            <w:vMerge/>
            <w:vAlign w:val="center"/>
          </w:tcPr>
          <w:p w:rsidR="00BE3174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16/92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80E80">
              <w:rPr>
                <w:color w:val="000000"/>
                <w:sz w:val="24"/>
                <w:szCs w:val="24"/>
                <w:lang w:eastAsia="ru-RU"/>
              </w:rPr>
              <w:t xml:space="preserve">ЭЦВ </w:t>
            </w:r>
            <w:r>
              <w:rPr>
                <w:color w:val="000000"/>
                <w:sz w:val="24"/>
                <w:szCs w:val="24"/>
                <w:lang w:eastAsia="ru-RU"/>
              </w:rPr>
              <w:t>12-160-100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82" w:type="pct"/>
            <w:vMerge/>
            <w:vAlign w:val="center"/>
          </w:tcPr>
          <w:p w:rsidR="00BE3174" w:rsidRPr="00562846" w:rsidRDefault="00BE3174" w:rsidP="003A0ED5">
            <w:pPr>
              <w:pStyle w:val="ad"/>
            </w:pPr>
          </w:p>
        </w:tc>
        <w:tc>
          <w:tcPr>
            <w:tcW w:w="529" w:type="pct"/>
            <w:vAlign w:val="center"/>
          </w:tcPr>
          <w:p w:rsidR="00BE3174" w:rsidRPr="0036616E" w:rsidRDefault="00BE3174" w:rsidP="007418DE">
            <w:pPr>
              <w:pStyle w:val="ad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96х160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</w:tr>
      <w:tr w:rsidR="00BE3174" w:rsidRPr="00562846" w:rsidTr="004F3DEF">
        <w:trPr>
          <w:trHeight w:val="357"/>
          <w:jc w:val="center"/>
        </w:trPr>
        <w:tc>
          <w:tcPr>
            <w:tcW w:w="168" w:type="pct"/>
            <w:vMerge/>
            <w:vAlign w:val="center"/>
          </w:tcPr>
          <w:p w:rsidR="00BE3174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3/93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80E80">
              <w:rPr>
                <w:color w:val="000000"/>
                <w:sz w:val="24"/>
                <w:szCs w:val="24"/>
                <w:lang w:eastAsia="ru-RU"/>
              </w:rPr>
              <w:t xml:space="preserve">ЭЦВ </w:t>
            </w:r>
            <w:r>
              <w:rPr>
                <w:color w:val="000000"/>
                <w:sz w:val="24"/>
                <w:szCs w:val="24"/>
                <w:lang w:eastAsia="ru-RU"/>
              </w:rPr>
              <w:t>12-160-100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82" w:type="pct"/>
            <w:vMerge/>
            <w:vAlign w:val="center"/>
          </w:tcPr>
          <w:p w:rsidR="00BE3174" w:rsidRPr="00562846" w:rsidRDefault="00BE3174" w:rsidP="003A0ED5">
            <w:pPr>
              <w:pStyle w:val="ad"/>
            </w:pPr>
          </w:p>
        </w:tc>
        <w:tc>
          <w:tcPr>
            <w:tcW w:w="529" w:type="pct"/>
            <w:vAlign w:val="center"/>
          </w:tcPr>
          <w:p w:rsidR="00BE3174" w:rsidRPr="0036616E" w:rsidRDefault="00BE3174" w:rsidP="003E458E">
            <w:pPr>
              <w:pStyle w:val="ad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96х160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</w:tr>
      <w:tr w:rsidR="00BE3174" w:rsidRPr="00562846" w:rsidTr="004F3DEF">
        <w:trPr>
          <w:trHeight w:val="470"/>
          <w:jc w:val="center"/>
        </w:trPr>
        <w:tc>
          <w:tcPr>
            <w:tcW w:w="168" w:type="pct"/>
            <w:vMerge/>
            <w:vAlign w:val="center"/>
          </w:tcPr>
          <w:p w:rsidR="00BE3174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4/93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80E80">
              <w:rPr>
                <w:color w:val="000000"/>
                <w:sz w:val="24"/>
                <w:szCs w:val="24"/>
                <w:lang w:eastAsia="ru-RU"/>
              </w:rPr>
              <w:t xml:space="preserve">ЭЦВ </w:t>
            </w:r>
            <w:r>
              <w:rPr>
                <w:color w:val="000000"/>
                <w:sz w:val="24"/>
                <w:szCs w:val="24"/>
                <w:lang w:eastAsia="ru-RU"/>
              </w:rPr>
              <w:t>12-160-100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82" w:type="pct"/>
            <w:vMerge/>
            <w:vAlign w:val="center"/>
          </w:tcPr>
          <w:p w:rsidR="00BE3174" w:rsidRPr="00562846" w:rsidRDefault="00BE3174" w:rsidP="003A0ED5">
            <w:pPr>
              <w:pStyle w:val="ad"/>
            </w:pPr>
          </w:p>
        </w:tc>
        <w:tc>
          <w:tcPr>
            <w:tcW w:w="529" w:type="pct"/>
            <w:vAlign w:val="center"/>
          </w:tcPr>
          <w:p w:rsidR="00BE3174" w:rsidRPr="0036616E" w:rsidRDefault="00BE3174" w:rsidP="007418DE">
            <w:pPr>
              <w:pStyle w:val="ad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96х160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</w:tr>
      <w:tr w:rsidR="00BE3174" w:rsidRPr="00562846" w:rsidTr="004F3DEF">
        <w:trPr>
          <w:jc w:val="center"/>
        </w:trPr>
        <w:tc>
          <w:tcPr>
            <w:tcW w:w="168" w:type="pct"/>
            <w:vMerge w:val="restart"/>
            <w:vAlign w:val="center"/>
          </w:tcPr>
          <w:p w:rsidR="00BE3174" w:rsidRDefault="00BE3174" w:rsidP="00137E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3" w:type="pct"/>
            <w:vMerge w:val="restart"/>
            <w:vAlign w:val="center"/>
          </w:tcPr>
          <w:p w:rsidR="00BE3174" w:rsidRDefault="00BE3174" w:rsidP="003E458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678F6">
              <w:rPr>
                <w:color w:val="000000"/>
                <w:sz w:val="24"/>
                <w:szCs w:val="24"/>
                <w:lang w:eastAsia="ru-RU"/>
              </w:rPr>
              <w:t>с. Майма мк</w:t>
            </w:r>
            <w:r>
              <w:rPr>
                <w:color w:val="000000"/>
                <w:sz w:val="24"/>
                <w:szCs w:val="24"/>
                <w:lang w:eastAsia="ru-RU"/>
              </w:rPr>
              <w:t>р.</w:t>
            </w:r>
          </w:p>
          <w:p w:rsidR="00BE3174" w:rsidRPr="00562846" w:rsidRDefault="00BE3174" w:rsidP="003E458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678F6">
              <w:rPr>
                <w:color w:val="000000"/>
                <w:sz w:val="24"/>
                <w:szCs w:val="24"/>
                <w:lang w:eastAsia="ru-RU"/>
              </w:rPr>
              <w:t xml:space="preserve"> Алгаир- 2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19/12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ЭЦВ-6-10-80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482" w:type="pct"/>
            <w:vAlign w:val="center"/>
          </w:tcPr>
          <w:p w:rsidR="00BE3174" w:rsidRPr="00562846" w:rsidRDefault="00BE3174" w:rsidP="003A0ED5">
            <w:pPr>
              <w:pStyle w:val="ad"/>
            </w:pPr>
            <w:r>
              <w:t>Без емк</w:t>
            </w:r>
            <w:r>
              <w:t>о</w:t>
            </w:r>
            <w:r>
              <w:t>сти</w:t>
            </w:r>
          </w:p>
        </w:tc>
        <w:tc>
          <w:tcPr>
            <w:tcW w:w="529" w:type="pct"/>
          </w:tcPr>
          <w:p w:rsidR="00BE3174" w:rsidRPr="0036616E" w:rsidRDefault="00BE3174" w:rsidP="003A0ED5">
            <w:pPr>
              <w:pStyle w:val="ad"/>
            </w:pPr>
            <w:r w:rsidRPr="00081EE0">
              <w:rPr>
                <w:rFonts w:cs="Times New Roman"/>
                <w:color w:val="000000"/>
                <w:lang w:eastAsia="ru-RU"/>
              </w:rPr>
              <w:t>Металли</w:t>
            </w:r>
            <w:r>
              <w:rPr>
                <w:rFonts w:cs="Times New Roman"/>
                <w:color w:val="000000"/>
                <w:lang w:eastAsia="ru-RU"/>
              </w:rPr>
              <w:t>ч</w:t>
            </w:r>
            <w:r>
              <w:rPr>
                <w:rFonts w:cs="Times New Roman"/>
                <w:color w:val="000000"/>
                <w:lang w:eastAsia="ru-RU"/>
              </w:rPr>
              <w:t>е</w:t>
            </w:r>
            <w:r>
              <w:rPr>
                <w:rFonts w:cs="Times New Roman"/>
                <w:color w:val="000000"/>
                <w:lang w:eastAsia="ru-RU"/>
              </w:rPr>
              <w:t>с</w:t>
            </w:r>
            <w:r w:rsidRPr="00081EE0">
              <w:rPr>
                <w:rFonts w:cs="Times New Roman"/>
                <w:color w:val="000000"/>
                <w:lang w:eastAsia="ru-RU"/>
              </w:rPr>
              <w:t>ий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3A0ED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60х60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3A0ED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  <w:tr w:rsidR="00BE3174" w:rsidRPr="00562846" w:rsidTr="004F3DEF">
        <w:trPr>
          <w:jc w:val="center"/>
        </w:trPr>
        <w:tc>
          <w:tcPr>
            <w:tcW w:w="168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8" w:type="pct"/>
            <w:vAlign w:val="center"/>
          </w:tcPr>
          <w:p w:rsidR="00BE3174" w:rsidRPr="00EC44BA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20/12</w:t>
            </w:r>
          </w:p>
        </w:tc>
        <w:tc>
          <w:tcPr>
            <w:tcW w:w="336" w:type="pct"/>
            <w:vAlign w:val="center"/>
          </w:tcPr>
          <w:p w:rsidR="00BE3174" w:rsidRPr="00EC44BA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ЭЦВ-5-6,5-120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8A6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482" w:type="pct"/>
            <w:vAlign w:val="center"/>
          </w:tcPr>
          <w:p w:rsidR="00BE3174" w:rsidRPr="00562846" w:rsidRDefault="00BE3174" w:rsidP="007418DE">
            <w:pPr>
              <w:pStyle w:val="ad"/>
            </w:pPr>
            <w:r>
              <w:t>Без емк</w:t>
            </w:r>
            <w:r>
              <w:t>о</w:t>
            </w:r>
            <w:r>
              <w:t>сти</w:t>
            </w:r>
          </w:p>
        </w:tc>
        <w:tc>
          <w:tcPr>
            <w:tcW w:w="529" w:type="pct"/>
          </w:tcPr>
          <w:p w:rsidR="00BE3174" w:rsidRPr="0036616E" w:rsidRDefault="00BE3174" w:rsidP="007418DE">
            <w:pPr>
              <w:pStyle w:val="ad"/>
            </w:pPr>
            <w:r w:rsidRPr="00081EE0">
              <w:rPr>
                <w:rFonts w:cs="Times New Roman"/>
                <w:color w:val="000000"/>
                <w:lang w:eastAsia="ru-RU"/>
              </w:rPr>
              <w:t>Металли</w:t>
            </w:r>
            <w:r>
              <w:rPr>
                <w:rFonts w:cs="Times New Roman"/>
                <w:color w:val="000000"/>
                <w:lang w:eastAsia="ru-RU"/>
              </w:rPr>
              <w:t>че-с</w:t>
            </w:r>
            <w:r w:rsidRPr="00081EE0">
              <w:rPr>
                <w:rFonts w:cs="Times New Roman"/>
                <w:color w:val="000000"/>
                <w:lang w:eastAsia="ru-RU"/>
              </w:rPr>
              <w:t>кий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3E458E">
            <w:pPr>
              <w:pStyle w:val="ad"/>
            </w:pPr>
            <w:r>
              <w:t>60х60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0D07C8">
            <w:pPr>
              <w:pStyle w:val="ad"/>
              <w:jc w:val="center"/>
            </w:pPr>
            <w:r>
              <w:t>2012</w:t>
            </w:r>
          </w:p>
        </w:tc>
      </w:tr>
      <w:tr w:rsidR="00BE3174" w:rsidRPr="00562846" w:rsidTr="004F3DEF">
        <w:trPr>
          <w:jc w:val="center"/>
        </w:trPr>
        <w:tc>
          <w:tcPr>
            <w:tcW w:w="168" w:type="pct"/>
            <w:vAlign w:val="center"/>
          </w:tcPr>
          <w:p w:rsidR="00BE3174" w:rsidRPr="00562846" w:rsidRDefault="00BE3174" w:rsidP="00137E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3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1EE0">
              <w:rPr>
                <w:color w:val="000000"/>
                <w:sz w:val="24"/>
                <w:szCs w:val="24"/>
                <w:lang w:eastAsia="ru-RU"/>
              </w:rPr>
              <w:t>Подгорное</w:t>
            </w:r>
            <w:r>
              <w:rPr>
                <w:color w:val="000000"/>
                <w:sz w:val="24"/>
                <w:szCs w:val="24"/>
                <w:lang w:eastAsia="ru-RU"/>
              </w:rPr>
              <w:t>,</w:t>
            </w:r>
            <w:r w:rsidRPr="00081EE0">
              <w:rPr>
                <w:color w:val="000000"/>
                <w:sz w:val="24"/>
                <w:szCs w:val="24"/>
                <w:lang w:eastAsia="ru-RU"/>
              </w:rPr>
              <w:t xml:space="preserve"> пер. Весенний 7 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9/81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ЭЦВ 8-25-100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482" w:type="pct"/>
            <w:vAlign w:val="center"/>
          </w:tcPr>
          <w:p w:rsidR="00BE3174" w:rsidRDefault="00BE3174" w:rsidP="009F4811">
            <w:pPr>
              <w:pStyle w:val="ad"/>
            </w:pPr>
            <w:r>
              <w:t xml:space="preserve">Без </w:t>
            </w:r>
          </w:p>
          <w:p w:rsidR="00BE3174" w:rsidRPr="00562846" w:rsidRDefault="00BE3174" w:rsidP="009F4811">
            <w:pPr>
              <w:pStyle w:val="ad"/>
            </w:pPr>
            <w:r>
              <w:t>емкости</w:t>
            </w:r>
          </w:p>
        </w:tc>
        <w:tc>
          <w:tcPr>
            <w:tcW w:w="529" w:type="pct"/>
            <w:vAlign w:val="center"/>
          </w:tcPr>
          <w:p w:rsidR="00BE3174" w:rsidRPr="0036616E" w:rsidRDefault="00BE3174" w:rsidP="003E458E">
            <w:pPr>
              <w:pStyle w:val="ad"/>
              <w:jc w:val="center"/>
            </w:pPr>
            <w:r w:rsidRPr="00081EE0">
              <w:rPr>
                <w:rFonts w:cs="Times New Roman"/>
                <w:color w:val="000000"/>
                <w:lang w:eastAsia="ru-RU"/>
              </w:rPr>
              <w:t>Деревянный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10х18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</w:tr>
      <w:tr w:rsidR="00BE3174" w:rsidRPr="00562846" w:rsidTr="004F3DEF">
        <w:trPr>
          <w:jc w:val="center"/>
        </w:trPr>
        <w:tc>
          <w:tcPr>
            <w:tcW w:w="168" w:type="pct"/>
            <w:vAlign w:val="center"/>
          </w:tcPr>
          <w:p w:rsidR="00BE3174" w:rsidRPr="00562846" w:rsidRDefault="00BE3174" w:rsidP="00137E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3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1EE0">
              <w:rPr>
                <w:color w:val="000000"/>
                <w:sz w:val="24"/>
                <w:szCs w:val="24"/>
                <w:lang w:eastAsia="ru-RU"/>
              </w:rPr>
              <w:t>Подгорное</w:t>
            </w:r>
            <w:r>
              <w:rPr>
                <w:color w:val="000000"/>
                <w:sz w:val="24"/>
                <w:szCs w:val="24"/>
                <w:lang w:eastAsia="ru-RU"/>
              </w:rPr>
              <w:t>, ул. Полевая 6А</w:t>
            </w:r>
          </w:p>
        </w:tc>
        <w:tc>
          <w:tcPr>
            <w:tcW w:w="338" w:type="pct"/>
            <w:vAlign w:val="center"/>
          </w:tcPr>
          <w:p w:rsidR="00BE3174" w:rsidRPr="00EC44BA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9а/81</w:t>
            </w:r>
          </w:p>
        </w:tc>
        <w:tc>
          <w:tcPr>
            <w:tcW w:w="336" w:type="pct"/>
            <w:vAlign w:val="center"/>
          </w:tcPr>
          <w:p w:rsidR="00BE3174" w:rsidRPr="00EC44BA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ЭЦВ 6-10-110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82" w:type="pct"/>
            <w:vAlign w:val="center"/>
          </w:tcPr>
          <w:p w:rsidR="00BE3174" w:rsidRPr="00562846" w:rsidRDefault="00BE3174" w:rsidP="009F4811">
            <w:pPr>
              <w:pStyle w:val="ad"/>
            </w:pPr>
            <w:r>
              <w:t>Башня, 25</w:t>
            </w:r>
          </w:p>
        </w:tc>
        <w:tc>
          <w:tcPr>
            <w:tcW w:w="529" w:type="pct"/>
            <w:vAlign w:val="center"/>
          </w:tcPr>
          <w:p w:rsidR="00BE3174" w:rsidRPr="0036616E" w:rsidRDefault="00BE3174" w:rsidP="003E458E">
            <w:pPr>
              <w:pStyle w:val="ad"/>
              <w:jc w:val="center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15х11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</w:tr>
      <w:tr w:rsidR="00BE3174" w:rsidRPr="00562846" w:rsidTr="004F3DEF">
        <w:trPr>
          <w:jc w:val="center"/>
        </w:trPr>
        <w:tc>
          <w:tcPr>
            <w:tcW w:w="168" w:type="pct"/>
            <w:vAlign w:val="center"/>
          </w:tcPr>
          <w:p w:rsidR="00BE3174" w:rsidRPr="00562846" w:rsidRDefault="00BE3174" w:rsidP="00137E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3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1EE0">
              <w:rPr>
                <w:color w:val="000000"/>
                <w:sz w:val="24"/>
                <w:szCs w:val="24"/>
                <w:lang w:eastAsia="ru-RU"/>
              </w:rPr>
              <w:t>Верх-Карагуж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81EE0">
              <w:rPr>
                <w:color w:val="000000"/>
                <w:sz w:val="24"/>
                <w:szCs w:val="24"/>
                <w:lang w:eastAsia="ru-RU"/>
              </w:rPr>
              <w:t>ул. 2 Пятилетки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11/82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ЭЦВ 6-6,5-80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82" w:type="pct"/>
            <w:vAlign w:val="center"/>
          </w:tcPr>
          <w:p w:rsidR="00BE3174" w:rsidRPr="00562846" w:rsidRDefault="00BE3174" w:rsidP="009F4811">
            <w:pPr>
              <w:pStyle w:val="ad"/>
            </w:pPr>
            <w:r>
              <w:t>Емкость стальн.,50</w:t>
            </w:r>
          </w:p>
        </w:tc>
        <w:tc>
          <w:tcPr>
            <w:tcW w:w="529" w:type="pct"/>
            <w:vAlign w:val="center"/>
          </w:tcPr>
          <w:p w:rsidR="00BE3174" w:rsidRPr="0036616E" w:rsidRDefault="00BE3174" w:rsidP="003E458E">
            <w:pPr>
              <w:pStyle w:val="ad"/>
              <w:jc w:val="center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50х50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1982</w:t>
            </w:r>
          </w:p>
        </w:tc>
      </w:tr>
      <w:tr w:rsidR="00BE3174" w:rsidRPr="00562846" w:rsidTr="004F3DEF">
        <w:trPr>
          <w:jc w:val="center"/>
        </w:trPr>
        <w:tc>
          <w:tcPr>
            <w:tcW w:w="168" w:type="pct"/>
            <w:vAlign w:val="center"/>
          </w:tcPr>
          <w:p w:rsidR="00BE3174" w:rsidRPr="00562846" w:rsidRDefault="00BE3174" w:rsidP="00137E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3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1EE0">
              <w:rPr>
                <w:color w:val="000000"/>
                <w:sz w:val="24"/>
                <w:szCs w:val="24"/>
                <w:lang w:eastAsia="ru-RU"/>
              </w:rPr>
              <w:t>Верх-Карагуж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81EE0">
              <w:rPr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81EE0">
              <w:rPr>
                <w:color w:val="000000"/>
                <w:sz w:val="24"/>
                <w:szCs w:val="24"/>
                <w:lang w:eastAsia="ru-RU"/>
              </w:rPr>
              <w:t>Нагорная 1</w:t>
            </w:r>
          </w:p>
        </w:tc>
        <w:tc>
          <w:tcPr>
            <w:tcW w:w="338" w:type="pct"/>
            <w:vAlign w:val="center"/>
          </w:tcPr>
          <w:p w:rsidR="00BE3174" w:rsidRPr="00EC44BA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14/82</w:t>
            </w:r>
          </w:p>
        </w:tc>
        <w:tc>
          <w:tcPr>
            <w:tcW w:w="336" w:type="pct"/>
            <w:vAlign w:val="center"/>
          </w:tcPr>
          <w:p w:rsidR="00BE3174" w:rsidRPr="00EC44BA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ЭЦВ 6-6,5-110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82" w:type="pct"/>
            <w:vAlign w:val="center"/>
          </w:tcPr>
          <w:p w:rsidR="00BE3174" w:rsidRPr="00562846" w:rsidRDefault="00BE3174" w:rsidP="009F4811">
            <w:pPr>
              <w:pStyle w:val="ad"/>
            </w:pPr>
            <w:r>
              <w:t>Емкость стальн, 100</w:t>
            </w:r>
          </w:p>
        </w:tc>
        <w:tc>
          <w:tcPr>
            <w:tcW w:w="529" w:type="pct"/>
          </w:tcPr>
          <w:p w:rsidR="00BE3174" w:rsidRPr="0036616E" w:rsidRDefault="00BE3174" w:rsidP="007418DE">
            <w:pPr>
              <w:pStyle w:val="ad"/>
            </w:pPr>
            <w:r w:rsidRPr="00081EE0">
              <w:rPr>
                <w:rFonts w:cs="Times New Roman"/>
                <w:color w:val="000000"/>
                <w:lang w:eastAsia="ru-RU"/>
              </w:rPr>
              <w:t>Металли</w:t>
            </w:r>
            <w:r>
              <w:rPr>
                <w:rFonts w:cs="Times New Roman"/>
                <w:color w:val="000000"/>
                <w:lang w:eastAsia="ru-RU"/>
              </w:rPr>
              <w:t>ч</w:t>
            </w:r>
            <w:r>
              <w:rPr>
                <w:rFonts w:cs="Times New Roman"/>
                <w:color w:val="000000"/>
                <w:lang w:eastAsia="ru-RU"/>
              </w:rPr>
              <w:t>е</w:t>
            </w:r>
            <w:r>
              <w:rPr>
                <w:rFonts w:cs="Times New Roman"/>
                <w:color w:val="000000"/>
                <w:lang w:eastAsia="ru-RU"/>
              </w:rPr>
              <w:t>с</w:t>
            </w:r>
            <w:r w:rsidRPr="00081EE0">
              <w:rPr>
                <w:rFonts w:cs="Times New Roman"/>
                <w:color w:val="000000"/>
                <w:lang w:eastAsia="ru-RU"/>
              </w:rPr>
              <w:t>кий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60х60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1982</w:t>
            </w:r>
          </w:p>
        </w:tc>
      </w:tr>
      <w:tr w:rsidR="00BE3174" w:rsidRPr="00562846" w:rsidTr="004F3DEF">
        <w:trPr>
          <w:jc w:val="center"/>
        </w:trPr>
        <w:tc>
          <w:tcPr>
            <w:tcW w:w="168" w:type="pct"/>
            <w:vAlign w:val="center"/>
          </w:tcPr>
          <w:p w:rsidR="00BE3174" w:rsidRPr="00562846" w:rsidRDefault="00BE3174" w:rsidP="00137E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3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</w:t>
            </w:r>
            <w:r w:rsidRPr="009F4811">
              <w:rPr>
                <w:color w:val="000000"/>
                <w:sz w:val="24"/>
                <w:szCs w:val="24"/>
                <w:lang w:eastAsia="ru-RU"/>
              </w:rPr>
              <w:t>. Карлушка</w:t>
            </w:r>
            <w:r w:rsidRPr="00081EE0">
              <w:rPr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17/90</w:t>
            </w:r>
          </w:p>
        </w:tc>
        <w:tc>
          <w:tcPr>
            <w:tcW w:w="33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ЭЦВ 8-25-120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82" w:type="pct"/>
            <w:vAlign w:val="center"/>
          </w:tcPr>
          <w:p w:rsidR="00BE3174" w:rsidRPr="003E458E" w:rsidRDefault="00BE3174" w:rsidP="003E458E">
            <w:pPr>
              <w:pStyle w:val="ad"/>
              <w:rPr>
                <w:rFonts w:cs="Times New Roman"/>
                <w:color w:val="000000"/>
                <w:lang w:eastAsia="ru-RU"/>
              </w:rPr>
            </w:pPr>
            <w:r w:rsidRPr="003E458E">
              <w:rPr>
                <w:rFonts w:cs="Times New Roman"/>
                <w:color w:val="000000"/>
                <w:lang w:eastAsia="ru-RU"/>
              </w:rPr>
              <w:t>Башня, 25</w:t>
            </w:r>
          </w:p>
        </w:tc>
        <w:tc>
          <w:tcPr>
            <w:tcW w:w="529" w:type="pct"/>
          </w:tcPr>
          <w:p w:rsidR="00BE3174" w:rsidRPr="003E458E" w:rsidRDefault="00BE3174" w:rsidP="003E458E">
            <w:pPr>
              <w:pStyle w:val="ad"/>
              <w:rPr>
                <w:rFonts w:cs="Times New Roman"/>
                <w:color w:val="000000"/>
                <w:lang w:eastAsia="ru-RU"/>
              </w:rPr>
            </w:pPr>
            <w:r w:rsidRPr="00081EE0">
              <w:rPr>
                <w:rFonts w:cs="Times New Roman"/>
                <w:color w:val="000000"/>
                <w:lang w:eastAsia="ru-RU"/>
              </w:rPr>
              <w:t>Металли</w:t>
            </w:r>
            <w:r>
              <w:rPr>
                <w:rFonts w:cs="Times New Roman"/>
                <w:color w:val="000000"/>
                <w:lang w:eastAsia="ru-RU"/>
              </w:rPr>
              <w:t>ч</w:t>
            </w:r>
            <w:r>
              <w:rPr>
                <w:rFonts w:cs="Times New Roman"/>
                <w:color w:val="000000"/>
                <w:lang w:eastAsia="ru-RU"/>
              </w:rPr>
              <w:t>е</w:t>
            </w:r>
            <w:r>
              <w:rPr>
                <w:rFonts w:cs="Times New Roman"/>
                <w:color w:val="000000"/>
                <w:lang w:eastAsia="ru-RU"/>
              </w:rPr>
              <w:t>с</w:t>
            </w:r>
            <w:r w:rsidRPr="00081EE0">
              <w:rPr>
                <w:rFonts w:cs="Times New Roman"/>
                <w:color w:val="000000"/>
                <w:lang w:eastAsia="ru-RU"/>
              </w:rPr>
              <w:t>кий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61х61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</w:tr>
      <w:tr w:rsidR="00BE3174" w:rsidRPr="00562846" w:rsidTr="004F3DEF">
        <w:trPr>
          <w:trHeight w:val="437"/>
          <w:jc w:val="center"/>
        </w:trPr>
        <w:tc>
          <w:tcPr>
            <w:tcW w:w="168" w:type="pct"/>
            <w:vAlign w:val="center"/>
          </w:tcPr>
          <w:p w:rsidR="00BE3174" w:rsidRPr="00562846" w:rsidRDefault="00BE3174" w:rsidP="00137EB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3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</w:t>
            </w:r>
            <w:r w:rsidRPr="00081EE0">
              <w:rPr>
                <w:color w:val="000000"/>
                <w:sz w:val="24"/>
                <w:szCs w:val="24"/>
                <w:lang w:eastAsia="ru-RU"/>
              </w:rPr>
              <w:t>. Дубровка</w:t>
            </w:r>
          </w:p>
        </w:tc>
        <w:tc>
          <w:tcPr>
            <w:tcW w:w="338" w:type="pct"/>
            <w:vAlign w:val="center"/>
          </w:tcPr>
          <w:p w:rsidR="00BE3174" w:rsidRPr="00EC44BA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19/78</w:t>
            </w:r>
          </w:p>
        </w:tc>
        <w:tc>
          <w:tcPr>
            <w:tcW w:w="336" w:type="pct"/>
            <w:vAlign w:val="center"/>
          </w:tcPr>
          <w:p w:rsidR="00BE3174" w:rsidRPr="00EC44BA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87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74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ЭЦВ 6-10-80</w:t>
            </w:r>
          </w:p>
        </w:tc>
        <w:tc>
          <w:tcPr>
            <w:tcW w:w="337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82" w:type="pct"/>
            <w:vAlign w:val="center"/>
          </w:tcPr>
          <w:p w:rsidR="00BE3174" w:rsidRPr="003E458E" w:rsidRDefault="00BE3174" w:rsidP="003E458E">
            <w:pPr>
              <w:pStyle w:val="ad"/>
              <w:rPr>
                <w:rFonts w:cs="Times New Roman"/>
                <w:color w:val="000000"/>
                <w:lang w:eastAsia="ru-RU"/>
              </w:rPr>
            </w:pPr>
            <w:r w:rsidRPr="003E458E">
              <w:rPr>
                <w:rFonts w:cs="Times New Roman"/>
                <w:color w:val="000000"/>
                <w:lang w:eastAsia="ru-RU"/>
              </w:rPr>
              <w:t>Башня, 25</w:t>
            </w:r>
          </w:p>
        </w:tc>
        <w:tc>
          <w:tcPr>
            <w:tcW w:w="529" w:type="pct"/>
          </w:tcPr>
          <w:p w:rsidR="00BE3174" w:rsidRPr="0036616E" w:rsidRDefault="00BE3174" w:rsidP="007418DE">
            <w:pPr>
              <w:pStyle w:val="ad"/>
            </w:pPr>
            <w:r w:rsidRPr="00081EE0">
              <w:rPr>
                <w:rFonts w:cs="Times New Roman"/>
                <w:color w:val="000000"/>
                <w:lang w:eastAsia="ru-RU"/>
              </w:rPr>
              <w:t>Деревянный</w:t>
            </w:r>
          </w:p>
        </w:tc>
        <w:tc>
          <w:tcPr>
            <w:tcW w:w="386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22х18</w:t>
            </w:r>
          </w:p>
        </w:tc>
        <w:tc>
          <w:tcPr>
            <w:tcW w:w="302" w:type="pct"/>
            <w:vAlign w:val="center"/>
          </w:tcPr>
          <w:p w:rsidR="00BE3174" w:rsidRPr="00562846" w:rsidRDefault="00BE3174" w:rsidP="007418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</w:tr>
    </w:tbl>
    <w:p w:rsidR="00BE3174" w:rsidRPr="005B5A48" w:rsidRDefault="00BE3174" w:rsidP="000F4F35">
      <w:pPr>
        <w:pStyle w:val="ListParagraph"/>
        <w:ind w:left="0"/>
        <w:rPr>
          <w:szCs w:val="28"/>
        </w:rPr>
      </w:pPr>
      <w:r>
        <w:rPr>
          <w:szCs w:val="28"/>
        </w:rPr>
        <w:t xml:space="preserve"> ЗСО - зона санитарной охраны</w:t>
      </w:r>
    </w:p>
    <w:p w:rsidR="00BE3174" w:rsidRDefault="00BE3174" w:rsidP="00782372">
      <w:pPr>
        <w:rPr>
          <w:szCs w:val="28"/>
        </w:rPr>
      </w:pPr>
    </w:p>
    <w:p w:rsidR="00BE3174" w:rsidRDefault="00BE3174" w:rsidP="00782372">
      <w:pPr>
        <w:rPr>
          <w:szCs w:val="28"/>
        </w:rPr>
      </w:pPr>
    </w:p>
    <w:p w:rsidR="00BE3174" w:rsidRDefault="00BE3174" w:rsidP="00782372">
      <w:pPr>
        <w:rPr>
          <w:szCs w:val="28"/>
        </w:rPr>
      </w:pPr>
    </w:p>
    <w:p w:rsidR="00BE3174" w:rsidRDefault="00BE3174" w:rsidP="00782372">
      <w:pPr>
        <w:rPr>
          <w:szCs w:val="28"/>
        </w:rPr>
      </w:pPr>
    </w:p>
    <w:p w:rsidR="00BE3174" w:rsidRDefault="00BE3174" w:rsidP="00782372">
      <w:pPr>
        <w:rPr>
          <w:szCs w:val="28"/>
        </w:rPr>
      </w:pPr>
    </w:p>
    <w:p w:rsidR="00BE3174" w:rsidRDefault="00BE3174" w:rsidP="00782372">
      <w:pPr>
        <w:rPr>
          <w:szCs w:val="28"/>
        </w:rPr>
        <w:sectPr w:rsidR="00BE3174" w:rsidSect="00FC7815">
          <w:pgSz w:w="16838" w:h="11906" w:orient="landscape"/>
          <w:pgMar w:top="1134" w:right="851" w:bottom="851" w:left="1701" w:header="709" w:footer="709" w:gutter="0"/>
          <w:cols w:space="708"/>
          <w:docGrid w:linePitch="360"/>
        </w:sectPr>
      </w:pPr>
    </w:p>
    <w:p w:rsidR="00BE3174" w:rsidRDefault="00BE3174" w:rsidP="00FE0A31">
      <w:pPr>
        <w:pStyle w:val="Heading4"/>
      </w:pPr>
      <w:r w:rsidRPr="00F82741">
        <w:t>Описание существующих сооружений очистки и подготовки воды, включая оценку соответствия применяемой технологической сх</w:t>
      </w:r>
      <w:r w:rsidRPr="00F82741">
        <w:t>е</w:t>
      </w:r>
      <w:r w:rsidRPr="00F82741">
        <w:t>мы водоподготовки требованиям обеспечения нормативов качества воды</w:t>
      </w:r>
    </w:p>
    <w:p w:rsidR="00BE3174" w:rsidRDefault="00BE3174" w:rsidP="00D97136">
      <w:r>
        <w:t>Н</w:t>
      </w:r>
      <w:r w:rsidRPr="00AD7516">
        <w:t>а</w:t>
      </w:r>
      <w:r>
        <w:t xml:space="preserve"> территории Майминского сельского</w:t>
      </w:r>
      <w:r w:rsidRPr="00AD7516">
        <w:t xml:space="preserve"> поселения отсутствуют ста</w:t>
      </w:r>
      <w:r w:rsidRPr="00AD7516">
        <w:t>н</w:t>
      </w:r>
      <w:r w:rsidRPr="00AD7516">
        <w:t>ции водоподготовки.</w:t>
      </w:r>
      <w:r>
        <w:t xml:space="preserve"> </w:t>
      </w:r>
      <w:r w:rsidRPr="00782BB6">
        <w:t xml:space="preserve">Очистка и подготовка воды не осуществляется. Для обеззараживания воды </w:t>
      </w:r>
      <w:r>
        <w:t>в с. Майма и с. Подгорное использую</w:t>
      </w:r>
      <w:r w:rsidRPr="00782BB6">
        <w:t>тся бактерици</w:t>
      </w:r>
      <w:r w:rsidRPr="00782BB6">
        <w:t>д</w:t>
      </w:r>
      <w:r w:rsidRPr="00782BB6">
        <w:t>н</w:t>
      </w:r>
      <w:r>
        <w:t>ые</w:t>
      </w:r>
      <w:r w:rsidRPr="00782BB6">
        <w:t xml:space="preserve"> </w:t>
      </w:r>
      <w:r w:rsidRPr="00422DF1">
        <w:t>установ</w:t>
      </w:r>
      <w:r>
        <w:t xml:space="preserve">ки </w:t>
      </w:r>
      <w:r w:rsidRPr="00782BB6">
        <w:t>типа</w:t>
      </w:r>
      <w:r>
        <w:t xml:space="preserve"> </w:t>
      </w:r>
      <w:r w:rsidRPr="00305BFF">
        <w:t>УДВ-36-КД</w:t>
      </w:r>
      <w:r>
        <w:t xml:space="preserve"> (2 шт) и </w:t>
      </w:r>
      <w:r w:rsidRPr="00DB1069">
        <w:t>AQUAPRO</w:t>
      </w:r>
      <w:r>
        <w:t xml:space="preserve"> (1 шт).</w:t>
      </w:r>
    </w:p>
    <w:p w:rsidR="00BE3174" w:rsidRPr="00E34271" w:rsidRDefault="00BE3174" w:rsidP="00D97136">
      <w:pPr>
        <w:ind w:firstLine="567"/>
        <w:rPr>
          <w:szCs w:val="28"/>
        </w:rPr>
      </w:pPr>
      <w:r w:rsidRPr="00D97136">
        <w:rPr>
          <w:szCs w:val="28"/>
        </w:rPr>
        <w:t xml:space="preserve">Качество питьевой и технической воды </w:t>
      </w:r>
      <w:r w:rsidRPr="00D97136">
        <w:t>от подземных скважин</w:t>
      </w:r>
      <w:r w:rsidRPr="00D97136">
        <w:rPr>
          <w:szCs w:val="28"/>
        </w:rPr>
        <w:t xml:space="preserve"> при в</w:t>
      </w:r>
      <w:r w:rsidRPr="00D97136">
        <w:rPr>
          <w:szCs w:val="28"/>
        </w:rPr>
        <w:t>о</w:t>
      </w:r>
      <w:r w:rsidRPr="00D97136">
        <w:rPr>
          <w:szCs w:val="28"/>
        </w:rPr>
        <w:t>доснабжении поселения</w:t>
      </w:r>
      <w:r>
        <w:rPr>
          <w:szCs w:val="28"/>
        </w:rPr>
        <w:t xml:space="preserve"> </w:t>
      </w:r>
      <w:r w:rsidRPr="00E34271">
        <w:rPr>
          <w:szCs w:val="28"/>
        </w:rPr>
        <w:t xml:space="preserve">соответствует </w:t>
      </w:r>
      <w:r w:rsidRPr="00263A84">
        <w:rPr>
          <w:szCs w:val="28"/>
        </w:rPr>
        <w:t>требованиям</w:t>
      </w:r>
      <w:r w:rsidRPr="00E34271">
        <w:rPr>
          <w:szCs w:val="28"/>
        </w:rPr>
        <w:t xml:space="preserve"> СанПин 3.1.4.1074-01.01.09г «Питьевая вода. Гигиенические требования к качеству воды це</w:t>
      </w:r>
      <w:r w:rsidRPr="00E34271">
        <w:rPr>
          <w:szCs w:val="28"/>
        </w:rPr>
        <w:t>н</w:t>
      </w:r>
      <w:r w:rsidRPr="00E34271">
        <w:rPr>
          <w:szCs w:val="28"/>
        </w:rPr>
        <w:t xml:space="preserve">трализованных систем питьевого водоснабжения. Контроль качества». </w:t>
      </w:r>
    </w:p>
    <w:p w:rsidR="00BE3174" w:rsidRPr="00AD7516" w:rsidRDefault="00BE3174" w:rsidP="009D222F"/>
    <w:p w:rsidR="00BE3174" w:rsidRDefault="00BE3174" w:rsidP="005A798E">
      <w:pPr>
        <w:pStyle w:val="ListParagraph"/>
        <w:ind w:left="0"/>
        <w:rPr>
          <w:szCs w:val="28"/>
        </w:rPr>
      </w:pPr>
    </w:p>
    <w:p w:rsidR="00BE3174" w:rsidRDefault="00BE3174" w:rsidP="00FE0A31">
      <w:pPr>
        <w:pStyle w:val="Heading4"/>
      </w:pPr>
      <w:r w:rsidRPr="00AB5B39">
        <w:t xml:space="preserve">Описание состояния и функционирования существующих </w:t>
      </w:r>
      <w:r>
        <w:t xml:space="preserve">  </w:t>
      </w:r>
      <w:r w:rsidRPr="00AB5B39">
        <w:t>насосных централизова</w:t>
      </w:r>
      <w:r>
        <w:t>нных станций, в том числе оценка</w:t>
      </w:r>
      <w:r w:rsidRPr="00AB5B39">
        <w:t xml:space="preserve"> энергоэффе</w:t>
      </w:r>
      <w:r w:rsidRPr="00AB5B39">
        <w:t>к</w:t>
      </w:r>
      <w:r w:rsidRPr="00AB5B39">
        <w:t>тивности подачи воды</w:t>
      </w:r>
    </w:p>
    <w:p w:rsidR="00BE3174" w:rsidRDefault="00BE3174" w:rsidP="00E203DA">
      <w:pPr>
        <w:suppressAutoHyphens/>
        <w:ind w:firstLine="567"/>
      </w:pPr>
      <w:r>
        <w:t xml:space="preserve">Насосная станция водопровода обеспечивает бесперебойное снабжение водой потребителей, в соответствии с установленными режимами работы. </w:t>
      </w:r>
    </w:p>
    <w:p w:rsidR="00BE3174" w:rsidRDefault="00BE3174" w:rsidP="00D97136">
      <w:r>
        <w:t>На скважинах стоят артезианские погружные глубинные скважинные центробежные насосы (таблица 1, стр. 29</w:t>
      </w:r>
      <w:r w:rsidRPr="005274FA">
        <w:t>-</w:t>
      </w:r>
      <w:r>
        <w:t>30</w:t>
      </w:r>
      <w:r w:rsidRPr="005274FA">
        <w:t>).</w:t>
      </w:r>
      <w:r>
        <w:t xml:space="preserve"> От водозаборных скважин</w:t>
      </w:r>
      <w:r w:rsidRPr="008C7477">
        <w:t xml:space="preserve"> вода подается в водонапорную башню </w:t>
      </w:r>
      <w:r>
        <w:t xml:space="preserve">или подземные резервуары </w:t>
      </w:r>
      <w:r w:rsidRPr="008C7477">
        <w:t>и далее под гидростатическим давлением поступает в разводящую сеть по</w:t>
      </w:r>
      <w:r>
        <w:t>селений</w:t>
      </w:r>
      <w:r w:rsidRPr="008C7477">
        <w:t xml:space="preserve"> потр</w:t>
      </w:r>
      <w:r w:rsidRPr="008C7477">
        <w:t>е</w:t>
      </w:r>
      <w:r w:rsidRPr="008C7477">
        <w:t>бителям.</w:t>
      </w:r>
    </w:p>
    <w:p w:rsidR="00BE3174" w:rsidRPr="001B40D1" w:rsidRDefault="00BE3174" w:rsidP="001B40D1">
      <w:pPr>
        <w:suppressAutoHyphens/>
        <w:ind w:firstLine="567"/>
      </w:pPr>
      <w:r w:rsidRPr="001B40D1">
        <w:t xml:space="preserve">Состояние насосных станций, а также погружных глубинных насосов Майминского сельского поселения удовлетворительное. </w:t>
      </w:r>
    </w:p>
    <w:p w:rsidR="00BE3174" w:rsidRDefault="00BE3174" w:rsidP="001B40D1">
      <w:pPr>
        <w:suppressAutoHyphens/>
        <w:ind w:firstLine="567"/>
        <w:rPr>
          <w:szCs w:val="28"/>
        </w:rPr>
      </w:pPr>
      <w:r w:rsidRPr="001B40D1">
        <w:rPr>
          <w:szCs w:val="28"/>
        </w:rPr>
        <w:t>Насосные станции 2-го подъема на территории поселения отсутствуют.</w:t>
      </w:r>
    </w:p>
    <w:p w:rsidR="00BE3174" w:rsidRPr="00AB5B39" w:rsidRDefault="00BE3174" w:rsidP="001B40D1">
      <w:pPr>
        <w:ind w:firstLine="567"/>
        <w:rPr>
          <w:szCs w:val="28"/>
        </w:rPr>
      </w:pPr>
      <w:r>
        <w:t>Э</w:t>
      </w:r>
      <w:r w:rsidRPr="00AB5B39">
        <w:t>нергоэффек</w:t>
      </w:r>
      <w:r>
        <w:t>тивность</w:t>
      </w:r>
      <w:r w:rsidRPr="00AB5B39">
        <w:t xml:space="preserve"> подачи воды</w:t>
      </w:r>
      <w:r>
        <w:t xml:space="preserve"> </w:t>
      </w:r>
      <w:r w:rsidRPr="00AB5B39">
        <w:rPr>
          <w:szCs w:val="28"/>
        </w:rPr>
        <w:t>оценивается как отношение удел</w:t>
      </w:r>
      <w:r w:rsidRPr="00AB5B39">
        <w:rPr>
          <w:szCs w:val="28"/>
        </w:rPr>
        <w:t>ь</w:t>
      </w:r>
      <w:r w:rsidRPr="00AB5B39">
        <w:rPr>
          <w:szCs w:val="28"/>
        </w:rPr>
        <w:t xml:space="preserve">ного расхода электрической энергии, </w:t>
      </w:r>
      <w:r>
        <w:rPr>
          <w:szCs w:val="28"/>
        </w:rPr>
        <w:t xml:space="preserve">потребляемого </w:t>
      </w:r>
      <w:r w:rsidRPr="00D932E5">
        <w:rPr>
          <w:szCs w:val="28"/>
        </w:rPr>
        <w:t>в технологическом пр</w:t>
      </w:r>
      <w:r w:rsidRPr="00D932E5">
        <w:rPr>
          <w:szCs w:val="28"/>
        </w:rPr>
        <w:t>о</w:t>
      </w:r>
      <w:r w:rsidRPr="00D932E5">
        <w:rPr>
          <w:szCs w:val="28"/>
        </w:rPr>
        <w:t>цессе подготовки питьевой воды, на единицу объема воды, отпускаемой в сеть (кВт*ч/куб. м)</w:t>
      </w:r>
      <w:r>
        <w:rPr>
          <w:szCs w:val="28"/>
        </w:rPr>
        <w:t xml:space="preserve">. </w:t>
      </w:r>
    </w:p>
    <w:p w:rsidR="00BE3174" w:rsidRDefault="00BE3174" w:rsidP="001B40D1">
      <w:r>
        <w:t>Оценка</w:t>
      </w:r>
      <w:r w:rsidRPr="00AB5B39">
        <w:t xml:space="preserve"> энергоэффективности подачи воды</w:t>
      </w:r>
      <w:r>
        <w:t xml:space="preserve"> по Майминскому</w:t>
      </w:r>
      <w:r w:rsidRPr="00AD7516">
        <w:t xml:space="preserve"> сельс</w:t>
      </w:r>
      <w:r>
        <w:t>кому поселению за 2018 г. показана в таблице 2.</w:t>
      </w:r>
    </w:p>
    <w:p w:rsidR="00BE3174" w:rsidRDefault="00BE3174" w:rsidP="00E203DA">
      <w:pPr>
        <w:suppressAutoHyphens/>
        <w:ind w:firstLine="567"/>
        <w:rPr>
          <w:szCs w:val="28"/>
        </w:rPr>
      </w:pPr>
    </w:p>
    <w:p w:rsidR="00BE3174" w:rsidRDefault="00BE3174" w:rsidP="00E203DA">
      <w:pPr>
        <w:suppressAutoHyphens/>
        <w:ind w:firstLine="567"/>
        <w:rPr>
          <w:szCs w:val="28"/>
        </w:rPr>
      </w:pPr>
    </w:p>
    <w:p w:rsidR="00BE3174" w:rsidRDefault="00BE3174" w:rsidP="00441F62">
      <w:pPr>
        <w:pStyle w:val="List"/>
        <w:numPr>
          <w:ilvl w:val="0"/>
          <w:numId w:val="0"/>
        </w:numPr>
      </w:pPr>
      <w:r w:rsidRPr="005274FA">
        <w:t>Таблица 2.</w:t>
      </w:r>
      <w:r>
        <w:t xml:space="preserve"> Оценка</w:t>
      </w:r>
      <w:r w:rsidRPr="00AB5B39">
        <w:t xml:space="preserve"> энергоэффективности подачи воды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8"/>
        <w:gridCol w:w="6"/>
        <w:gridCol w:w="1269"/>
        <w:gridCol w:w="1138"/>
        <w:gridCol w:w="1239"/>
        <w:gridCol w:w="36"/>
      </w:tblGrid>
      <w:tr w:rsidR="00BE3174" w:rsidRPr="005274FA" w:rsidTr="00504959">
        <w:trPr>
          <w:gridAfter w:val="1"/>
          <w:wAfter w:w="36" w:type="dxa"/>
          <w:trHeight w:val="973"/>
        </w:trPr>
        <w:tc>
          <w:tcPr>
            <w:tcW w:w="5920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Наименование показателя</w:t>
            </w: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Единицы</w:t>
            </w:r>
          </w:p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изм-я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Усло</w:t>
            </w:r>
            <w:r w:rsidRPr="00CC0DDB">
              <w:rPr>
                <w:szCs w:val="24"/>
              </w:rPr>
              <w:t>в</w:t>
            </w:r>
            <w:r w:rsidRPr="00CC0DDB">
              <w:rPr>
                <w:szCs w:val="24"/>
              </w:rPr>
              <w:t>ное об</w:t>
            </w:r>
            <w:r w:rsidRPr="00CC0DDB">
              <w:rPr>
                <w:szCs w:val="24"/>
              </w:rPr>
              <w:t>о</w:t>
            </w:r>
            <w:r w:rsidRPr="00CC0DDB">
              <w:rPr>
                <w:szCs w:val="24"/>
              </w:rPr>
              <w:t>значение</w:t>
            </w:r>
          </w:p>
        </w:tc>
        <w:tc>
          <w:tcPr>
            <w:tcW w:w="1240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Значение</w:t>
            </w:r>
          </w:p>
        </w:tc>
      </w:tr>
      <w:tr w:rsidR="00BE3174" w:rsidTr="00504959">
        <w:trPr>
          <w:trHeight w:val="418"/>
        </w:trPr>
        <w:tc>
          <w:tcPr>
            <w:tcW w:w="9606" w:type="dxa"/>
            <w:gridSpan w:val="6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i/>
              </w:rPr>
              <w:t>с. Майма, скважины Г 57/09, 22/90 по ул 50 лет Победы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кВт*ч/ 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1,45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108778,8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74877,58</w:t>
            </w:r>
          </w:p>
        </w:tc>
      </w:tr>
      <w:tr w:rsidR="00BE3174" w:rsidRPr="00C541C3" w:rsidTr="00504959">
        <w:trPr>
          <w:trHeight w:val="423"/>
        </w:trPr>
        <w:tc>
          <w:tcPr>
            <w:tcW w:w="9606" w:type="dxa"/>
            <w:gridSpan w:val="6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i/>
              </w:rPr>
              <w:t>с. Майма, скважины Г 36/88 по ул Энергетиков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кВт*ч/ 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0,99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59664,00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60044,95</w:t>
            </w:r>
          </w:p>
        </w:tc>
      </w:tr>
      <w:tr w:rsidR="00BE3174" w:rsidRPr="00C541C3" w:rsidTr="00504959">
        <w:trPr>
          <w:trHeight w:val="727"/>
        </w:trPr>
        <w:tc>
          <w:tcPr>
            <w:tcW w:w="9606" w:type="dxa"/>
            <w:gridSpan w:val="6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i/>
              </w:rPr>
              <w:t>с. Майма, остр. Пихтовый, скважины Г №10/92, №11/92, №13/92, №14/92, №15/92, №16/92, №3/93, №4/93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кВт*ч/ 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0,99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540737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441F62">
            <w:pPr>
              <w:pStyle w:val="ad"/>
            </w:pPr>
            <w:r>
              <w:t>548686,71</w:t>
            </w:r>
          </w:p>
        </w:tc>
      </w:tr>
      <w:tr w:rsidR="00BE3174" w:rsidRPr="00C541C3" w:rsidTr="00504959">
        <w:trPr>
          <w:trHeight w:val="466"/>
        </w:trPr>
        <w:tc>
          <w:tcPr>
            <w:tcW w:w="9606" w:type="dxa"/>
            <w:gridSpan w:val="6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i/>
              </w:rPr>
              <w:t>с. Майма, мкр. Алгаир – 2, скважины Г 19/12, 20/12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кВт*ч/ 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0,77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24216,97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31398,41</w:t>
            </w:r>
          </w:p>
        </w:tc>
      </w:tr>
      <w:tr w:rsidR="00BE3174" w:rsidRPr="00C541C3" w:rsidTr="00504959">
        <w:trPr>
          <w:trHeight w:val="417"/>
        </w:trPr>
        <w:tc>
          <w:tcPr>
            <w:tcW w:w="9606" w:type="dxa"/>
            <w:gridSpan w:val="6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i/>
              </w:rPr>
              <w:t>с. Подгорное, скважины Г 9/81, 9а/81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кВт*ч/ 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2,05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89243,0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43458,63</w:t>
            </w:r>
          </w:p>
        </w:tc>
      </w:tr>
      <w:tr w:rsidR="00BE3174" w:rsidRPr="00C541C3" w:rsidTr="00504959">
        <w:trPr>
          <w:trHeight w:val="557"/>
        </w:trPr>
        <w:tc>
          <w:tcPr>
            <w:tcW w:w="9606" w:type="dxa"/>
            <w:gridSpan w:val="6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i/>
              </w:rPr>
              <w:t>с. Верх-Карагуж, скважина Г 11/82 по ул 2 Пятилетка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кВт*ч/ 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0,64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3776,6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5912,61</w:t>
            </w:r>
          </w:p>
        </w:tc>
      </w:tr>
      <w:tr w:rsidR="00BE3174" w:rsidRPr="00C541C3" w:rsidTr="00504959">
        <w:trPr>
          <w:trHeight w:val="423"/>
        </w:trPr>
        <w:tc>
          <w:tcPr>
            <w:tcW w:w="9606" w:type="dxa"/>
            <w:gridSpan w:val="6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i/>
              </w:rPr>
              <w:t>с. Верх-Карагуж, скважина Г 14/82 по ул. Нагорная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кВт*ч/ 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1,19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16155,0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13552,33</w:t>
            </w:r>
          </w:p>
        </w:tc>
      </w:tr>
      <w:tr w:rsidR="00BE3174" w:rsidRPr="00C541C3" w:rsidTr="00504959">
        <w:trPr>
          <w:trHeight w:val="444"/>
        </w:trPr>
        <w:tc>
          <w:tcPr>
            <w:tcW w:w="9606" w:type="dxa"/>
            <w:gridSpan w:val="6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i/>
              </w:rPr>
              <w:t>п. Карлушка, скважина Г 17/90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кВт*ч/ 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4,26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95868,0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22498,82</w:t>
            </w:r>
          </w:p>
        </w:tc>
      </w:tr>
      <w:tr w:rsidR="00BE3174" w:rsidRPr="00C541C3" w:rsidTr="00504959">
        <w:trPr>
          <w:trHeight w:val="435"/>
        </w:trPr>
        <w:tc>
          <w:tcPr>
            <w:tcW w:w="9606" w:type="dxa"/>
            <w:gridSpan w:val="6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i/>
              </w:rPr>
              <w:t>п. Дубровка, скважина Г 19/78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кВт*ч/ 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14,61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кВт*ч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25224,0</w:t>
            </w:r>
          </w:p>
        </w:tc>
      </w:tr>
      <w:tr w:rsidR="00BE3174" w:rsidTr="00504959">
        <w:tc>
          <w:tcPr>
            <w:tcW w:w="5926" w:type="dxa"/>
            <w:gridSpan w:val="2"/>
          </w:tcPr>
          <w:p w:rsidR="00BE3174" w:rsidRDefault="00BE3174" w:rsidP="00137EB4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70" w:type="dxa"/>
            <w:vAlign w:val="center"/>
          </w:tcPr>
          <w:p w:rsidR="00BE3174" w:rsidRDefault="00BE3174" w:rsidP="00137EB4">
            <w:pPr>
              <w:pStyle w:val="ad"/>
            </w:pPr>
            <w:r w:rsidRPr="00504959">
              <w:rPr>
                <w:szCs w:val="28"/>
              </w:rPr>
              <w:t>м</w:t>
            </w:r>
            <w:r w:rsidRPr="00504959">
              <w:rPr>
                <w:szCs w:val="28"/>
                <w:vertAlign w:val="superscript"/>
              </w:rPr>
              <w:t>3</w:t>
            </w:r>
          </w:p>
        </w:tc>
        <w:tc>
          <w:tcPr>
            <w:tcW w:w="1139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1" w:type="dxa"/>
            <w:gridSpan w:val="2"/>
            <w:vAlign w:val="center"/>
          </w:tcPr>
          <w:p w:rsidR="00BE3174" w:rsidRPr="00D82607" w:rsidRDefault="00BE3174" w:rsidP="00504959">
            <w:pPr>
              <w:pStyle w:val="ad"/>
              <w:jc w:val="center"/>
            </w:pPr>
            <w:r>
              <w:t>1726,98</w:t>
            </w:r>
          </w:p>
        </w:tc>
      </w:tr>
    </w:tbl>
    <w:p w:rsidR="00BE3174" w:rsidRDefault="00BE3174" w:rsidP="00E203DA">
      <w:pPr>
        <w:suppressAutoHyphens/>
        <w:ind w:firstLine="567"/>
        <w:rPr>
          <w:szCs w:val="28"/>
        </w:rPr>
      </w:pPr>
    </w:p>
    <w:p w:rsidR="00BE3174" w:rsidRDefault="00BE3174" w:rsidP="00E203DA">
      <w:pPr>
        <w:suppressAutoHyphens/>
        <w:ind w:firstLine="567"/>
        <w:rPr>
          <w:szCs w:val="28"/>
        </w:rPr>
      </w:pPr>
    </w:p>
    <w:p w:rsidR="00BE3174" w:rsidRPr="00AB5B39" w:rsidRDefault="00BE3174" w:rsidP="00FE0A31">
      <w:pPr>
        <w:pStyle w:val="Heading4"/>
      </w:pPr>
      <w:r w:rsidRPr="00AB5B39">
        <w:t xml:space="preserve">Описание состояния и функционирования водопроводных </w:t>
      </w:r>
      <w:r>
        <w:t xml:space="preserve">   </w:t>
      </w:r>
      <w:r w:rsidRPr="00AB5B39">
        <w:t xml:space="preserve">сетей систем водоснабжения, включая оценку величины износа сетей и определение возможности обеспечения качества воды в процессе </w:t>
      </w:r>
      <w:r>
        <w:t xml:space="preserve">  </w:t>
      </w:r>
      <w:r w:rsidRPr="00AB5B39">
        <w:t>транспортировки по этим сетям</w:t>
      </w:r>
    </w:p>
    <w:p w:rsidR="00BE3174" w:rsidRDefault="00BE3174" w:rsidP="00E203DA">
      <w:pPr>
        <w:ind w:firstLine="567"/>
      </w:pPr>
      <w:r w:rsidRPr="00AB5B39">
        <w:rPr>
          <w:szCs w:val="28"/>
        </w:rPr>
        <w:t>Хозяйственно-питьевое водоснабжение осуществляется через магис</w:t>
      </w:r>
      <w:r w:rsidRPr="00AB5B39">
        <w:rPr>
          <w:szCs w:val="28"/>
        </w:rPr>
        <w:t>т</w:t>
      </w:r>
      <w:r w:rsidRPr="00AB5B39">
        <w:rPr>
          <w:szCs w:val="28"/>
        </w:rPr>
        <w:t>ральные, внутриквартальные сети</w:t>
      </w:r>
      <w:r>
        <w:rPr>
          <w:szCs w:val="28"/>
        </w:rPr>
        <w:t>.</w:t>
      </w:r>
    </w:p>
    <w:p w:rsidR="00BE3174" w:rsidRPr="002B5E00" w:rsidRDefault="00BE3174" w:rsidP="00BB4655">
      <w:pPr>
        <w:pStyle w:val="af1"/>
        <w:spacing w:line="276" w:lineRule="auto"/>
        <w:ind w:firstLine="567"/>
        <w:rPr>
          <w:sz w:val="28"/>
          <w:szCs w:val="28"/>
        </w:rPr>
      </w:pPr>
      <w:r w:rsidRPr="002B5E00">
        <w:rPr>
          <w:sz w:val="28"/>
          <w:szCs w:val="28"/>
        </w:rPr>
        <w:t>Ветхость сетей водоснабжения является важным фактором, обуславл</w:t>
      </w:r>
      <w:r w:rsidRPr="002B5E00">
        <w:rPr>
          <w:sz w:val="28"/>
          <w:szCs w:val="28"/>
        </w:rPr>
        <w:t>и</w:t>
      </w:r>
      <w:r w:rsidRPr="002B5E00">
        <w:rPr>
          <w:sz w:val="28"/>
          <w:szCs w:val="28"/>
        </w:rPr>
        <w:t>вающим низкое качество питьевой воды и потери питьевой воды.</w:t>
      </w:r>
    </w:p>
    <w:p w:rsidR="00BE3174" w:rsidRDefault="00BE3174" w:rsidP="00BB4655">
      <w:pPr>
        <w:ind w:firstLine="567"/>
      </w:pPr>
      <w:r w:rsidRPr="00AA41FD">
        <w:t xml:space="preserve">Сети водопровода </w:t>
      </w:r>
      <w:r w:rsidRPr="00E203DA">
        <w:rPr>
          <w:szCs w:val="28"/>
        </w:rPr>
        <w:t xml:space="preserve">в Майминском сельском поселении </w:t>
      </w:r>
      <w:r>
        <w:rPr>
          <w:szCs w:val="28"/>
        </w:rPr>
        <w:t xml:space="preserve">(кроме </w:t>
      </w:r>
      <w:r w:rsidRPr="00AB5B39">
        <w:rPr>
          <w:szCs w:val="28"/>
        </w:rPr>
        <w:t>водопр</w:t>
      </w:r>
      <w:r w:rsidRPr="00AB5B39">
        <w:rPr>
          <w:szCs w:val="28"/>
        </w:rPr>
        <w:t>о</w:t>
      </w:r>
      <w:r w:rsidRPr="00AB5B39">
        <w:rPr>
          <w:szCs w:val="28"/>
        </w:rPr>
        <w:t>водн</w:t>
      </w:r>
      <w:r>
        <w:rPr>
          <w:szCs w:val="28"/>
        </w:rPr>
        <w:t xml:space="preserve">ых сетей </w:t>
      </w:r>
      <w:r w:rsidRPr="00BB4655">
        <w:rPr>
          <w:szCs w:val="28"/>
        </w:rPr>
        <w:t>мкр. Алгаи</w:t>
      </w:r>
      <w:r>
        <w:rPr>
          <w:szCs w:val="28"/>
        </w:rPr>
        <w:t>р</w:t>
      </w:r>
      <w:r w:rsidRPr="00BB4655">
        <w:rPr>
          <w:szCs w:val="28"/>
        </w:rPr>
        <w:t xml:space="preserve"> с. Майма</w:t>
      </w:r>
      <w:r>
        <w:rPr>
          <w:szCs w:val="28"/>
        </w:rPr>
        <w:t xml:space="preserve">) </w:t>
      </w:r>
      <w:r w:rsidRPr="00AA41FD">
        <w:t>были построены более 20 лет назад.</w:t>
      </w:r>
    </w:p>
    <w:p w:rsidR="00BE3174" w:rsidRDefault="00BE3174" w:rsidP="00E203DA">
      <w:pPr>
        <w:pStyle w:val="af1"/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Протяженность водопроводных сетей Майминского сельского</w:t>
      </w:r>
      <w:r w:rsidRPr="00E203DA">
        <w:rPr>
          <w:sz w:val="28"/>
          <w:szCs w:val="28"/>
        </w:rPr>
        <w:t xml:space="preserve"> посел</w:t>
      </w:r>
      <w:r w:rsidRPr="00E203DA"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Pr="00E203DA">
        <w:rPr>
          <w:sz w:val="28"/>
          <w:szCs w:val="28"/>
        </w:rPr>
        <w:t xml:space="preserve"> составляет</w:t>
      </w:r>
      <w:r w:rsidRPr="002A0663">
        <w:t xml:space="preserve"> </w:t>
      </w:r>
      <w:r>
        <w:rPr>
          <w:sz w:val="28"/>
          <w:szCs w:val="28"/>
        </w:rPr>
        <w:t>68,842</w:t>
      </w:r>
      <w:r w:rsidRPr="00AB5B39">
        <w:rPr>
          <w:sz w:val="28"/>
          <w:szCs w:val="28"/>
        </w:rPr>
        <w:t xml:space="preserve"> км</w:t>
      </w:r>
      <w:r w:rsidRPr="00242355">
        <w:rPr>
          <w:sz w:val="28"/>
          <w:szCs w:val="28"/>
        </w:rPr>
        <w:t xml:space="preserve">. </w:t>
      </w:r>
      <w:r w:rsidRPr="00E203DA">
        <w:rPr>
          <w:sz w:val="28"/>
          <w:szCs w:val="28"/>
          <w:lang w:eastAsia="en-US"/>
        </w:rPr>
        <w:t xml:space="preserve">Общий </w:t>
      </w:r>
      <w:r>
        <w:rPr>
          <w:sz w:val="28"/>
          <w:szCs w:val="28"/>
          <w:lang w:eastAsia="en-US"/>
        </w:rPr>
        <w:t xml:space="preserve">процент </w:t>
      </w:r>
      <w:r w:rsidRPr="00E203DA">
        <w:rPr>
          <w:sz w:val="28"/>
          <w:szCs w:val="28"/>
          <w:lang w:eastAsia="en-US"/>
        </w:rPr>
        <w:t>износ</w:t>
      </w:r>
      <w:r>
        <w:rPr>
          <w:sz w:val="28"/>
          <w:szCs w:val="28"/>
          <w:lang w:eastAsia="en-US"/>
        </w:rPr>
        <w:t>а</w:t>
      </w:r>
      <w:r w:rsidRPr="00E203DA">
        <w:rPr>
          <w:sz w:val="28"/>
          <w:szCs w:val="28"/>
          <w:lang w:eastAsia="en-US"/>
        </w:rPr>
        <w:t xml:space="preserve"> водопроводных сетей на 01.01.2019 г. составляет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37,9 %.</w:t>
      </w:r>
    </w:p>
    <w:p w:rsidR="00BE3174" w:rsidRPr="000866E0" w:rsidRDefault="00BE3174" w:rsidP="000866E0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  <w:r w:rsidRPr="00E203DA">
        <w:rPr>
          <w:sz w:val="28"/>
          <w:szCs w:val="28"/>
          <w:lang w:eastAsia="en-US"/>
        </w:rPr>
        <w:t>В с.</w:t>
      </w:r>
      <w:r>
        <w:rPr>
          <w:sz w:val="28"/>
          <w:szCs w:val="28"/>
          <w:lang w:eastAsia="en-US"/>
        </w:rPr>
        <w:t xml:space="preserve"> Майма </w:t>
      </w:r>
      <w:r w:rsidRPr="00E203DA">
        <w:rPr>
          <w:sz w:val="28"/>
          <w:szCs w:val="28"/>
          <w:lang w:eastAsia="en-US"/>
        </w:rPr>
        <w:t>протяженность водопроводной сети</w:t>
      </w:r>
      <w:r>
        <w:rPr>
          <w:sz w:val="28"/>
          <w:szCs w:val="28"/>
          <w:lang w:eastAsia="en-US"/>
        </w:rPr>
        <w:t xml:space="preserve"> </w:t>
      </w:r>
      <w:r w:rsidRPr="000866E0">
        <w:rPr>
          <w:sz w:val="28"/>
          <w:szCs w:val="28"/>
          <w:lang w:eastAsia="en-US"/>
        </w:rPr>
        <w:t xml:space="preserve">– 50,942 </w:t>
      </w:r>
      <w:r w:rsidRPr="00E203DA">
        <w:rPr>
          <w:sz w:val="28"/>
          <w:szCs w:val="28"/>
          <w:lang w:eastAsia="en-US"/>
        </w:rPr>
        <w:t>км</w:t>
      </w:r>
      <w:r>
        <w:rPr>
          <w:sz w:val="28"/>
          <w:szCs w:val="28"/>
          <w:lang w:eastAsia="en-US"/>
        </w:rPr>
        <w:t>.</w:t>
      </w:r>
      <w:r w:rsidRPr="000866E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Износ </w:t>
      </w:r>
      <w:r w:rsidRPr="00AB5B39">
        <w:rPr>
          <w:sz w:val="28"/>
          <w:szCs w:val="28"/>
        </w:rPr>
        <w:t>в</w:t>
      </w:r>
      <w:r w:rsidRPr="00AB5B39">
        <w:rPr>
          <w:sz w:val="28"/>
          <w:szCs w:val="28"/>
        </w:rPr>
        <w:t>о</w:t>
      </w:r>
      <w:r w:rsidRPr="00AB5B39">
        <w:rPr>
          <w:sz w:val="28"/>
          <w:szCs w:val="28"/>
        </w:rPr>
        <w:t>допроводной сети</w:t>
      </w:r>
      <w:r>
        <w:rPr>
          <w:sz w:val="28"/>
          <w:szCs w:val="28"/>
        </w:rPr>
        <w:t xml:space="preserve"> </w:t>
      </w:r>
      <w:r w:rsidRPr="000866E0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37,8 %.</w:t>
      </w:r>
    </w:p>
    <w:p w:rsidR="00BE3174" w:rsidRPr="000866E0" w:rsidRDefault="00BE3174" w:rsidP="009332D7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В с. Подгорное </w:t>
      </w:r>
      <w:r w:rsidRPr="00E203DA">
        <w:rPr>
          <w:sz w:val="28"/>
          <w:szCs w:val="28"/>
          <w:lang w:eastAsia="en-US"/>
        </w:rPr>
        <w:t>протяженность водопроводной сети</w:t>
      </w:r>
      <w:r>
        <w:rPr>
          <w:sz w:val="28"/>
          <w:szCs w:val="28"/>
          <w:lang w:eastAsia="en-US"/>
        </w:rPr>
        <w:t xml:space="preserve"> </w:t>
      </w:r>
      <w:r w:rsidRPr="000866E0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6,7</w:t>
      </w:r>
      <w:r w:rsidRPr="000866E0">
        <w:rPr>
          <w:sz w:val="28"/>
          <w:szCs w:val="28"/>
          <w:lang w:eastAsia="en-US"/>
        </w:rPr>
        <w:t xml:space="preserve"> </w:t>
      </w:r>
      <w:r w:rsidRPr="00E203DA">
        <w:rPr>
          <w:sz w:val="28"/>
          <w:szCs w:val="28"/>
          <w:lang w:eastAsia="en-US"/>
        </w:rPr>
        <w:t>км</w:t>
      </w:r>
      <w:r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</w:rPr>
        <w:t xml:space="preserve">Износ </w:t>
      </w:r>
      <w:r w:rsidRPr="00AB5B39">
        <w:rPr>
          <w:sz w:val="28"/>
          <w:szCs w:val="28"/>
        </w:rPr>
        <w:t>в</w:t>
      </w:r>
      <w:r w:rsidRPr="00AB5B39">
        <w:rPr>
          <w:sz w:val="28"/>
          <w:szCs w:val="28"/>
        </w:rPr>
        <w:t>о</w:t>
      </w:r>
      <w:r w:rsidRPr="00AB5B39">
        <w:rPr>
          <w:sz w:val="28"/>
          <w:szCs w:val="28"/>
        </w:rPr>
        <w:t>допроводной сети</w:t>
      </w:r>
      <w:r>
        <w:rPr>
          <w:sz w:val="28"/>
          <w:szCs w:val="28"/>
        </w:rPr>
        <w:t xml:space="preserve"> </w:t>
      </w:r>
      <w:r w:rsidRPr="000866E0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36 %.</w:t>
      </w:r>
    </w:p>
    <w:p w:rsidR="00BE3174" w:rsidRPr="000866E0" w:rsidRDefault="00BE3174" w:rsidP="009332D7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  <w:r w:rsidRPr="00E203DA">
        <w:rPr>
          <w:sz w:val="28"/>
          <w:szCs w:val="28"/>
          <w:lang w:eastAsia="en-US"/>
        </w:rPr>
        <w:t>В с. Верх-Карагуж п</w:t>
      </w:r>
      <w:r>
        <w:rPr>
          <w:sz w:val="28"/>
          <w:szCs w:val="28"/>
          <w:lang w:eastAsia="en-US"/>
        </w:rPr>
        <w:t xml:space="preserve">ротяженность водопроводной сети </w:t>
      </w:r>
      <w:r w:rsidRPr="000866E0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</w:t>
      </w:r>
      <w:r w:rsidRPr="00E203DA">
        <w:rPr>
          <w:sz w:val="28"/>
          <w:szCs w:val="28"/>
          <w:lang w:eastAsia="en-US"/>
        </w:rPr>
        <w:t>5,8 км</w:t>
      </w:r>
      <w:r w:rsidRPr="009332D7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</w:rPr>
        <w:t xml:space="preserve">Износ </w:t>
      </w:r>
      <w:r w:rsidRPr="00AB5B39">
        <w:rPr>
          <w:sz w:val="28"/>
          <w:szCs w:val="28"/>
        </w:rPr>
        <w:t>водопроводной сети</w:t>
      </w:r>
      <w:r>
        <w:rPr>
          <w:sz w:val="28"/>
          <w:szCs w:val="28"/>
        </w:rPr>
        <w:t xml:space="preserve"> </w:t>
      </w:r>
      <w:r w:rsidRPr="000866E0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44,8 %.</w:t>
      </w:r>
    </w:p>
    <w:p w:rsidR="00BE3174" w:rsidRDefault="00BE3174" w:rsidP="00E203DA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п. Карлушка </w:t>
      </w:r>
      <w:r w:rsidRPr="00E203DA">
        <w:rPr>
          <w:sz w:val="28"/>
          <w:szCs w:val="28"/>
          <w:lang w:eastAsia="en-US"/>
        </w:rPr>
        <w:t>п</w:t>
      </w:r>
      <w:r>
        <w:rPr>
          <w:sz w:val="28"/>
          <w:szCs w:val="28"/>
          <w:lang w:eastAsia="en-US"/>
        </w:rPr>
        <w:t xml:space="preserve">ротяженность водопроводной сети </w:t>
      </w:r>
      <w:r w:rsidRPr="000866E0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4,2</w:t>
      </w:r>
      <w:r w:rsidRPr="00E203DA">
        <w:rPr>
          <w:sz w:val="28"/>
          <w:szCs w:val="28"/>
          <w:lang w:eastAsia="en-US"/>
        </w:rPr>
        <w:t xml:space="preserve"> км</w:t>
      </w:r>
      <w:r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</w:rPr>
        <w:t xml:space="preserve">Износ </w:t>
      </w:r>
      <w:r w:rsidRPr="00AB5B39">
        <w:rPr>
          <w:sz w:val="28"/>
          <w:szCs w:val="28"/>
        </w:rPr>
        <w:t>в</w:t>
      </w:r>
      <w:r w:rsidRPr="00AB5B39">
        <w:rPr>
          <w:sz w:val="28"/>
          <w:szCs w:val="28"/>
        </w:rPr>
        <w:t>о</w:t>
      </w:r>
      <w:r w:rsidRPr="00AB5B39">
        <w:rPr>
          <w:sz w:val="28"/>
          <w:szCs w:val="28"/>
        </w:rPr>
        <w:t>допроводной сети</w:t>
      </w:r>
      <w:r>
        <w:rPr>
          <w:sz w:val="28"/>
          <w:szCs w:val="28"/>
        </w:rPr>
        <w:t xml:space="preserve"> </w:t>
      </w:r>
      <w:r w:rsidRPr="000866E0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38,8 %.</w:t>
      </w:r>
    </w:p>
    <w:p w:rsidR="00BE3174" w:rsidRDefault="00BE3174" w:rsidP="009332D7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п. </w:t>
      </w:r>
      <w:r w:rsidRPr="009332D7">
        <w:rPr>
          <w:sz w:val="28"/>
          <w:szCs w:val="28"/>
          <w:lang w:eastAsia="en-US"/>
        </w:rPr>
        <w:t>Дубровка</w:t>
      </w:r>
      <w:r>
        <w:rPr>
          <w:sz w:val="28"/>
          <w:szCs w:val="28"/>
          <w:lang w:eastAsia="en-US"/>
        </w:rPr>
        <w:t xml:space="preserve"> </w:t>
      </w:r>
      <w:r w:rsidRPr="00E203DA">
        <w:rPr>
          <w:sz w:val="28"/>
          <w:szCs w:val="28"/>
          <w:lang w:eastAsia="en-US"/>
        </w:rPr>
        <w:t>п</w:t>
      </w:r>
      <w:r>
        <w:rPr>
          <w:sz w:val="28"/>
          <w:szCs w:val="28"/>
          <w:lang w:eastAsia="en-US"/>
        </w:rPr>
        <w:t xml:space="preserve">ротяженность водопроводной сети </w:t>
      </w:r>
      <w:r w:rsidRPr="000866E0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1,2</w:t>
      </w:r>
      <w:r w:rsidRPr="00E203DA">
        <w:rPr>
          <w:sz w:val="28"/>
          <w:szCs w:val="28"/>
          <w:lang w:eastAsia="en-US"/>
        </w:rPr>
        <w:t xml:space="preserve"> км</w:t>
      </w:r>
      <w:r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</w:rPr>
        <w:t xml:space="preserve">Износ </w:t>
      </w:r>
      <w:r w:rsidRPr="00AB5B39">
        <w:rPr>
          <w:sz w:val="28"/>
          <w:szCs w:val="28"/>
        </w:rPr>
        <w:t>вод</w:t>
      </w:r>
      <w:r w:rsidRPr="00AB5B39">
        <w:rPr>
          <w:sz w:val="28"/>
          <w:szCs w:val="28"/>
        </w:rPr>
        <w:t>о</w:t>
      </w:r>
      <w:r w:rsidRPr="00AB5B39">
        <w:rPr>
          <w:sz w:val="28"/>
          <w:szCs w:val="28"/>
        </w:rPr>
        <w:t>проводной сети</w:t>
      </w:r>
      <w:r>
        <w:rPr>
          <w:sz w:val="28"/>
          <w:szCs w:val="28"/>
        </w:rPr>
        <w:t xml:space="preserve"> </w:t>
      </w:r>
      <w:r w:rsidRPr="000866E0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48,6 %.</w:t>
      </w:r>
    </w:p>
    <w:p w:rsidR="00BE3174" w:rsidRDefault="00BE3174" w:rsidP="00834671">
      <w:pPr>
        <w:ind w:firstLine="567"/>
        <w:rPr>
          <w:szCs w:val="28"/>
        </w:rPr>
      </w:pPr>
      <w:r w:rsidRPr="00AB5B39">
        <w:rPr>
          <w:szCs w:val="28"/>
        </w:rPr>
        <w:t xml:space="preserve">Надежность системы </w:t>
      </w:r>
      <w:r w:rsidRPr="00145B08">
        <w:rPr>
          <w:bCs/>
          <w:szCs w:val="28"/>
        </w:rPr>
        <w:t>МО «</w:t>
      </w:r>
      <w:r w:rsidRPr="00E15FB9">
        <w:rPr>
          <w:bCs/>
          <w:szCs w:val="28"/>
        </w:rPr>
        <w:t>Майминское</w:t>
      </w:r>
      <w:r w:rsidRPr="00E15FB9">
        <w:rPr>
          <w:b/>
          <w:bCs/>
          <w:szCs w:val="28"/>
        </w:rPr>
        <w:t xml:space="preserve"> </w:t>
      </w:r>
      <w:r w:rsidRPr="00145B08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 w:rsidRPr="00AB5B39">
        <w:rPr>
          <w:szCs w:val="28"/>
        </w:rPr>
        <w:t>характер</w:t>
      </w:r>
      <w:r w:rsidRPr="00AB5B39">
        <w:rPr>
          <w:szCs w:val="28"/>
        </w:rPr>
        <w:t>и</w:t>
      </w:r>
      <w:r w:rsidRPr="00AB5B39">
        <w:rPr>
          <w:szCs w:val="28"/>
        </w:rPr>
        <w:t xml:space="preserve">зуется как удовлетворительная. </w:t>
      </w:r>
    </w:p>
    <w:p w:rsidR="00BE3174" w:rsidRDefault="00BE3174" w:rsidP="00D45F50">
      <w:r w:rsidRPr="00A74422">
        <w:t xml:space="preserve">Количество перерывов в подаче воды, зафиксированных </w:t>
      </w:r>
      <w:r>
        <w:t xml:space="preserve">за 2018 год, </w:t>
      </w:r>
      <w:r w:rsidRPr="00A74422">
        <w:t>произошедших в результате аварий, повреждений и иных технологических нарушений на объектах централизованной системы холодного водоснабж</w:t>
      </w:r>
      <w:r w:rsidRPr="00A74422">
        <w:t>е</w:t>
      </w:r>
      <w:r w:rsidRPr="00A74422">
        <w:t>ния</w:t>
      </w:r>
      <w:r>
        <w:t xml:space="preserve"> </w:t>
      </w:r>
      <w:r>
        <w:rPr>
          <w:szCs w:val="28"/>
        </w:rPr>
        <w:t>Майминского</w:t>
      </w:r>
      <w:r>
        <w:t xml:space="preserve"> сельского</w:t>
      </w:r>
      <w:r w:rsidRPr="00AD7516">
        <w:t xml:space="preserve"> поселения</w:t>
      </w:r>
      <w:r w:rsidRPr="00A74422">
        <w:t xml:space="preserve">, </w:t>
      </w:r>
      <w:r>
        <w:t xml:space="preserve">эксплуатируемой организацией МУП «Кристал», </w:t>
      </w:r>
      <w:r w:rsidRPr="00A74422">
        <w:t>осуществляющей холодное водоснабжение</w:t>
      </w:r>
      <w:r>
        <w:t xml:space="preserve"> представлены в та</w:t>
      </w:r>
      <w:r>
        <w:t>б</w:t>
      </w:r>
      <w:r>
        <w:t>лице 3.</w:t>
      </w:r>
    </w:p>
    <w:p w:rsidR="00BE3174" w:rsidRDefault="00BE3174" w:rsidP="00D45F50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</w:p>
    <w:p w:rsidR="00BE3174" w:rsidRDefault="00BE3174" w:rsidP="00D45F50">
      <w:pPr>
        <w:pStyle w:val="List"/>
        <w:numPr>
          <w:ilvl w:val="0"/>
          <w:numId w:val="0"/>
        </w:numPr>
      </w:pPr>
      <w:r w:rsidRPr="00570BDF">
        <w:t xml:space="preserve">Таблица </w:t>
      </w:r>
      <w:r>
        <w:t xml:space="preserve">3. </w:t>
      </w:r>
      <w:r w:rsidRPr="00A74422">
        <w:t xml:space="preserve">Количество перерывов в подаче воды, зафиксированных </w:t>
      </w:r>
      <w:r>
        <w:t>за 2018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80"/>
        <w:gridCol w:w="1134"/>
        <w:gridCol w:w="957"/>
      </w:tblGrid>
      <w:tr w:rsidR="00BE3174" w:rsidTr="00504959">
        <w:trPr>
          <w:trHeight w:val="977"/>
        </w:trPr>
        <w:tc>
          <w:tcPr>
            <w:tcW w:w="7479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Един</w:t>
            </w:r>
            <w:r w:rsidRPr="00CC0DDB">
              <w:rPr>
                <w:szCs w:val="24"/>
              </w:rPr>
              <w:t>и</w:t>
            </w:r>
            <w:r w:rsidRPr="00CC0DDB">
              <w:rPr>
                <w:szCs w:val="24"/>
              </w:rPr>
              <w:t>цы</w:t>
            </w:r>
          </w:p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изм-я</w:t>
            </w:r>
          </w:p>
        </w:tc>
        <w:tc>
          <w:tcPr>
            <w:tcW w:w="957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jc w:val="center"/>
              <w:rPr>
                <w:sz w:val="28"/>
                <w:szCs w:val="24"/>
              </w:rPr>
            </w:pPr>
            <w:r w:rsidRPr="00CC0DDB">
              <w:rPr>
                <w:szCs w:val="24"/>
              </w:rPr>
              <w:t>Знач</w:t>
            </w:r>
            <w:r w:rsidRPr="00CC0DDB">
              <w:rPr>
                <w:szCs w:val="24"/>
              </w:rPr>
              <w:t>е</w:t>
            </w:r>
            <w:r w:rsidRPr="00CC0DDB">
              <w:rPr>
                <w:szCs w:val="24"/>
              </w:rPr>
              <w:t>ние</w:t>
            </w:r>
          </w:p>
        </w:tc>
      </w:tr>
      <w:tr w:rsidR="00BE3174" w:rsidTr="00504959">
        <w:tc>
          <w:tcPr>
            <w:tcW w:w="7480" w:type="dxa"/>
          </w:tcPr>
          <w:p w:rsidR="00BE3174" w:rsidRDefault="00BE3174" w:rsidP="007F4902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 xml:space="preserve">водоснабжения </w:t>
            </w:r>
            <w:r w:rsidRPr="007F4902">
              <w:t>с. Майма, скважины Г 57/09, 22/90 по ул 50 лет Победы</w:t>
            </w:r>
          </w:p>
        </w:tc>
        <w:tc>
          <w:tcPr>
            <w:tcW w:w="1133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1</w:t>
            </w:r>
          </w:p>
        </w:tc>
      </w:tr>
      <w:tr w:rsidR="00BE3174" w:rsidTr="00504959">
        <w:tc>
          <w:tcPr>
            <w:tcW w:w="7480" w:type="dxa"/>
          </w:tcPr>
          <w:p w:rsidR="00BE3174" w:rsidRDefault="00BE3174" w:rsidP="007F4902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 xml:space="preserve">водоснабжения </w:t>
            </w:r>
            <w:r w:rsidRPr="007F4902">
              <w:t>с. Майма, скважины Г 36/88 по ул</w:t>
            </w:r>
            <w:r>
              <w:t>.</w:t>
            </w:r>
            <w:r w:rsidRPr="007F4902">
              <w:t xml:space="preserve"> Энергетиков</w:t>
            </w:r>
          </w:p>
        </w:tc>
        <w:tc>
          <w:tcPr>
            <w:tcW w:w="1133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1</w:t>
            </w:r>
          </w:p>
        </w:tc>
      </w:tr>
      <w:tr w:rsidR="00BE3174" w:rsidTr="00504959">
        <w:tc>
          <w:tcPr>
            <w:tcW w:w="7480" w:type="dxa"/>
          </w:tcPr>
          <w:p w:rsidR="00BE3174" w:rsidRDefault="00BE3174" w:rsidP="007F4902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 xml:space="preserve">водоснабжения </w:t>
            </w:r>
            <w:r w:rsidRPr="007F4902">
              <w:t>с. Майма, скважины, остр. Пихтовый</w:t>
            </w:r>
          </w:p>
        </w:tc>
        <w:tc>
          <w:tcPr>
            <w:tcW w:w="1133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10</w:t>
            </w:r>
          </w:p>
        </w:tc>
      </w:tr>
      <w:tr w:rsidR="00BE3174" w:rsidTr="00504959">
        <w:tc>
          <w:tcPr>
            <w:tcW w:w="7480" w:type="dxa"/>
          </w:tcPr>
          <w:p w:rsidR="00BE3174" w:rsidRDefault="00BE3174" w:rsidP="007F4902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 xml:space="preserve">водоснабжения </w:t>
            </w:r>
            <w:r w:rsidRPr="007F4902">
              <w:t>с. Майма, мкр. Алгаир – 2, скважины Г 19/12, 20/12</w:t>
            </w:r>
          </w:p>
        </w:tc>
        <w:tc>
          <w:tcPr>
            <w:tcW w:w="1133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0</w:t>
            </w:r>
          </w:p>
        </w:tc>
      </w:tr>
      <w:tr w:rsidR="00BE3174" w:rsidTr="00504959">
        <w:tc>
          <w:tcPr>
            <w:tcW w:w="7480" w:type="dxa"/>
          </w:tcPr>
          <w:p w:rsidR="00BE3174" w:rsidRDefault="00BE3174" w:rsidP="007F4902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 xml:space="preserve">водоснабжения </w:t>
            </w:r>
            <w:r w:rsidRPr="007F4902">
              <w:t>с. Подго</w:t>
            </w:r>
            <w:r w:rsidRPr="007F4902">
              <w:t>р</w:t>
            </w:r>
            <w:r w:rsidRPr="007F4902">
              <w:t>ное, скважины Г 9/81, 9а/81</w:t>
            </w:r>
          </w:p>
        </w:tc>
        <w:tc>
          <w:tcPr>
            <w:tcW w:w="1133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3</w:t>
            </w:r>
          </w:p>
        </w:tc>
      </w:tr>
      <w:tr w:rsidR="00BE3174" w:rsidTr="00504959">
        <w:tc>
          <w:tcPr>
            <w:tcW w:w="7480" w:type="dxa"/>
          </w:tcPr>
          <w:p w:rsidR="00BE3174" w:rsidRDefault="00BE3174" w:rsidP="007F4902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 xml:space="preserve">водоснабжения </w:t>
            </w:r>
            <w:r w:rsidRPr="007F4902">
              <w:t>с. Верх-Карагуж, скважина Г 11/82 по ул</w:t>
            </w:r>
            <w:r>
              <w:t>.</w:t>
            </w:r>
            <w:r w:rsidRPr="007F4902">
              <w:t xml:space="preserve"> 2 Пятилетка</w:t>
            </w:r>
          </w:p>
        </w:tc>
        <w:tc>
          <w:tcPr>
            <w:tcW w:w="1133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0</w:t>
            </w:r>
          </w:p>
        </w:tc>
      </w:tr>
      <w:tr w:rsidR="00BE3174" w:rsidTr="00504959">
        <w:tc>
          <w:tcPr>
            <w:tcW w:w="7480" w:type="dxa"/>
          </w:tcPr>
          <w:p w:rsidR="00BE3174" w:rsidRDefault="00BE3174" w:rsidP="007F4902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 xml:space="preserve">водоснабжения </w:t>
            </w:r>
            <w:r w:rsidRPr="007F4902">
              <w:t>с. Верх-Карагуж, скважина Г 14/82 по ул. Нагорная</w:t>
            </w:r>
          </w:p>
        </w:tc>
        <w:tc>
          <w:tcPr>
            <w:tcW w:w="1133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1</w:t>
            </w:r>
          </w:p>
        </w:tc>
      </w:tr>
      <w:tr w:rsidR="00BE3174" w:rsidTr="00504959">
        <w:tc>
          <w:tcPr>
            <w:tcW w:w="7480" w:type="dxa"/>
          </w:tcPr>
          <w:p w:rsidR="00BE3174" w:rsidRDefault="00BE3174" w:rsidP="007F4902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 xml:space="preserve">водоснабжения </w:t>
            </w:r>
            <w:r w:rsidRPr="007F4902">
              <w:t>п. Карлу</w:t>
            </w:r>
            <w:r w:rsidRPr="007F4902">
              <w:t>ш</w:t>
            </w:r>
            <w:r w:rsidRPr="007F4902">
              <w:t>ка, скважина Г 17/90</w:t>
            </w:r>
          </w:p>
        </w:tc>
        <w:tc>
          <w:tcPr>
            <w:tcW w:w="1133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2</w:t>
            </w:r>
          </w:p>
        </w:tc>
      </w:tr>
      <w:tr w:rsidR="00BE3174" w:rsidTr="00504959">
        <w:tc>
          <w:tcPr>
            <w:tcW w:w="7480" w:type="dxa"/>
          </w:tcPr>
          <w:p w:rsidR="00BE3174" w:rsidRDefault="00BE3174" w:rsidP="007F4902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 xml:space="preserve">водоснабжения </w:t>
            </w:r>
            <w:r w:rsidRPr="007F4902">
              <w:t>п. Дубро</w:t>
            </w:r>
            <w:r w:rsidRPr="007F4902">
              <w:t>в</w:t>
            </w:r>
            <w:r w:rsidRPr="007F4902">
              <w:t>ка, скважина Г 19/78</w:t>
            </w:r>
          </w:p>
        </w:tc>
        <w:tc>
          <w:tcPr>
            <w:tcW w:w="1133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2</w:t>
            </w:r>
          </w:p>
        </w:tc>
      </w:tr>
    </w:tbl>
    <w:p w:rsidR="00BE3174" w:rsidRDefault="00BE3174" w:rsidP="005A798E">
      <w:pPr>
        <w:pStyle w:val="ListParagraph"/>
        <w:ind w:left="0"/>
        <w:rPr>
          <w:szCs w:val="28"/>
        </w:rPr>
      </w:pPr>
    </w:p>
    <w:p w:rsidR="00BE3174" w:rsidRPr="00AF4FB1" w:rsidRDefault="00BE3174" w:rsidP="00ED0B1B">
      <w:r w:rsidRPr="00AF4FB1">
        <w:t>Для профилактики возникновения аварий и утечек на сетях водопров</w:t>
      </w:r>
      <w:r w:rsidRPr="00AF4FB1">
        <w:t>о</w:t>
      </w:r>
      <w:r w:rsidRPr="00AF4FB1">
        <w:t>да, для уменьшения объемов потерь необходимо проводить своевременную замену запорно-регулирующей арматуры и водопроводных сетей с истекшим эксплуатационным ресурсом. Запорно-регулирующая арматура необходима для локализации аварийных участков водопровода и отключения наименьш</w:t>
      </w:r>
      <w:r w:rsidRPr="00AF4FB1">
        <w:t>е</w:t>
      </w:r>
      <w:r w:rsidRPr="00AF4FB1">
        <w:t>го числа жителей и промышленных предприятий при производстве аварийно-восстановительных работ.</w:t>
      </w:r>
    </w:p>
    <w:p w:rsidR="00BE3174" w:rsidRPr="00AB5B39" w:rsidRDefault="00BE3174" w:rsidP="00ED0B1B">
      <w:r w:rsidRPr="00AF4FB1">
        <w:t>Необходимо проводить замены изношенных стальных и чугунных тр</w:t>
      </w:r>
      <w:r w:rsidRPr="00AF4FB1">
        <w:t>у</w:t>
      </w:r>
      <w:r w:rsidRPr="00AF4FB1">
        <w:t>бопроводов</w:t>
      </w:r>
      <w:r w:rsidRPr="00AB5B39">
        <w:t xml:space="preserve"> на полиэтиленовые. Современные материалы трубопроводов имеют значительно больший срок службы и более качественные технические и эксплуатационные характеристики. Полимерные материалы не подвержены коррозии, поэтому им не присущи недостатки и проблемы при эксплуатации металлических труб. На них не образуются различного рода отложения (х</w:t>
      </w:r>
      <w:r w:rsidRPr="00AB5B39">
        <w:t>и</w:t>
      </w:r>
      <w:r w:rsidRPr="00AB5B39">
        <w:t>мические и биологические), поэтому гидравлические характеристики труб из полимерных материалов практически остаются постоянными в течение всего срока службы. Трубы из полимерных материалов почти на порядок легче м</w:t>
      </w:r>
      <w:r w:rsidRPr="00AB5B39">
        <w:t>е</w:t>
      </w:r>
      <w:r w:rsidRPr="00AB5B39">
        <w:t>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малой массе и достаточной гибкости можно пр</w:t>
      </w:r>
      <w:r w:rsidRPr="00AB5B39">
        <w:t>о</w:t>
      </w:r>
      <w:r w:rsidRPr="00AB5B39">
        <w:t>водить замены старых трубопроводов полиэтиленовыми трубами бестра</w:t>
      </w:r>
      <w:r w:rsidRPr="00AB5B39">
        <w:t>н</w:t>
      </w:r>
      <w:r w:rsidRPr="00AB5B39">
        <w:t xml:space="preserve">шейными способами. </w:t>
      </w:r>
    </w:p>
    <w:p w:rsidR="00BE3174" w:rsidRPr="00AB5B39" w:rsidRDefault="00BE3174" w:rsidP="00ED0B1B">
      <w:pPr>
        <w:ind w:firstLine="567"/>
        <w:rPr>
          <w:szCs w:val="28"/>
        </w:rPr>
      </w:pPr>
      <w:r w:rsidRPr="00AB5B39">
        <w:rPr>
          <w:szCs w:val="28"/>
        </w:rPr>
        <w:t>Функционирование и эксплуатация водопроводных сетей систем це</w:t>
      </w:r>
      <w:r w:rsidRPr="00AB5B39">
        <w:rPr>
          <w:szCs w:val="28"/>
        </w:rPr>
        <w:t>н</w:t>
      </w:r>
      <w:r w:rsidRPr="00AB5B39">
        <w:rPr>
          <w:szCs w:val="28"/>
        </w:rPr>
        <w:t>трализованного водоснабжения осуществляется на основании «</w:t>
      </w:r>
      <w:r w:rsidRPr="00AF4FB1">
        <w:rPr>
          <w:szCs w:val="28"/>
        </w:rPr>
        <w:t>МДК 3-02.2001. Правил технической эксплуатации систем и сооружений комм</w:t>
      </w:r>
      <w:r w:rsidRPr="00AF4FB1">
        <w:rPr>
          <w:szCs w:val="28"/>
        </w:rPr>
        <w:t>у</w:t>
      </w:r>
      <w:r w:rsidRPr="00AF4FB1">
        <w:rPr>
          <w:szCs w:val="28"/>
        </w:rPr>
        <w:t>нального водоснабжения и канализации», утвержденных приказо</w:t>
      </w:r>
      <w:r w:rsidRPr="00AB5B39">
        <w:rPr>
          <w:szCs w:val="28"/>
        </w:rPr>
        <w:t>м Госстроя РФ №168 от 30.12.1999г. Для обеспечения качества воды в процессе ее транспортировки производится постоянный мониторинг на соответствие тр</w:t>
      </w:r>
      <w:r w:rsidRPr="00AB5B39">
        <w:rPr>
          <w:szCs w:val="28"/>
        </w:rPr>
        <w:t>е</w:t>
      </w:r>
      <w:r w:rsidRPr="00AB5B39">
        <w:rPr>
          <w:szCs w:val="28"/>
        </w:rPr>
        <w:t>бованиям СанПиН 2.1.4.1074-01 «Питьевая вода. Гигиенические требования к качеству воды централизованных систем питьевого водоснабжения. Ко</w:t>
      </w:r>
      <w:r w:rsidRPr="00AB5B39">
        <w:rPr>
          <w:szCs w:val="28"/>
        </w:rPr>
        <w:t>н</w:t>
      </w:r>
      <w:r w:rsidRPr="00AB5B39">
        <w:rPr>
          <w:szCs w:val="28"/>
        </w:rPr>
        <w:t>троль качества».</w:t>
      </w:r>
    </w:p>
    <w:p w:rsidR="00BE3174" w:rsidRDefault="00BE3174" w:rsidP="005A798E">
      <w:pPr>
        <w:pStyle w:val="ListParagraph"/>
        <w:ind w:left="0"/>
        <w:rPr>
          <w:szCs w:val="28"/>
        </w:rPr>
      </w:pPr>
    </w:p>
    <w:p w:rsidR="00BE3174" w:rsidRDefault="00BE3174" w:rsidP="005A798E">
      <w:pPr>
        <w:pStyle w:val="ListParagraph"/>
        <w:ind w:left="0"/>
        <w:rPr>
          <w:szCs w:val="28"/>
        </w:rPr>
      </w:pPr>
    </w:p>
    <w:p w:rsidR="00BE3174" w:rsidRPr="00AB5B39" w:rsidRDefault="00BE3174" w:rsidP="00FE0A31">
      <w:pPr>
        <w:pStyle w:val="Heading4"/>
      </w:pPr>
      <w:r w:rsidRPr="00AB5B39">
        <w:t xml:space="preserve">Описание существующих технических и технологических проблем, возникающих при водоснабжении </w:t>
      </w:r>
      <w:r w:rsidRPr="00145B08">
        <w:t>по</w:t>
      </w:r>
      <w:r>
        <w:t>селений</w:t>
      </w:r>
      <w:r w:rsidRPr="00AB5B39">
        <w:t>, анализ исполнения предписаний органов, осуществляющих государственный надзор, муниц</w:t>
      </w:r>
      <w:r w:rsidRPr="00AB5B39">
        <w:t>и</w:t>
      </w:r>
      <w:r w:rsidRPr="00AB5B39">
        <w:t>пальный контроль, об устранении нарушений, влияющих на качество и безопасность воды</w:t>
      </w:r>
    </w:p>
    <w:p w:rsidR="00BE3174" w:rsidRDefault="00BE3174" w:rsidP="00ED0B1B">
      <w:pPr>
        <w:pStyle w:val="ListParagraph"/>
        <w:ind w:left="0"/>
        <w:rPr>
          <w:bCs/>
          <w:szCs w:val="28"/>
        </w:rPr>
      </w:pPr>
      <w:r>
        <w:t>Инженерно-технический анализ выявил следующие основные технич</w:t>
      </w:r>
      <w:r>
        <w:t>е</w:t>
      </w:r>
      <w:r>
        <w:t xml:space="preserve">ские проблемы системы водоснабжения </w:t>
      </w:r>
      <w:r>
        <w:rPr>
          <w:bCs/>
          <w:szCs w:val="28"/>
        </w:rPr>
        <w:t xml:space="preserve">в </w:t>
      </w:r>
      <w:r>
        <w:rPr>
          <w:szCs w:val="28"/>
        </w:rPr>
        <w:t>Майминском</w:t>
      </w:r>
      <w:r>
        <w:rPr>
          <w:bCs/>
          <w:szCs w:val="28"/>
        </w:rPr>
        <w:t xml:space="preserve"> сельском</w:t>
      </w:r>
      <w:r w:rsidRPr="00145B08">
        <w:rPr>
          <w:bCs/>
          <w:szCs w:val="28"/>
        </w:rPr>
        <w:t xml:space="preserve"> поселе</w:t>
      </w:r>
      <w:r>
        <w:rPr>
          <w:bCs/>
          <w:szCs w:val="28"/>
        </w:rPr>
        <w:t>нии:</w:t>
      </w:r>
    </w:p>
    <w:p w:rsidR="00BE3174" w:rsidRPr="00832F79" w:rsidRDefault="00BE3174" w:rsidP="00ED0B1B">
      <w:pPr>
        <w:pStyle w:val="ListParagraph"/>
        <w:numPr>
          <w:ilvl w:val="0"/>
          <w:numId w:val="8"/>
        </w:numPr>
        <w:ind w:left="851" w:hanging="284"/>
        <w:rPr>
          <w:szCs w:val="28"/>
        </w:rPr>
      </w:pPr>
      <w:r>
        <w:rPr>
          <w:szCs w:val="28"/>
        </w:rPr>
        <w:t>отсутствие</w:t>
      </w:r>
      <w:r w:rsidRPr="00832F79">
        <w:rPr>
          <w:szCs w:val="28"/>
        </w:rPr>
        <w:t xml:space="preserve"> </w:t>
      </w:r>
      <w:r>
        <w:t>станций</w:t>
      </w:r>
      <w:r w:rsidRPr="00832F79">
        <w:t xml:space="preserve"> водоподготовки;</w:t>
      </w:r>
    </w:p>
    <w:p w:rsidR="00BE3174" w:rsidRPr="00B926DE" w:rsidRDefault="00BE3174" w:rsidP="00ED0B1B">
      <w:pPr>
        <w:pStyle w:val="ListParagraph"/>
        <w:numPr>
          <w:ilvl w:val="0"/>
          <w:numId w:val="8"/>
        </w:numPr>
        <w:ind w:left="851" w:hanging="284"/>
        <w:rPr>
          <w:szCs w:val="28"/>
        </w:rPr>
      </w:pPr>
      <w:r w:rsidRPr="00B926DE">
        <w:rPr>
          <w:szCs w:val="28"/>
        </w:rPr>
        <w:t>отсутствие регулирующей и низкое качество запорной арматуры;</w:t>
      </w:r>
    </w:p>
    <w:p w:rsidR="00BE3174" w:rsidRPr="00602650" w:rsidRDefault="00BE3174" w:rsidP="00ED0B1B">
      <w:pPr>
        <w:pStyle w:val="ListParagraph"/>
        <w:numPr>
          <w:ilvl w:val="0"/>
          <w:numId w:val="8"/>
        </w:numPr>
        <w:ind w:left="851" w:hanging="284"/>
        <w:rPr>
          <w:szCs w:val="28"/>
        </w:rPr>
      </w:pPr>
      <w:r>
        <w:t>применение устаревших технологий и оборудования не соответс</w:t>
      </w:r>
      <w:r>
        <w:t>т</w:t>
      </w:r>
      <w:r>
        <w:t>вующего современным требованиям энергосбережения;</w:t>
      </w:r>
    </w:p>
    <w:p w:rsidR="00BE3174" w:rsidRPr="00561B7C" w:rsidRDefault="00BE3174" w:rsidP="00ED0B1B">
      <w:pPr>
        <w:pStyle w:val="ListParagraph"/>
        <w:numPr>
          <w:ilvl w:val="0"/>
          <w:numId w:val="8"/>
        </w:numPr>
        <w:ind w:left="851" w:hanging="284"/>
        <w:rPr>
          <w:szCs w:val="28"/>
        </w:rPr>
      </w:pPr>
      <w:r>
        <w:t xml:space="preserve"> происходит </w:t>
      </w:r>
      <w:r w:rsidRPr="00B926DE">
        <w:rPr>
          <w:szCs w:val="28"/>
        </w:rPr>
        <w:t>вторичное загрязнение и ухудшение качества воды</w:t>
      </w:r>
      <w:r>
        <w:rPr>
          <w:szCs w:val="28"/>
        </w:rPr>
        <w:t xml:space="preserve"> </w:t>
      </w:r>
      <w:r w:rsidRPr="00B926DE">
        <w:rPr>
          <w:szCs w:val="28"/>
        </w:rPr>
        <w:t>вследствие внутренней коррозии</w:t>
      </w:r>
      <w:r>
        <w:rPr>
          <w:szCs w:val="28"/>
        </w:rPr>
        <w:t xml:space="preserve"> </w:t>
      </w:r>
      <w:r w:rsidRPr="00B926DE">
        <w:rPr>
          <w:szCs w:val="28"/>
        </w:rPr>
        <w:t>металлических трубопроводов.</w:t>
      </w:r>
    </w:p>
    <w:p w:rsidR="00BE3174" w:rsidRDefault="00BE3174" w:rsidP="00ED0B1B">
      <w:pPr>
        <w:pStyle w:val="ListParagraph"/>
        <w:ind w:left="0"/>
        <w:rPr>
          <w:szCs w:val="28"/>
        </w:rPr>
      </w:pPr>
    </w:p>
    <w:p w:rsidR="00BE3174" w:rsidRDefault="00BE3174" w:rsidP="00ED0B1B">
      <w:pPr>
        <w:pStyle w:val="ListParagraph"/>
        <w:ind w:left="0"/>
        <w:rPr>
          <w:szCs w:val="28"/>
        </w:rPr>
      </w:pPr>
    </w:p>
    <w:p w:rsidR="00BE3174" w:rsidRPr="00AB5B39" w:rsidRDefault="00BE3174" w:rsidP="00FE0A31">
      <w:pPr>
        <w:pStyle w:val="Heading4"/>
      </w:pPr>
      <w:r w:rsidRPr="00AB5B39">
        <w:t>Описание централизованной системы горячего водоснабж</w:t>
      </w:r>
      <w:r w:rsidRPr="00AB5B39">
        <w:t>е</w:t>
      </w:r>
      <w:r w:rsidRPr="00AB5B39">
        <w:t>ния с использованием закрытых систем горячего водоснабжения, отр</w:t>
      </w:r>
      <w:r w:rsidRPr="00AB5B39">
        <w:t>а</w:t>
      </w:r>
      <w:r w:rsidRPr="00AB5B39">
        <w:t>жающее технологические особенности указанной системы</w:t>
      </w:r>
    </w:p>
    <w:p w:rsidR="00BE3174" w:rsidRPr="00242355" w:rsidRDefault="00BE3174" w:rsidP="00EB0724">
      <w:pPr>
        <w:ind w:firstLine="567"/>
        <w:rPr>
          <w:szCs w:val="28"/>
        </w:rPr>
      </w:pPr>
      <w:r w:rsidRPr="00242355">
        <w:rPr>
          <w:szCs w:val="28"/>
        </w:rPr>
        <w:t xml:space="preserve">Централизованная система горячего водоснабжения </w:t>
      </w:r>
      <w:r>
        <w:rPr>
          <w:szCs w:val="28"/>
        </w:rPr>
        <w:t xml:space="preserve">в </w:t>
      </w:r>
      <w:r w:rsidRPr="00DC2CE0">
        <w:rPr>
          <w:bCs/>
          <w:szCs w:val="28"/>
        </w:rPr>
        <w:t>МО «</w:t>
      </w:r>
      <w:r w:rsidRPr="00E15FB9">
        <w:rPr>
          <w:bCs/>
          <w:szCs w:val="28"/>
        </w:rPr>
        <w:t>Майминское</w:t>
      </w:r>
      <w:r w:rsidRPr="00E15FB9">
        <w:rPr>
          <w:b/>
          <w:bCs/>
          <w:szCs w:val="28"/>
        </w:rPr>
        <w:t xml:space="preserve"> </w:t>
      </w:r>
      <w:r w:rsidRPr="00DC2CE0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 w:rsidRPr="00242355">
        <w:rPr>
          <w:szCs w:val="28"/>
        </w:rPr>
        <w:t xml:space="preserve">отсутствует. </w:t>
      </w:r>
    </w:p>
    <w:p w:rsidR="00BE3174" w:rsidRDefault="00BE3174" w:rsidP="005A798E">
      <w:pPr>
        <w:pStyle w:val="ListParagraph"/>
        <w:ind w:left="0"/>
        <w:rPr>
          <w:szCs w:val="28"/>
        </w:rPr>
      </w:pPr>
    </w:p>
    <w:p w:rsidR="00BE3174" w:rsidRDefault="00BE3174" w:rsidP="005A798E">
      <w:pPr>
        <w:pStyle w:val="ListParagraph"/>
        <w:ind w:left="0"/>
        <w:rPr>
          <w:szCs w:val="28"/>
        </w:rPr>
      </w:pPr>
    </w:p>
    <w:p w:rsidR="00BE3174" w:rsidRDefault="00BE3174" w:rsidP="00A76893">
      <w:pPr>
        <w:pStyle w:val="Heading3"/>
      </w:pPr>
      <w:bookmarkStart w:id="13" w:name="_Toc10132655"/>
      <w:r w:rsidRPr="00575D7C">
        <w:t xml:space="preserve">Перечень лиц, владеющих на праве собственности или другом </w:t>
      </w:r>
      <w:r>
        <w:t xml:space="preserve">      </w:t>
      </w:r>
      <w:r w:rsidRPr="00575D7C">
        <w:t>законном основании объектами централизованной системы водоснабж</w:t>
      </w:r>
      <w:r w:rsidRPr="00575D7C">
        <w:t>е</w:t>
      </w:r>
      <w:r w:rsidRPr="00575D7C">
        <w:t>ния, с указанием принадлежащих этим лицам таких объектов (границ зон, в которых расположены такие объекты)</w:t>
      </w:r>
      <w:bookmarkEnd w:id="13"/>
    </w:p>
    <w:p w:rsidR="00BE3174" w:rsidRDefault="00BE3174" w:rsidP="00782372">
      <w:pPr>
        <w:rPr>
          <w:sz w:val="22"/>
        </w:rPr>
      </w:pPr>
      <w:r>
        <w:t>Организацией, несущей эксплуатационную ответственность при ос</w:t>
      </w:r>
      <w:r>
        <w:t>у</w:t>
      </w:r>
      <w:r>
        <w:t xml:space="preserve">ществлении централизованного водоснабжения в </w:t>
      </w:r>
      <w:r w:rsidRPr="00DC2CE0">
        <w:rPr>
          <w:bCs/>
          <w:szCs w:val="28"/>
        </w:rPr>
        <w:t>МО «</w:t>
      </w:r>
      <w:r w:rsidRPr="00E15FB9">
        <w:rPr>
          <w:bCs/>
          <w:szCs w:val="28"/>
        </w:rPr>
        <w:t>Майминское</w:t>
      </w:r>
      <w:r w:rsidRPr="00E15FB9">
        <w:rPr>
          <w:b/>
          <w:bCs/>
          <w:szCs w:val="28"/>
        </w:rPr>
        <w:t xml:space="preserve"> </w:t>
      </w:r>
      <w:r w:rsidRPr="00DC2CE0">
        <w:rPr>
          <w:bCs/>
          <w:szCs w:val="28"/>
        </w:rPr>
        <w:t>сельское поселение»</w:t>
      </w:r>
      <w:r>
        <w:rPr>
          <w:bCs/>
          <w:szCs w:val="28"/>
        </w:rPr>
        <w:t>, является МУП «Кристалл».</w:t>
      </w:r>
    </w:p>
    <w:p w:rsidR="00BE3174" w:rsidRPr="002A0663" w:rsidRDefault="00BE3174" w:rsidP="00010256">
      <w:r w:rsidRPr="002A0663">
        <w:t>Комплекс системы водоснабжения и водоотведения МО «Майминское сельское поселение» находится в собственности муниципального образов</w:t>
      </w:r>
      <w:r w:rsidRPr="002A0663">
        <w:t>а</w:t>
      </w:r>
      <w:r w:rsidRPr="002A0663">
        <w:t>ния.</w:t>
      </w:r>
    </w:p>
    <w:p w:rsidR="00BE3174" w:rsidRDefault="00BE3174" w:rsidP="006906FD">
      <w:pPr>
        <w:pStyle w:val="ListParagraph"/>
        <w:ind w:left="0"/>
        <w:rPr>
          <w:szCs w:val="28"/>
        </w:rPr>
      </w:pPr>
    </w:p>
    <w:p w:rsidR="00BE3174" w:rsidRPr="006906FD" w:rsidRDefault="00BE3174" w:rsidP="006906FD">
      <w:pPr>
        <w:pStyle w:val="ListParagraph"/>
        <w:ind w:left="0"/>
        <w:rPr>
          <w:szCs w:val="28"/>
        </w:rPr>
      </w:pPr>
    </w:p>
    <w:p w:rsidR="00BE3174" w:rsidRDefault="00BE3174" w:rsidP="00A76893">
      <w:pPr>
        <w:pStyle w:val="Heading2"/>
      </w:pPr>
      <w:bookmarkStart w:id="14" w:name="_Toc10132656"/>
      <w:r w:rsidRPr="00575D7C">
        <w:t>Направление развития централизованных систем водоснабжения</w:t>
      </w:r>
      <w:bookmarkEnd w:id="14"/>
    </w:p>
    <w:p w:rsidR="00BE3174" w:rsidRDefault="00BE3174" w:rsidP="00A76893">
      <w:pPr>
        <w:pStyle w:val="Heading3"/>
      </w:pPr>
      <w:bookmarkStart w:id="15" w:name="_Toc10132657"/>
      <w:r w:rsidRPr="00575D7C">
        <w:t>Основные направления, принципы, задачи и целевые показатели развития централизованных систем водоснабжения</w:t>
      </w:r>
      <w:bookmarkEnd w:id="15"/>
    </w:p>
    <w:p w:rsidR="00BE3174" w:rsidRDefault="00BE3174" w:rsidP="00602650">
      <w:pPr>
        <w:ind w:firstLine="0"/>
      </w:pPr>
      <w:r>
        <w:t>Анализ существующей системы водоснабжения и дальнейших перспектив развития Майминского сельского</w:t>
      </w:r>
      <w:r w:rsidRPr="002A0663">
        <w:t xml:space="preserve"> по</w:t>
      </w:r>
      <w:r>
        <w:t>селения показывает, что действующие сети водоснабжения имеют большой процент износа, что требует реконс</w:t>
      </w:r>
      <w:r>
        <w:t>т</w:t>
      </w:r>
      <w:r>
        <w:t>рукции сетей с использованием новых технологических решений. Работа</w:t>
      </w:r>
      <w:r>
        <w:t>ю</w:t>
      </w:r>
      <w:r>
        <w:t>щее оборудование устарело, необходима полная реконструкция системы в</w:t>
      </w:r>
      <w:r>
        <w:t>о</w:t>
      </w:r>
      <w:r>
        <w:t>доснабжения, включающая в себя реконструкцию сетей и замену устаревш</w:t>
      </w:r>
      <w:r>
        <w:t>е</w:t>
      </w:r>
      <w:r>
        <w:t>го оборудования на современное, отвечающее энергосберегающим технол</w:t>
      </w:r>
      <w:r>
        <w:t>о</w:t>
      </w:r>
      <w:r>
        <w:t>гиям. О</w:t>
      </w:r>
      <w:r w:rsidRPr="00AD7516">
        <w:t>тсутствуют станции водоподготовки</w:t>
      </w:r>
      <w:r>
        <w:t>.</w:t>
      </w:r>
    </w:p>
    <w:p w:rsidR="00BE3174" w:rsidRPr="00AB5B39" w:rsidRDefault="00BE3174" w:rsidP="00602650">
      <w:r w:rsidRPr="00AB5B39">
        <w:t xml:space="preserve">Принципами развития централизованной системы водоснабжения </w:t>
      </w:r>
      <w:r w:rsidRPr="00145B08">
        <w:rPr>
          <w:bCs/>
        </w:rPr>
        <w:t>МО «</w:t>
      </w:r>
      <w:r>
        <w:rPr>
          <w:bCs/>
        </w:rPr>
        <w:t xml:space="preserve">Майминское </w:t>
      </w:r>
      <w:r w:rsidRPr="00145B08">
        <w:rPr>
          <w:bCs/>
        </w:rPr>
        <w:t>сельское поселение»</w:t>
      </w:r>
      <w:r>
        <w:rPr>
          <w:bCs/>
        </w:rPr>
        <w:t xml:space="preserve"> </w:t>
      </w:r>
      <w:r w:rsidRPr="00AB5B39">
        <w:t>являются:</w:t>
      </w:r>
    </w:p>
    <w:p w:rsidR="00BE3174" w:rsidRPr="00AB5B39" w:rsidRDefault="00BE3174" w:rsidP="00602650">
      <w:pPr>
        <w:pStyle w:val="ListParagraph"/>
        <w:numPr>
          <w:ilvl w:val="0"/>
          <w:numId w:val="37"/>
        </w:numPr>
        <w:contextualSpacing/>
        <w:rPr>
          <w:szCs w:val="28"/>
        </w:rPr>
      </w:pPr>
      <w:r w:rsidRPr="00AB5B39">
        <w:rPr>
          <w:szCs w:val="28"/>
        </w:rPr>
        <w:t xml:space="preserve">постоянное улучшение качества предоставления услуг водоснабжения потребителям (абонентам); </w:t>
      </w:r>
    </w:p>
    <w:p w:rsidR="00BE3174" w:rsidRPr="00AB5B39" w:rsidRDefault="00BE3174" w:rsidP="00602650">
      <w:pPr>
        <w:pStyle w:val="ListParagraph"/>
        <w:numPr>
          <w:ilvl w:val="0"/>
          <w:numId w:val="38"/>
        </w:numPr>
        <w:contextualSpacing/>
        <w:rPr>
          <w:szCs w:val="28"/>
        </w:rPr>
      </w:pPr>
      <w:r w:rsidRPr="00AB5B39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BE3174" w:rsidRPr="00AB5B39" w:rsidRDefault="00BE3174" w:rsidP="00602650">
      <w:pPr>
        <w:pStyle w:val="ListParagraph"/>
        <w:numPr>
          <w:ilvl w:val="0"/>
          <w:numId w:val="39"/>
        </w:numPr>
        <w:contextualSpacing/>
        <w:rPr>
          <w:szCs w:val="28"/>
        </w:rPr>
      </w:pPr>
      <w:r w:rsidRPr="00AB5B39">
        <w:rPr>
          <w:szCs w:val="28"/>
        </w:rPr>
        <w:t>постоянное совершенствование схемы водоснабжения на основе п</w:t>
      </w:r>
      <w:r w:rsidRPr="00AB5B39">
        <w:rPr>
          <w:szCs w:val="28"/>
        </w:rPr>
        <w:t>о</w:t>
      </w:r>
      <w:r w:rsidRPr="00AB5B39">
        <w:rPr>
          <w:szCs w:val="28"/>
        </w:rPr>
        <w:t>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</w:t>
      </w:r>
      <w:r w:rsidRPr="00AB5B39">
        <w:rPr>
          <w:szCs w:val="28"/>
        </w:rPr>
        <w:t>я</w:t>
      </w:r>
      <w:r w:rsidRPr="00AB5B39">
        <w:rPr>
          <w:szCs w:val="28"/>
        </w:rPr>
        <w:t>тий.</w:t>
      </w:r>
    </w:p>
    <w:p w:rsidR="00BE3174" w:rsidRDefault="00BE3174" w:rsidP="00602650"/>
    <w:p w:rsidR="00BE3174" w:rsidRDefault="00BE3174" w:rsidP="00602650">
      <w:r>
        <w:t>Развитие системы водоснабжения обеспечивается выполнением сл</w:t>
      </w:r>
      <w:r>
        <w:t>е</w:t>
      </w:r>
      <w:r>
        <w:t>дующих мероприятий (основных задач):</w:t>
      </w:r>
    </w:p>
    <w:p w:rsidR="00BE3174" w:rsidRDefault="00BE3174" w:rsidP="00602650">
      <w:pPr>
        <w:pStyle w:val="ListParagraph"/>
        <w:numPr>
          <w:ilvl w:val="0"/>
          <w:numId w:val="9"/>
        </w:numPr>
        <w:ind w:left="851" w:hanging="284"/>
      </w:pPr>
      <w:r>
        <w:t xml:space="preserve">капитальный ремонт и реконструкция сетей водоснабжения для </w:t>
      </w:r>
      <w:r w:rsidRPr="00AB5B39">
        <w:rPr>
          <w:szCs w:val="28"/>
        </w:rPr>
        <w:t>обе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печения качества </w:t>
      </w:r>
      <w:r>
        <w:rPr>
          <w:szCs w:val="28"/>
        </w:rPr>
        <w:t xml:space="preserve">питьевой </w:t>
      </w:r>
      <w:r w:rsidRPr="00AB5B39">
        <w:rPr>
          <w:szCs w:val="28"/>
        </w:rPr>
        <w:t>воды, поставляемой потребителям, пов</w:t>
      </w:r>
      <w:r w:rsidRPr="00AB5B39">
        <w:rPr>
          <w:szCs w:val="28"/>
        </w:rPr>
        <w:t>ы</w:t>
      </w:r>
      <w:r w:rsidRPr="00AB5B39">
        <w:rPr>
          <w:szCs w:val="28"/>
        </w:rPr>
        <w:t>шения надежности водоснабжения и снижения аварийности</w:t>
      </w:r>
      <w:r>
        <w:t>;</w:t>
      </w:r>
    </w:p>
    <w:p w:rsidR="00BE3174" w:rsidRPr="00754148" w:rsidRDefault="00BE3174" w:rsidP="00602650">
      <w:pPr>
        <w:pStyle w:val="ListParagraph"/>
        <w:numPr>
          <w:ilvl w:val="0"/>
          <w:numId w:val="9"/>
        </w:numPr>
        <w:ind w:left="851" w:hanging="284"/>
      </w:pPr>
      <w:r w:rsidRPr="00AB5B39">
        <w:rPr>
          <w:szCs w:val="28"/>
        </w:rPr>
        <w:t>замена запорной арматуры на водопроводной сети, в том числе п</w:t>
      </w:r>
      <w:r w:rsidRPr="00AB5B39">
        <w:rPr>
          <w:szCs w:val="28"/>
        </w:rPr>
        <w:t>о</w:t>
      </w:r>
      <w:r w:rsidRPr="00AB5B39">
        <w:rPr>
          <w:szCs w:val="28"/>
        </w:rPr>
        <w:t>жарных гидрантов</w:t>
      </w:r>
      <w:r>
        <w:rPr>
          <w:szCs w:val="28"/>
        </w:rPr>
        <w:t>;</w:t>
      </w:r>
    </w:p>
    <w:p w:rsidR="00BE3174" w:rsidRPr="00AB5B39" w:rsidRDefault="00BE3174" w:rsidP="00602650">
      <w:pPr>
        <w:pStyle w:val="ListParagraph"/>
        <w:numPr>
          <w:ilvl w:val="0"/>
          <w:numId w:val="9"/>
        </w:numPr>
        <w:ind w:left="851" w:hanging="284"/>
        <w:contextualSpacing/>
        <w:rPr>
          <w:szCs w:val="28"/>
        </w:rPr>
      </w:pPr>
      <w:r w:rsidRPr="00AB5B39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 для всех жителей</w:t>
      </w:r>
      <w:r>
        <w:rPr>
          <w:szCs w:val="28"/>
        </w:rPr>
        <w:t xml:space="preserve"> </w:t>
      </w:r>
      <w:r w:rsidRPr="00145B08">
        <w:rPr>
          <w:bCs/>
          <w:szCs w:val="28"/>
        </w:rPr>
        <w:t>поселе</w:t>
      </w:r>
      <w:r>
        <w:rPr>
          <w:bCs/>
          <w:szCs w:val="28"/>
        </w:rPr>
        <w:t>ния</w:t>
      </w:r>
      <w:r w:rsidRPr="00AB5B39">
        <w:rPr>
          <w:szCs w:val="28"/>
        </w:rPr>
        <w:t>;</w:t>
      </w:r>
    </w:p>
    <w:p w:rsidR="00BE3174" w:rsidRDefault="00BE3174" w:rsidP="00602650">
      <w:pPr>
        <w:pStyle w:val="ListParagraph"/>
        <w:numPr>
          <w:ilvl w:val="0"/>
          <w:numId w:val="9"/>
        </w:numPr>
        <w:ind w:left="851" w:hanging="284"/>
      </w:pPr>
      <w:r>
        <w:rPr>
          <w:szCs w:val="28"/>
        </w:rPr>
        <w:t xml:space="preserve">установка </w:t>
      </w:r>
      <w:r w:rsidRPr="00AD7516">
        <w:t>станции водоподготовки</w:t>
      </w:r>
      <w:r>
        <w:t>.</w:t>
      </w:r>
    </w:p>
    <w:p w:rsidR="00BE3174" w:rsidRDefault="00BE3174" w:rsidP="00782372"/>
    <w:p w:rsidR="00BE3174" w:rsidRDefault="00BE3174" w:rsidP="00010256">
      <w:r w:rsidRPr="00010256">
        <w:t>Основными направлениями в области энергосбережения являются:</w:t>
      </w:r>
      <w:r>
        <w:t xml:space="preserve"> </w:t>
      </w:r>
    </w:p>
    <w:p w:rsidR="00BE3174" w:rsidRDefault="00BE3174" w:rsidP="00DD093F">
      <w:pPr>
        <w:pStyle w:val="ListParagraph"/>
        <w:numPr>
          <w:ilvl w:val="0"/>
          <w:numId w:val="9"/>
        </w:numPr>
        <w:ind w:left="851" w:hanging="284"/>
      </w:pPr>
      <w:r>
        <w:t xml:space="preserve">внедрение и применение энергосберегающего оборудования; </w:t>
      </w:r>
    </w:p>
    <w:p w:rsidR="00BE3174" w:rsidRDefault="00BE3174" w:rsidP="00DD093F">
      <w:pPr>
        <w:pStyle w:val="ListParagraph"/>
        <w:numPr>
          <w:ilvl w:val="0"/>
          <w:numId w:val="9"/>
        </w:numPr>
        <w:ind w:left="851" w:hanging="284"/>
      </w:pPr>
      <w:r>
        <w:t xml:space="preserve">снижение утечек и потерь воды; </w:t>
      </w:r>
    </w:p>
    <w:p w:rsidR="00BE3174" w:rsidRDefault="00BE3174" w:rsidP="00DD093F">
      <w:pPr>
        <w:pStyle w:val="ListParagraph"/>
        <w:numPr>
          <w:ilvl w:val="0"/>
          <w:numId w:val="9"/>
        </w:numPr>
        <w:ind w:left="851" w:hanging="284"/>
      </w:pPr>
      <w:r>
        <w:t>снижение расхода воды на собственные нужды;</w:t>
      </w:r>
    </w:p>
    <w:p w:rsidR="00BE3174" w:rsidRDefault="00BE3174" w:rsidP="00DD093F">
      <w:pPr>
        <w:pStyle w:val="ListParagraph"/>
        <w:numPr>
          <w:ilvl w:val="0"/>
          <w:numId w:val="9"/>
        </w:numPr>
        <w:ind w:left="851" w:hanging="284"/>
      </w:pPr>
      <w:r>
        <w:t>установка приборов учета воды.</w:t>
      </w:r>
    </w:p>
    <w:p w:rsidR="00BE3174" w:rsidRPr="00421C7A" w:rsidRDefault="00BE3174" w:rsidP="00602650">
      <w:pPr>
        <w:pStyle w:val="ListParagraph"/>
        <w:numPr>
          <w:ilvl w:val="0"/>
          <w:numId w:val="9"/>
        </w:numPr>
        <w:ind w:left="851" w:hanging="284"/>
      </w:pPr>
      <w:r w:rsidRPr="00421C7A">
        <w:t>установка эффективного энергосберегающего насосного оборудов</w:t>
      </w:r>
      <w:r w:rsidRPr="00421C7A">
        <w:t>а</w:t>
      </w:r>
      <w:r>
        <w:t>ния;</w:t>
      </w:r>
    </w:p>
    <w:p w:rsidR="00BE3174" w:rsidRPr="00E3555A" w:rsidRDefault="00BE3174" w:rsidP="00602650">
      <w:pPr>
        <w:pStyle w:val="ListParagraph"/>
        <w:numPr>
          <w:ilvl w:val="0"/>
          <w:numId w:val="9"/>
        </w:numPr>
        <w:ind w:left="851" w:hanging="284"/>
      </w:pPr>
      <w:r w:rsidRPr="00E3555A">
        <w:t>внедрение системы телемеханики и автоматизированной системы управления технологическими процессами с реконструкцией ко</w:t>
      </w:r>
      <w:r w:rsidRPr="00E3555A">
        <w:t>н</w:t>
      </w:r>
      <w:r w:rsidRPr="00E3555A">
        <w:t>трольно - измерительных приборов и автоматики (КИП и А) насосных станций.</w:t>
      </w:r>
    </w:p>
    <w:p w:rsidR="00BE3174" w:rsidRDefault="00BE3174" w:rsidP="00602650">
      <w:pPr>
        <w:pStyle w:val="ListParagraph"/>
        <w:ind w:left="851" w:firstLine="0"/>
      </w:pPr>
    </w:p>
    <w:p w:rsidR="00BE3174" w:rsidRDefault="00BE3174" w:rsidP="00782372">
      <w:r>
        <w:t xml:space="preserve">Реализация мероприятий по повышению качества услуг водоснабжения для потребителей позволит: </w:t>
      </w:r>
    </w:p>
    <w:p w:rsidR="00BE3174" w:rsidRDefault="00BE3174" w:rsidP="00DD093F">
      <w:pPr>
        <w:pStyle w:val="ListParagraph"/>
        <w:numPr>
          <w:ilvl w:val="0"/>
          <w:numId w:val="10"/>
        </w:numPr>
        <w:ind w:left="851" w:hanging="284"/>
      </w:pPr>
      <w:r>
        <w:t xml:space="preserve">улучшить качественные показатели питьевой воды; </w:t>
      </w:r>
    </w:p>
    <w:p w:rsidR="00BE3174" w:rsidRDefault="00BE3174" w:rsidP="00DD093F">
      <w:pPr>
        <w:pStyle w:val="ListParagraph"/>
        <w:numPr>
          <w:ilvl w:val="0"/>
          <w:numId w:val="10"/>
        </w:numPr>
        <w:ind w:left="851" w:hanging="284"/>
      </w:pPr>
      <w:r>
        <w:t>сократить затраты на проведение ремонтных работ на сетях вод</w:t>
      </w:r>
      <w:r>
        <w:t>о</w:t>
      </w:r>
      <w:r>
        <w:t xml:space="preserve">снабжения; </w:t>
      </w:r>
    </w:p>
    <w:p w:rsidR="00BE3174" w:rsidRDefault="00BE3174" w:rsidP="00DD093F">
      <w:pPr>
        <w:pStyle w:val="ListParagraph"/>
        <w:numPr>
          <w:ilvl w:val="0"/>
          <w:numId w:val="10"/>
        </w:numPr>
        <w:ind w:left="851" w:hanging="284"/>
      </w:pPr>
      <w:r>
        <w:t xml:space="preserve">сократить удельные расходы на энергию и другие эксплуатационные расходы; </w:t>
      </w:r>
    </w:p>
    <w:p w:rsidR="00BE3174" w:rsidRDefault="00BE3174" w:rsidP="00DD093F">
      <w:pPr>
        <w:pStyle w:val="ListParagraph"/>
        <w:numPr>
          <w:ilvl w:val="0"/>
          <w:numId w:val="10"/>
        </w:numPr>
        <w:ind w:left="851" w:hanging="284"/>
      </w:pPr>
      <w:r>
        <w:t xml:space="preserve">увеличить количество потребителей услуг, а также объем сбора средств за предоставленные услуги; </w:t>
      </w:r>
    </w:p>
    <w:p w:rsidR="00BE3174" w:rsidRDefault="00BE3174" w:rsidP="00DD093F">
      <w:pPr>
        <w:pStyle w:val="ListParagraph"/>
        <w:numPr>
          <w:ilvl w:val="0"/>
          <w:numId w:val="10"/>
        </w:numPr>
        <w:ind w:left="851" w:hanging="284"/>
      </w:pPr>
      <w:r>
        <w:t>повысить рентабельность деятельности предприятия.</w:t>
      </w:r>
    </w:p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16" w:name="_Toc10132658"/>
      <w:r w:rsidRPr="00575D7C">
        <w:t>Различные сценарии развития централизованных систем вод</w:t>
      </w:r>
      <w:r w:rsidRPr="00575D7C">
        <w:t>о</w:t>
      </w:r>
      <w:r w:rsidRPr="00575D7C">
        <w:t xml:space="preserve">снабжения в зависимости от различных сценариев развития </w:t>
      </w:r>
      <w:r>
        <w:t>поселений</w:t>
      </w:r>
      <w:bookmarkEnd w:id="16"/>
    </w:p>
    <w:p w:rsidR="00BE3174" w:rsidRDefault="00BE3174" w:rsidP="00ED6F64">
      <w:pPr>
        <w:ind w:firstLine="567"/>
        <w:rPr>
          <w:rFonts w:ascii="Times New Roman CYR" w:hAnsi="Times New Roman CYR" w:cs="Times New Roman CYR"/>
          <w:color w:val="000000"/>
          <w:szCs w:val="28"/>
          <w:lang w:eastAsia="ru-RU"/>
        </w:rPr>
      </w:pPr>
      <w:r>
        <w:rPr>
          <w:rFonts w:ascii="Times New Roman CYR" w:hAnsi="Times New Roman CYR" w:cs="Times New Roman CYR"/>
          <w:color w:val="000000"/>
          <w:szCs w:val="28"/>
          <w:lang w:eastAsia="ru-RU"/>
        </w:rPr>
        <w:t>Приоритетным направлением развития сельских территорий остается расширение строительства (приобретение) жилья в сельской местности в ц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е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лях сохранения имеющегося населения и привлечения в сельскохозяйстве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н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ное производство, социальную сферу и иные виды деятельности квалифиц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и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рованных работников и их семей, в первую очередь молодежи.</w:t>
      </w:r>
    </w:p>
    <w:p w:rsidR="00BE3174" w:rsidRDefault="00BE3174" w:rsidP="00ED6F64">
      <w:pPr>
        <w:ind w:firstLine="567"/>
        <w:rPr>
          <w:szCs w:val="28"/>
        </w:rPr>
      </w:pPr>
      <w:r w:rsidRPr="00AB5B39">
        <w:rPr>
          <w:szCs w:val="28"/>
        </w:rPr>
        <w:t xml:space="preserve">При разработке схемы водоснабжения и </w:t>
      </w:r>
      <w:r w:rsidRPr="00863F39">
        <w:rPr>
          <w:szCs w:val="28"/>
        </w:rPr>
        <w:t>водоотведения</w:t>
      </w:r>
      <w:r w:rsidRPr="00AB5B39">
        <w:rPr>
          <w:szCs w:val="28"/>
        </w:rPr>
        <w:t xml:space="preserve"> учтены планы по строительству, т.к. в большей степени именно они определяют направления мероприятий, связанных с развитием системы водоснабжения и водоотвед</w:t>
      </w:r>
      <w:r w:rsidRPr="00AB5B39">
        <w:rPr>
          <w:szCs w:val="28"/>
        </w:rPr>
        <w:t>е</w:t>
      </w:r>
      <w:r w:rsidRPr="00AB5B39">
        <w:rPr>
          <w:szCs w:val="28"/>
        </w:rPr>
        <w:t>ния</w:t>
      </w:r>
      <w:r>
        <w:rPr>
          <w:szCs w:val="28"/>
        </w:rPr>
        <w:t>.</w:t>
      </w:r>
    </w:p>
    <w:p w:rsidR="00BE3174" w:rsidRDefault="00BE3174" w:rsidP="00CE0AF6">
      <w:pPr>
        <w:ind w:firstLine="567"/>
        <w:rPr>
          <w:szCs w:val="28"/>
        </w:rPr>
      </w:pPr>
      <w:r w:rsidRPr="00AB5B39">
        <w:rPr>
          <w:szCs w:val="28"/>
        </w:rPr>
        <w:t>Сценарий развития систем</w:t>
      </w:r>
      <w:r>
        <w:rPr>
          <w:szCs w:val="28"/>
        </w:rPr>
        <w:t>ы</w:t>
      </w:r>
      <w:r w:rsidRPr="00AB5B39">
        <w:rPr>
          <w:szCs w:val="28"/>
        </w:rPr>
        <w:t xml:space="preserve"> водоснабжения и водоотведения </w:t>
      </w:r>
      <w:r w:rsidRPr="003306C8">
        <w:rPr>
          <w:bCs/>
          <w:szCs w:val="28"/>
        </w:rPr>
        <w:t>МО «</w:t>
      </w:r>
      <w:r w:rsidRPr="00E15FB9">
        <w:rPr>
          <w:bCs/>
          <w:szCs w:val="28"/>
        </w:rPr>
        <w:t>Ма</w:t>
      </w:r>
      <w:r w:rsidRPr="00E15FB9">
        <w:rPr>
          <w:bCs/>
          <w:szCs w:val="28"/>
        </w:rPr>
        <w:t>й</w:t>
      </w:r>
      <w:r w:rsidRPr="00E15FB9">
        <w:rPr>
          <w:bCs/>
          <w:szCs w:val="28"/>
        </w:rPr>
        <w:t>минское</w:t>
      </w:r>
      <w:r w:rsidRPr="00E15FB9">
        <w:rPr>
          <w:b/>
          <w:bCs/>
          <w:szCs w:val="28"/>
        </w:rPr>
        <w:t xml:space="preserve"> </w:t>
      </w:r>
      <w:r w:rsidRPr="003306C8">
        <w:rPr>
          <w:bCs/>
          <w:szCs w:val="28"/>
        </w:rPr>
        <w:t>сельское поселение»</w:t>
      </w:r>
      <w:r w:rsidRPr="00141357">
        <w:rPr>
          <w:szCs w:val="28"/>
        </w:rPr>
        <w:t xml:space="preserve"> </w:t>
      </w:r>
      <w:r w:rsidRPr="00AB5B39">
        <w:rPr>
          <w:szCs w:val="28"/>
        </w:rPr>
        <w:t>на период до 202</w:t>
      </w:r>
      <w:r>
        <w:rPr>
          <w:szCs w:val="28"/>
        </w:rPr>
        <w:t xml:space="preserve">4 года </w:t>
      </w:r>
      <w:r w:rsidRPr="00AB5B39">
        <w:rPr>
          <w:szCs w:val="28"/>
        </w:rPr>
        <w:t xml:space="preserve">напрямую связан с </w:t>
      </w:r>
      <w:r w:rsidRPr="00ED6F64">
        <w:rPr>
          <w:szCs w:val="28"/>
        </w:rPr>
        <w:t>пл</w:t>
      </w:r>
      <w:r w:rsidRPr="00ED6F64">
        <w:rPr>
          <w:szCs w:val="28"/>
        </w:rPr>
        <w:t>а</w:t>
      </w:r>
      <w:r w:rsidRPr="00ED6F64">
        <w:rPr>
          <w:szCs w:val="28"/>
        </w:rPr>
        <w:t xml:space="preserve">нами развития </w:t>
      </w:r>
      <w:r w:rsidRPr="00ED6F64">
        <w:rPr>
          <w:bCs/>
          <w:szCs w:val="28"/>
        </w:rPr>
        <w:t>МО «Майминское</w:t>
      </w:r>
      <w:r w:rsidRPr="00ED6F64">
        <w:rPr>
          <w:b/>
          <w:bCs/>
          <w:szCs w:val="28"/>
        </w:rPr>
        <w:t xml:space="preserve"> </w:t>
      </w:r>
      <w:r w:rsidRPr="00ED6F64">
        <w:rPr>
          <w:bCs/>
          <w:szCs w:val="28"/>
        </w:rPr>
        <w:t>сельское поселение»</w:t>
      </w:r>
      <w:r w:rsidRPr="00ED6F64">
        <w:rPr>
          <w:szCs w:val="28"/>
        </w:rPr>
        <w:t>.</w:t>
      </w:r>
    </w:p>
    <w:p w:rsidR="00BE3174" w:rsidRPr="008E677C" w:rsidRDefault="00BE3174" w:rsidP="008E677C">
      <w:pPr>
        <w:ind w:firstLine="567"/>
        <w:rPr>
          <w:bCs/>
          <w:szCs w:val="28"/>
        </w:rPr>
      </w:pPr>
      <w:r w:rsidRPr="008E677C">
        <w:t xml:space="preserve">Застройка </w:t>
      </w:r>
      <w:r w:rsidRPr="008E677C">
        <w:rPr>
          <w:bCs/>
          <w:szCs w:val="28"/>
        </w:rPr>
        <w:t>МО «Майминское</w:t>
      </w:r>
      <w:r w:rsidRPr="008E677C">
        <w:rPr>
          <w:b/>
          <w:bCs/>
          <w:szCs w:val="28"/>
        </w:rPr>
        <w:t xml:space="preserve"> </w:t>
      </w:r>
      <w:r w:rsidRPr="008E677C">
        <w:rPr>
          <w:bCs/>
          <w:szCs w:val="28"/>
        </w:rPr>
        <w:t>сельское поселение» осуществляется с</w:t>
      </w:r>
      <w:r w:rsidRPr="008E677C">
        <w:rPr>
          <w:bCs/>
          <w:szCs w:val="28"/>
        </w:rPr>
        <w:t>о</w:t>
      </w:r>
      <w:r w:rsidRPr="008E677C">
        <w:rPr>
          <w:bCs/>
          <w:szCs w:val="28"/>
        </w:rPr>
        <w:t xml:space="preserve">гласно Генеральному плану. </w:t>
      </w:r>
    </w:p>
    <w:p w:rsidR="00BE3174" w:rsidRDefault="00BE3174" w:rsidP="008E677C">
      <w:pPr>
        <w:ind w:firstLine="567"/>
        <w:rPr>
          <w:szCs w:val="28"/>
        </w:rPr>
      </w:pPr>
      <w:r w:rsidRPr="000642A8">
        <w:t xml:space="preserve">Основные показатели прогноза социально-экономического развития </w:t>
      </w:r>
      <w:r w:rsidRPr="000642A8">
        <w:rPr>
          <w:bCs/>
          <w:szCs w:val="28"/>
        </w:rPr>
        <w:t>МО «</w:t>
      </w:r>
      <w:r w:rsidRPr="008E677C">
        <w:rPr>
          <w:bCs/>
          <w:szCs w:val="28"/>
        </w:rPr>
        <w:t>Майминское</w:t>
      </w:r>
      <w:r w:rsidRPr="000642A8">
        <w:rPr>
          <w:bCs/>
          <w:szCs w:val="28"/>
        </w:rPr>
        <w:t xml:space="preserve"> сельское поселение»</w:t>
      </w:r>
      <w:r w:rsidRPr="000642A8">
        <w:rPr>
          <w:szCs w:val="28"/>
        </w:rPr>
        <w:t xml:space="preserve"> на 2019 год и на период до 2024 года ра</w:t>
      </w:r>
      <w:r w:rsidRPr="000642A8">
        <w:rPr>
          <w:szCs w:val="28"/>
        </w:rPr>
        <w:t>з</w:t>
      </w:r>
      <w:r w:rsidRPr="000642A8">
        <w:rPr>
          <w:szCs w:val="28"/>
        </w:rPr>
        <w:t>работаны в двух вариантах:</w:t>
      </w:r>
    </w:p>
    <w:p w:rsidR="00BE3174" w:rsidRDefault="00BE3174" w:rsidP="008E677C">
      <w:pPr>
        <w:pStyle w:val="ListParagraph"/>
        <w:numPr>
          <w:ilvl w:val="0"/>
          <w:numId w:val="40"/>
        </w:numPr>
      </w:pPr>
      <w:r>
        <w:t xml:space="preserve">вариант 1 (консервативный) </w:t>
      </w:r>
      <w:r w:rsidRPr="00B72ED8">
        <w:t>–</w:t>
      </w:r>
      <w:r>
        <w:t xml:space="preserve"> годовые темпы экономики могут ост</w:t>
      </w:r>
      <w:r>
        <w:t>а</w:t>
      </w:r>
      <w:r>
        <w:t>ваться на достигнутом уровне;</w:t>
      </w:r>
    </w:p>
    <w:p w:rsidR="00BE3174" w:rsidRDefault="00BE3174" w:rsidP="008E677C">
      <w:pPr>
        <w:pStyle w:val="ListParagraph"/>
        <w:numPr>
          <w:ilvl w:val="0"/>
          <w:numId w:val="40"/>
        </w:numPr>
      </w:pPr>
      <w:r>
        <w:t xml:space="preserve">вариант 2 (умеренно-оптимистический) </w:t>
      </w:r>
      <w:r w:rsidRPr="00B72ED8">
        <w:t>–</w:t>
      </w:r>
      <w:r>
        <w:t xml:space="preserve"> отражает динамику умере</w:t>
      </w:r>
      <w:r>
        <w:t>н</w:t>
      </w:r>
      <w:r>
        <w:t>ных темпов развития экономики.</w:t>
      </w:r>
    </w:p>
    <w:p w:rsidR="00BE3174" w:rsidRDefault="00BE3174" w:rsidP="00CE0AF6">
      <w:pPr>
        <w:ind w:firstLine="567"/>
        <w:rPr>
          <w:szCs w:val="28"/>
        </w:rPr>
      </w:pPr>
    </w:p>
    <w:p w:rsidR="00BE3174" w:rsidRDefault="00BE3174" w:rsidP="00B4202C">
      <w:pPr>
        <w:rPr>
          <w:lang w:eastAsia="ru-RU"/>
        </w:rPr>
      </w:pPr>
      <w:r w:rsidRPr="008E677C">
        <w:rPr>
          <w:lang w:eastAsia="ru-RU"/>
        </w:rPr>
        <w:t xml:space="preserve">Согласно статистическим данным, предоставленным Администрацией сельского поселения </w:t>
      </w:r>
      <w:r>
        <w:rPr>
          <w:lang w:eastAsia="ru-RU"/>
        </w:rPr>
        <w:t xml:space="preserve">жилищный фонд составляет </w:t>
      </w:r>
      <w:r w:rsidRPr="008E677C">
        <w:rPr>
          <w:lang w:eastAsia="ru-RU"/>
        </w:rPr>
        <w:t>– 3131 ед</w:t>
      </w:r>
      <w:r>
        <w:rPr>
          <w:lang w:eastAsia="ru-RU"/>
        </w:rPr>
        <w:t xml:space="preserve">. </w:t>
      </w:r>
      <w:r w:rsidRPr="008E677C">
        <w:rPr>
          <w:lang w:eastAsia="ru-RU"/>
        </w:rPr>
        <w:t>домовладений</w:t>
      </w:r>
      <w:r>
        <w:rPr>
          <w:lang w:eastAsia="ru-RU"/>
        </w:rPr>
        <w:t xml:space="preserve">, общей </w:t>
      </w:r>
      <w:r w:rsidRPr="008E677C">
        <w:rPr>
          <w:lang w:eastAsia="ru-RU"/>
        </w:rPr>
        <w:t>площадь</w:t>
      </w:r>
      <w:r>
        <w:rPr>
          <w:lang w:eastAsia="ru-RU"/>
        </w:rPr>
        <w:t xml:space="preserve">ю </w:t>
      </w:r>
      <w:r w:rsidRPr="008E677C">
        <w:rPr>
          <w:lang w:eastAsia="ru-RU"/>
        </w:rPr>
        <w:t>446,57 тыс.</w:t>
      </w:r>
      <w:r>
        <w:rPr>
          <w:lang w:eastAsia="ru-RU"/>
        </w:rPr>
        <w:t xml:space="preserve"> </w:t>
      </w:r>
      <w:r w:rsidRPr="00564F6F">
        <w:rPr>
          <w:lang w:eastAsia="ru-RU"/>
        </w:rPr>
        <w:t>м</w:t>
      </w:r>
      <w:r w:rsidRPr="00564F6F">
        <w:rPr>
          <w:vertAlign w:val="superscript"/>
          <w:lang w:eastAsia="ru-RU"/>
        </w:rPr>
        <w:t>2</w:t>
      </w:r>
      <w:r w:rsidRPr="00564F6F">
        <w:rPr>
          <w:lang w:eastAsia="ru-RU"/>
        </w:rPr>
        <w:t>.</w:t>
      </w:r>
    </w:p>
    <w:p w:rsidR="00BE3174" w:rsidRPr="008E677C" w:rsidRDefault="00BE3174" w:rsidP="00B4202C">
      <w:pPr>
        <w:rPr>
          <w:lang w:eastAsia="ru-RU"/>
        </w:rPr>
      </w:pPr>
      <w:r w:rsidRPr="008E677C">
        <w:rPr>
          <w:lang w:eastAsia="ru-RU"/>
        </w:rPr>
        <w:t>Средняя жилищная обеспеченность населения по сельскому поселению составляет 22,5 кв. м на человека, что значительно отличается по значению средней жилищной обеспеченности по республике Алтай (по состоянию на начало 2016 года).</w:t>
      </w:r>
    </w:p>
    <w:p w:rsidR="00BE3174" w:rsidRDefault="00BE3174" w:rsidP="0073452A">
      <w:pPr>
        <w:rPr>
          <w:lang w:eastAsia="ru-RU"/>
        </w:rPr>
      </w:pPr>
      <w:r w:rsidRPr="008E677C">
        <w:rPr>
          <w:lang w:eastAsia="ru-RU"/>
        </w:rPr>
        <w:t>Для жителей муниципального образования «Майминский район» ж</w:t>
      </w:r>
      <w:r w:rsidRPr="008E677C">
        <w:rPr>
          <w:lang w:eastAsia="ru-RU"/>
        </w:rPr>
        <w:t>и</w:t>
      </w:r>
      <w:r w:rsidRPr="008E677C">
        <w:rPr>
          <w:lang w:eastAsia="ru-RU"/>
        </w:rPr>
        <w:t>лищная проблема является первостепенной. Острота проблемы определяется низкой доступностью жилья и ипотечных жилищных кредитов для всего н</w:t>
      </w:r>
      <w:r w:rsidRPr="008E677C">
        <w:rPr>
          <w:lang w:eastAsia="ru-RU"/>
        </w:rPr>
        <w:t>а</w:t>
      </w:r>
      <w:r w:rsidRPr="008E677C">
        <w:rPr>
          <w:lang w:eastAsia="ru-RU"/>
        </w:rPr>
        <w:t>селения. Одной из основных причин плохой обеспеченности населения жильем, невозможности улучшения жилищных условий, является низкий уровень благосостояния населения, который, в свою очередь, обусловлен в</w:t>
      </w:r>
      <w:r w:rsidRPr="008E677C">
        <w:rPr>
          <w:lang w:eastAsia="ru-RU"/>
        </w:rPr>
        <w:t>ы</w:t>
      </w:r>
      <w:r w:rsidRPr="008E677C">
        <w:rPr>
          <w:lang w:eastAsia="ru-RU"/>
        </w:rPr>
        <w:t>соким уровнем безработицы в сельской местности и невозможностью труд</w:t>
      </w:r>
      <w:r w:rsidRPr="008E677C">
        <w:rPr>
          <w:lang w:eastAsia="ru-RU"/>
        </w:rPr>
        <w:t>о</w:t>
      </w:r>
      <w:r w:rsidRPr="008E677C">
        <w:rPr>
          <w:lang w:eastAsia="ru-RU"/>
        </w:rPr>
        <w:t>устройства сельских жителей.</w:t>
      </w:r>
    </w:p>
    <w:p w:rsidR="00BE3174" w:rsidRDefault="00BE3174" w:rsidP="0073452A">
      <w:pPr>
        <w:rPr>
          <w:lang w:eastAsia="ru-RU"/>
        </w:rPr>
      </w:pPr>
      <w:r>
        <w:rPr>
          <w:lang w:eastAsia="ru-RU"/>
        </w:rPr>
        <w:t>Благоустройство жилищного фонда характеризуется достаточно ни</w:t>
      </w:r>
      <w:r>
        <w:rPr>
          <w:lang w:eastAsia="ru-RU"/>
        </w:rPr>
        <w:t>з</w:t>
      </w:r>
      <w:r>
        <w:rPr>
          <w:lang w:eastAsia="ru-RU"/>
        </w:rPr>
        <w:t xml:space="preserve">ким уровнем развития </w:t>
      </w:r>
    </w:p>
    <w:p w:rsidR="00BE3174" w:rsidRDefault="00BE3174" w:rsidP="0073452A">
      <w:pPr>
        <w:rPr>
          <w:lang w:eastAsia="ru-RU"/>
        </w:rPr>
      </w:pPr>
    </w:p>
    <w:p w:rsidR="00BE3174" w:rsidRDefault="00BE3174" w:rsidP="000D3A7B">
      <w:pPr>
        <w:rPr>
          <w:lang w:eastAsia="ru-RU"/>
        </w:rPr>
      </w:pPr>
      <w:r>
        <w:rPr>
          <w:lang w:eastAsia="ru-RU"/>
        </w:rPr>
        <w:t xml:space="preserve">Для актуализации схемы водоснабжения и водоотведения </w:t>
      </w:r>
      <w:r>
        <w:t>Админис</w:t>
      </w:r>
      <w:r>
        <w:t>т</w:t>
      </w:r>
      <w:r>
        <w:t xml:space="preserve">рацией </w:t>
      </w:r>
      <w:r>
        <w:rPr>
          <w:bCs/>
        </w:rPr>
        <w:t>Майминского</w:t>
      </w:r>
      <w:r w:rsidRPr="00D10887">
        <w:rPr>
          <w:bCs/>
        </w:rPr>
        <w:t xml:space="preserve"> сель</w:t>
      </w:r>
      <w:r>
        <w:rPr>
          <w:bCs/>
        </w:rPr>
        <w:t>ского поселения</w:t>
      </w:r>
      <w:r>
        <w:rPr>
          <w:lang w:eastAsia="ru-RU"/>
        </w:rPr>
        <w:t xml:space="preserve"> была предоставлена информация о планируемой застройке на период 2019 –2024 гг.:</w:t>
      </w:r>
    </w:p>
    <w:p w:rsidR="00BE3174" w:rsidRDefault="00BE3174" w:rsidP="000D3A7B">
      <w:pPr>
        <w:pStyle w:val="ListParagraph"/>
        <w:numPr>
          <w:ilvl w:val="0"/>
          <w:numId w:val="44"/>
        </w:numPr>
        <w:ind w:left="851" w:hanging="284"/>
      </w:pPr>
      <w:r>
        <w:rPr>
          <w:lang w:eastAsia="ru-RU"/>
        </w:rPr>
        <w:t>Жилищное строительство, точечная застройка на территории сущес</w:t>
      </w:r>
      <w:r>
        <w:rPr>
          <w:lang w:eastAsia="ru-RU"/>
        </w:rPr>
        <w:t>т</w:t>
      </w:r>
      <w:r>
        <w:rPr>
          <w:lang w:eastAsia="ru-RU"/>
        </w:rPr>
        <w:t>вующих жилых кварталов поселения, строительство объектов соц</w:t>
      </w:r>
      <w:r>
        <w:rPr>
          <w:lang w:eastAsia="ru-RU"/>
        </w:rPr>
        <w:t>и</w:t>
      </w:r>
      <w:r>
        <w:rPr>
          <w:lang w:eastAsia="ru-RU"/>
        </w:rPr>
        <w:t>ально-бытового назначения.</w:t>
      </w:r>
    </w:p>
    <w:p w:rsidR="00BE3174" w:rsidRDefault="00BE3174" w:rsidP="0073452A">
      <w:pPr>
        <w:rPr>
          <w:lang w:eastAsia="ru-RU"/>
        </w:rPr>
      </w:pPr>
    </w:p>
    <w:p w:rsidR="00BE3174" w:rsidRDefault="00BE3174" w:rsidP="00134EA6">
      <w:r>
        <w:t xml:space="preserve">Информации по </w:t>
      </w:r>
      <w:r w:rsidRPr="00A36710">
        <w:t>факту ввода новых площадей</w:t>
      </w:r>
      <w:r>
        <w:t xml:space="preserve">, подключения новых   потребителей </w:t>
      </w:r>
      <w:r w:rsidRPr="00E92D8E">
        <w:t>к системам</w:t>
      </w:r>
      <w:r>
        <w:t xml:space="preserve"> </w:t>
      </w:r>
      <w:r w:rsidRPr="00E92D8E">
        <w:t xml:space="preserve">централизованного </w:t>
      </w:r>
      <w:r w:rsidRPr="00AB5B39">
        <w:rPr>
          <w:szCs w:val="28"/>
        </w:rPr>
        <w:t>водоснабжения</w:t>
      </w:r>
      <w:r>
        <w:t xml:space="preserve">, отключения потребителей от системы </w:t>
      </w:r>
      <w:r w:rsidRPr="00E92D8E">
        <w:t xml:space="preserve">централизованного </w:t>
      </w:r>
      <w:r w:rsidRPr="00AB5B39">
        <w:rPr>
          <w:szCs w:val="28"/>
        </w:rPr>
        <w:t>водоснабжения</w:t>
      </w:r>
      <w:r>
        <w:rPr>
          <w:szCs w:val="28"/>
        </w:rPr>
        <w:t xml:space="preserve"> </w:t>
      </w:r>
      <w:r>
        <w:rPr>
          <w:lang w:eastAsia="ru-RU"/>
        </w:rPr>
        <w:t>Майминского</w:t>
      </w:r>
      <w:r>
        <w:t xml:space="preserve"> сельского поселения не предоставлено.</w:t>
      </w:r>
    </w:p>
    <w:p w:rsidR="00BE3174" w:rsidRDefault="00BE3174">
      <w:pPr>
        <w:spacing w:line="240" w:lineRule="auto"/>
        <w:ind w:firstLine="0"/>
        <w:jc w:val="left"/>
      </w:pPr>
      <w:r>
        <w:br w:type="page"/>
      </w:r>
    </w:p>
    <w:p w:rsidR="00BE3174" w:rsidRDefault="00BE3174" w:rsidP="00A76893">
      <w:pPr>
        <w:pStyle w:val="Heading2"/>
      </w:pPr>
      <w:bookmarkStart w:id="17" w:name="_Toc10132659"/>
      <w:r w:rsidRPr="00575D7C">
        <w:t>Баланс водоснабжения и потребления питьевой воды</w:t>
      </w:r>
      <w:bookmarkEnd w:id="17"/>
    </w:p>
    <w:p w:rsidR="00BE3174" w:rsidRDefault="00BE3174" w:rsidP="00A76893">
      <w:pPr>
        <w:pStyle w:val="Heading3"/>
      </w:pPr>
      <w:bookmarkStart w:id="18" w:name="_Toc10132660"/>
      <w:r w:rsidRPr="00575D7C">
        <w:t>Общий баланс подачи и реализации воды, включая анализ и оценку структурных составляющих потерь питьевой воды при ее</w:t>
      </w:r>
      <w:r>
        <w:t xml:space="preserve"> </w:t>
      </w:r>
      <w:r w:rsidRPr="00575D7C">
        <w:t>производстве и транспортировке</w:t>
      </w:r>
      <w:bookmarkEnd w:id="18"/>
    </w:p>
    <w:p w:rsidR="00BE3174" w:rsidRDefault="00BE3174" w:rsidP="00782372">
      <w:pPr>
        <w:rPr>
          <w:szCs w:val="28"/>
        </w:rPr>
      </w:pPr>
      <w:r w:rsidRPr="00AB5B39">
        <w:rPr>
          <w:szCs w:val="28"/>
        </w:rPr>
        <w:t xml:space="preserve">Результаты анализа общего водного баланса подачи и реализации воды </w:t>
      </w:r>
      <w:r>
        <w:rPr>
          <w:szCs w:val="28"/>
        </w:rPr>
        <w:t>за 2018 г. п</w:t>
      </w:r>
      <w:r w:rsidRPr="00AB5B39">
        <w:rPr>
          <w:szCs w:val="28"/>
        </w:rPr>
        <w:t>риведены</w:t>
      </w:r>
      <w:r>
        <w:rPr>
          <w:szCs w:val="28"/>
        </w:rPr>
        <w:t xml:space="preserve"> в таблице 4 на рисунках 2-3.</w:t>
      </w:r>
    </w:p>
    <w:p w:rsidR="00BE3174" w:rsidRDefault="00BE3174" w:rsidP="00782372"/>
    <w:p w:rsidR="00BE3174" w:rsidRDefault="00BE3174" w:rsidP="00634F31">
      <w:pPr>
        <w:pStyle w:val="List"/>
        <w:numPr>
          <w:ilvl w:val="0"/>
          <w:numId w:val="0"/>
        </w:numPr>
      </w:pPr>
      <w:r w:rsidRPr="0018364B">
        <w:rPr>
          <w:szCs w:val="28"/>
        </w:rPr>
        <w:t xml:space="preserve">Таблица 4. </w:t>
      </w:r>
      <w:r w:rsidRPr="0018364B">
        <w:t>Общий</w:t>
      </w:r>
      <w:r w:rsidRPr="00575D7C">
        <w:t xml:space="preserve"> баланс подачи и реализации воды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12"/>
        <w:gridCol w:w="1418"/>
        <w:gridCol w:w="1240"/>
      </w:tblGrid>
      <w:tr w:rsidR="00BE3174" w:rsidTr="00504959">
        <w:tc>
          <w:tcPr>
            <w:tcW w:w="6912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Единицы</w:t>
            </w:r>
          </w:p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изм-я</w:t>
            </w:r>
          </w:p>
        </w:tc>
        <w:tc>
          <w:tcPr>
            <w:tcW w:w="1240" w:type="dxa"/>
            <w:shd w:val="clear" w:color="auto" w:fill="C6D9F1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rPr>
                <w:sz w:val="28"/>
                <w:szCs w:val="24"/>
              </w:rPr>
            </w:pPr>
            <w:r w:rsidRPr="00CC0DDB">
              <w:rPr>
                <w:szCs w:val="24"/>
              </w:rPr>
              <w:t>Значение</w:t>
            </w:r>
          </w:p>
        </w:tc>
      </w:tr>
      <w:tr w:rsidR="00BE3174" w:rsidTr="00504959">
        <w:tc>
          <w:tcPr>
            <w:tcW w:w="9570" w:type="dxa"/>
            <w:gridSpan w:val="3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bCs w:val="0"/>
                <w:i/>
              </w:rPr>
              <w:t>Майминское сельское поселение</w:t>
            </w:r>
          </w:p>
        </w:tc>
      </w:tr>
      <w:tr w:rsidR="00BE3174" w:rsidTr="00504959">
        <w:tc>
          <w:tcPr>
            <w:tcW w:w="6912" w:type="dxa"/>
          </w:tcPr>
          <w:p w:rsidR="00BE3174" w:rsidRDefault="00BE3174" w:rsidP="00137EB4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BE3174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802,157</w:t>
            </w:r>
          </w:p>
        </w:tc>
      </w:tr>
      <w:tr w:rsidR="00BE3174" w:rsidTr="00504959">
        <w:tc>
          <w:tcPr>
            <w:tcW w:w="6912" w:type="dxa"/>
            <w:vAlign w:val="center"/>
          </w:tcPr>
          <w:p w:rsidR="00BE3174" w:rsidRPr="00666A69" w:rsidRDefault="00BE3174" w:rsidP="00137EB4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BE3174" w:rsidRPr="00666A69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304,059</w:t>
            </w:r>
          </w:p>
        </w:tc>
      </w:tr>
      <w:tr w:rsidR="00BE3174" w:rsidTr="00504959">
        <w:tc>
          <w:tcPr>
            <w:tcW w:w="6912" w:type="dxa"/>
            <w:vAlign w:val="center"/>
          </w:tcPr>
          <w:p w:rsidR="00BE3174" w:rsidRPr="00666A69" w:rsidRDefault="00BE3174" w:rsidP="00137EB4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BE3174" w:rsidRPr="00666A69" w:rsidRDefault="00BE3174" w:rsidP="00504959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37,91</w:t>
            </w:r>
          </w:p>
        </w:tc>
      </w:tr>
      <w:tr w:rsidR="00BE3174" w:rsidTr="00504959">
        <w:tc>
          <w:tcPr>
            <w:tcW w:w="6912" w:type="dxa"/>
          </w:tcPr>
          <w:p w:rsidR="00BE3174" w:rsidRDefault="00BE3174" w:rsidP="00137EB4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BE3174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498,098</w:t>
            </w:r>
          </w:p>
        </w:tc>
      </w:tr>
      <w:tr w:rsidR="00BE3174" w:rsidRPr="002E33CD" w:rsidTr="00504959">
        <w:tc>
          <w:tcPr>
            <w:tcW w:w="9570" w:type="dxa"/>
            <w:gridSpan w:val="3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bCs w:val="0"/>
                <w:i/>
              </w:rPr>
              <w:t>в т.ч. с. Майма</w:t>
            </w:r>
          </w:p>
        </w:tc>
      </w:tr>
      <w:tr w:rsidR="00BE3174" w:rsidTr="00504959">
        <w:tc>
          <w:tcPr>
            <w:tcW w:w="6912" w:type="dxa"/>
          </w:tcPr>
          <w:p w:rsidR="00BE3174" w:rsidRDefault="00BE3174" w:rsidP="00137EB4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BE3174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715,008</w:t>
            </w:r>
          </w:p>
        </w:tc>
      </w:tr>
      <w:tr w:rsidR="00BE3174" w:rsidTr="00504959">
        <w:tc>
          <w:tcPr>
            <w:tcW w:w="6912" w:type="dxa"/>
            <w:vAlign w:val="center"/>
          </w:tcPr>
          <w:p w:rsidR="00BE3174" w:rsidRPr="00666A69" w:rsidRDefault="00BE3174" w:rsidP="00137EB4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BE3174" w:rsidRPr="00666A69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270,125</w:t>
            </w:r>
          </w:p>
        </w:tc>
      </w:tr>
      <w:tr w:rsidR="00BE3174" w:rsidTr="00504959">
        <w:tc>
          <w:tcPr>
            <w:tcW w:w="6912" w:type="dxa"/>
            <w:vAlign w:val="center"/>
          </w:tcPr>
          <w:p w:rsidR="00BE3174" w:rsidRPr="00666A69" w:rsidRDefault="00BE3174" w:rsidP="00137EB4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BE3174" w:rsidRPr="00666A69" w:rsidRDefault="00BE3174" w:rsidP="00504959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37,78</w:t>
            </w:r>
          </w:p>
        </w:tc>
      </w:tr>
      <w:tr w:rsidR="00BE3174" w:rsidTr="00504959">
        <w:tc>
          <w:tcPr>
            <w:tcW w:w="6912" w:type="dxa"/>
          </w:tcPr>
          <w:p w:rsidR="00BE3174" w:rsidRDefault="00BE3174" w:rsidP="00137EB4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BE3174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444,882</w:t>
            </w:r>
          </w:p>
        </w:tc>
      </w:tr>
      <w:tr w:rsidR="00BE3174" w:rsidRPr="002E33CD" w:rsidTr="00504959">
        <w:tc>
          <w:tcPr>
            <w:tcW w:w="9570" w:type="dxa"/>
            <w:gridSpan w:val="3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bCs w:val="0"/>
                <w:i/>
              </w:rPr>
              <w:t>с. Подгорное</w:t>
            </w:r>
          </w:p>
        </w:tc>
      </w:tr>
      <w:tr w:rsidR="00BE3174" w:rsidTr="00504959">
        <w:tc>
          <w:tcPr>
            <w:tcW w:w="6912" w:type="dxa"/>
          </w:tcPr>
          <w:p w:rsidR="00BE3174" w:rsidRDefault="00BE3174" w:rsidP="00137EB4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BE3174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43,459</w:t>
            </w:r>
          </w:p>
        </w:tc>
      </w:tr>
      <w:tr w:rsidR="00BE3174" w:rsidTr="00504959">
        <w:tc>
          <w:tcPr>
            <w:tcW w:w="6912" w:type="dxa"/>
            <w:vAlign w:val="center"/>
          </w:tcPr>
          <w:p w:rsidR="00BE3174" w:rsidRPr="00666A69" w:rsidRDefault="00BE3174" w:rsidP="00137EB4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BE3174" w:rsidRPr="00666A69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15,648</w:t>
            </w:r>
          </w:p>
        </w:tc>
      </w:tr>
      <w:tr w:rsidR="00BE3174" w:rsidTr="00504959">
        <w:tc>
          <w:tcPr>
            <w:tcW w:w="6912" w:type="dxa"/>
            <w:vAlign w:val="center"/>
          </w:tcPr>
          <w:p w:rsidR="00BE3174" w:rsidRPr="00666A69" w:rsidRDefault="00BE3174" w:rsidP="00137EB4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BE3174" w:rsidRPr="00666A69" w:rsidRDefault="00BE3174" w:rsidP="00504959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36,01</w:t>
            </w:r>
          </w:p>
        </w:tc>
      </w:tr>
      <w:tr w:rsidR="00BE3174" w:rsidTr="00504959">
        <w:tc>
          <w:tcPr>
            <w:tcW w:w="6912" w:type="dxa"/>
          </w:tcPr>
          <w:p w:rsidR="00BE3174" w:rsidRDefault="00BE3174" w:rsidP="00137EB4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BE3174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27,811</w:t>
            </w:r>
          </w:p>
        </w:tc>
      </w:tr>
      <w:tr w:rsidR="00BE3174" w:rsidRPr="002E33CD" w:rsidTr="00504959">
        <w:tc>
          <w:tcPr>
            <w:tcW w:w="9570" w:type="dxa"/>
            <w:gridSpan w:val="3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bCs w:val="0"/>
                <w:i/>
              </w:rPr>
              <w:t xml:space="preserve">с. </w:t>
            </w:r>
            <w:r w:rsidRPr="00504959">
              <w:rPr>
                <w:b/>
                <w:i/>
              </w:rPr>
              <w:t>Верх-Карагуж</w:t>
            </w:r>
          </w:p>
        </w:tc>
      </w:tr>
      <w:tr w:rsidR="00BE3174" w:rsidTr="00504959">
        <w:tc>
          <w:tcPr>
            <w:tcW w:w="6912" w:type="dxa"/>
          </w:tcPr>
          <w:p w:rsidR="00BE3174" w:rsidRDefault="00BE3174" w:rsidP="00137EB4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BE3174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19,465</w:t>
            </w:r>
          </w:p>
        </w:tc>
      </w:tr>
      <w:tr w:rsidR="00BE3174" w:rsidTr="00504959">
        <w:tc>
          <w:tcPr>
            <w:tcW w:w="6912" w:type="dxa"/>
            <w:vAlign w:val="center"/>
          </w:tcPr>
          <w:p w:rsidR="00BE3174" w:rsidRPr="00666A69" w:rsidRDefault="00BE3174" w:rsidP="00137EB4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BE3174" w:rsidRPr="00666A69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8,726</w:t>
            </w:r>
          </w:p>
        </w:tc>
      </w:tr>
      <w:tr w:rsidR="00BE3174" w:rsidTr="00504959">
        <w:tc>
          <w:tcPr>
            <w:tcW w:w="6912" w:type="dxa"/>
            <w:vAlign w:val="center"/>
          </w:tcPr>
          <w:p w:rsidR="00BE3174" w:rsidRPr="00666A69" w:rsidRDefault="00BE3174" w:rsidP="00137EB4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BE3174" w:rsidRPr="00666A69" w:rsidRDefault="00BE3174" w:rsidP="00504959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44,83</w:t>
            </w:r>
          </w:p>
        </w:tc>
      </w:tr>
      <w:tr w:rsidR="00BE3174" w:rsidTr="00504959">
        <w:tc>
          <w:tcPr>
            <w:tcW w:w="6912" w:type="dxa"/>
          </w:tcPr>
          <w:p w:rsidR="00BE3174" w:rsidRDefault="00BE3174" w:rsidP="00137EB4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BE3174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10,739</w:t>
            </w:r>
          </w:p>
        </w:tc>
      </w:tr>
      <w:tr w:rsidR="00BE3174" w:rsidRPr="002E33CD" w:rsidTr="00504959">
        <w:tc>
          <w:tcPr>
            <w:tcW w:w="9570" w:type="dxa"/>
            <w:gridSpan w:val="3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i/>
              </w:rPr>
              <w:t>п. Карлушка</w:t>
            </w:r>
          </w:p>
        </w:tc>
      </w:tr>
      <w:tr w:rsidR="00BE3174" w:rsidTr="00504959">
        <w:tc>
          <w:tcPr>
            <w:tcW w:w="6912" w:type="dxa"/>
          </w:tcPr>
          <w:p w:rsidR="00BE3174" w:rsidRDefault="00BE3174" w:rsidP="00137EB4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BE3174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22,499</w:t>
            </w:r>
          </w:p>
        </w:tc>
      </w:tr>
      <w:tr w:rsidR="00BE3174" w:rsidTr="00504959">
        <w:tc>
          <w:tcPr>
            <w:tcW w:w="6912" w:type="dxa"/>
            <w:vAlign w:val="center"/>
          </w:tcPr>
          <w:p w:rsidR="00BE3174" w:rsidRPr="00666A69" w:rsidRDefault="00BE3174" w:rsidP="00137EB4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BE3174" w:rsidRPr="00666A69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8,72</w:t>
            </w:r>
          </w:p>
        </w:tc>
      </w:tr>
      <w:tr w:rsidR="00BE3174" w:rsidTr="00504959">
        <w:tc>
          <w:tcPr>
            <w:tcW w:w="6912" w:type="dxa"/>
            <w:vAlign w:val="center"/>
          </w:tcPr>
          <w:p w:rsidR="00BE3174" w:rsidRPr="00666A69" w:rsidRDefault="00BE3174" w:rsidP="00137EB4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BE3174" w:rsidRPr="00666A69" w:rsidRDefault="00BE3174" w:rsidP="00504959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4,26</w:t>
            </w:r>
          </w:p>
        </w:tc>
      </w:tr>
      <w:tr w:rsidR="00BE3174" w:rsidTr="00504959">
        <w:tc>
          <w:tcPr>
            <w:tcW w:w="6912" w:type="dxa"/>
          </w:tcPr>
          <w:p w:rsidR="00BE3174" w:rsidRDefault="00BE3174" w:rsidP="00137EB4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BE3174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13,779</w:t>
            </w:r>
          </w:p>
        </w:tc>
      </w:tr>
      <w:tr w:rsidR="00BE3174" w:rsidRPr="002E33CD" w:rsidTr="00504959">
        <w:tc>
          <w:tcPr>
            <w:tcW w:w="9570" w:type="dxa"/>
            <w:gridSpan w:val="3"/>
          </w:tcPr>
          <w:p w:rsidR="00BE3174" w:rsidRPr="00504959" w:rsidRDefault="00BE3174" w:rsidP="00504959">
            <w:pPr>
              <w:pStyle w:val="ad"/>
              <w:jc w:val="center"/>
              <w:rPr>
                <w:b/>
                <w:i/>
              </w:rPr>
            </w:pPr>
            <w:r w:rsidRPr="00504959">
              <w:rPr>
                <w:b/>
                <w:i/>
              </w:rPr>
              <w:t>п. Дубровка</w:t>
            </w:r>
          </w:p>
        </w:tc>
      </w:tr>
      <w:tr w:rsidR="00BE3174" w:rsidTr="00504959">
        <w:tc>
          <w:tcPr>
            <w:tcW w:w="6912" w:type="dxa"/>
          </w:tcPr>
          <w:p w:rsidR="00BE3174" w:rsidRDefault="00BE3174" w:rsidP="00137EB4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BE3174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1,727</w:t>
            </w:r>
          </w:p>
        </w:tc>
      </w:tr>
      <w:tr w:rsidR="00BE3174" w:rsidTr="00504959">
        <w:tc>
          <w:tcPr>
            <w:tcW w:w="6912" w:type="dxa"/>
            <w:vAlign w:val="center"/>
          </w:tcPr>
          <w:p w:rsidR="00BE3174" w:rsidRPr="00666A69" w:rsidRDefault="00BE3174" w:rsidP="00137EB4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BE3174" w:rsidRPr="00666A69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0,84</w:t>
            </w:r>
          </w:p>
        </w:tc>
      </w:tr>
      <w:tr w:rsidR="00BE3174" w:rsidTr="00504959">
        <w:tc>
          <w:tcPr>
            <w:tcW w:w="6912" w:type="dxa"/>
            <w:vAlign w:val="center"/>
          </w:tcPr>
          <w:p w:rsidR="00BE3174" w:rsidRPr="00666A69" w:rsidRDefault="00BE3174" w:rsidP="00137EB4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BE3174" w:rsidRPr="00666A69" w:rsidRDefault="00BE3174" w:rsidP="00504959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48,63</w:t>
            </w:r>
          </w:p>
        </w:tc>
      </w:tr>
      <w:tr w:rsidR="00BE3174" w:rsidTr="00504959">
        <w:tc>
          <w:tcPr>
            <w:tcW w:w="6912" w:type="dxa"/>
          </w:tcPr>
          <w:p w:rsidR="00BE3174" w:rsidRDefault="00BE3174" w:rsidP="00137EB4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BE3174" w:rsidRDefault="00BE3174" w:rsidP="00504959">
            <w:pPr>
              <w:pStyle w:val="ad"/>
              <w:jc w:val="center"/>
            </w:pPr>
            <w:r>
              <w:t xml:space="preserve">тыс. </w:t>
            </w:r>
            <w:r w:rsidRPr="00666A69">
              <w:t>м</w:t>
            </w:r>
            <w:r w:rsidRPr="00504959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0,887</w:t>
            </w:r>
          </w:p>
        </w:tc>
      </w:tr>
    </w:tbl>
    <w:p w:rsidR="00BE3174" w:rsidRPr="00634F31" w:rsidRDefault="00BE3174" w:rsidP="00782372">
      <w:pPr>
        <w:rPr>
          <w:b/>
        </w:rPr>
      </w:pPr>
    </w:p>
    <w:p w:rsidR="00BE3174" w:rsidRDefault="00BE3174" w:rsidP="00782372"/>
    <w:p w:rsidR="00BE3174" w:rsidRDefault="00BE3174" w:rsidP="00811B6B">
      <w:pPr>
        <w:spacing w:line="240" w:lineRule="auto"/>
        <w:ind w:firstLine="0"/>
        <w:jc w:val="center"/>
        <w:rPr>
          <w:szCs w:val="28"/>
        </w:rPr>
      </w:pPr>
      <w:r w:rsidRPr="00504959">
        <w:rPr>
          <w:noProof/>
          <w:szCs w:val="28"/>
          <w:bdr w:val="single" w:sz="4" w:space="0" w:color="auto"/>
          <w:lang w:eastAsia="ru-RU"/>
        </w:rPr>
        <w:object w:dxaOrig="9582" w:dyaOrig="5962">
          <v:shape id="Диаграмма 4" o:spid="_x0000_i1027" type="#_x0000_t75" style="width:479.25pt;height:298.5pt;visibility:visible" o:ole="">
            <v:imagedata r:id="rId12" o:title="" cropbottom="-33f"/>
            <o:lock v:ext="edit" aspectratio="f"/>
          </v:shape>
          <o:OLEObject Type="Embed" ProgID="Excel.Chart.8" ShapeID="Диаграмма 4" DrawAspect="Content" ObjectID="_1627316616" r:id="rId13"/>
        </w:object>
      </w:r>
    </w:p>
    <w:p w:rsidR="00BE3174" w:rsidRDefault="00BE3174" w:rsidP="00811B6B">
      <w:pPr>
        <w:pStyle w:val="List"/>
        <w:numPr>
          <w:ilvl w:val="0"/>
          <w:numId w:val="0"/>
        </w:numPr>
        <w:rPr>
          <w:szCs w:val="28"/>
        </w:rPr>
      </w:pPr>
      <w:r>
        <w:rPr>
          <w:szCs w:val="28"/>
        </w:rPr>
        <w:t xml:space="preserve">Рисунок 2. </w:t>
      </w:r>
      <w:r w:rsidRPr="00575D7C">
        <w:t>Общий баланс подачи и реализации воды</w:t>
      </w:r>
    </w:p>
    <w:p w:rsidR="00BE3174" w:rsidRDefault="00BE3174" w:rsidP="00782372"/>
    <w:p w:rsidR="00BE3174" w:rsidRDefault="00BE3174" w:rsidP="00782372">
      <w:r w:rsidRPr="00FD47B8">
        <w:rPr>
          <w:noProof/>
          <w:lang w:eastAsia="ru-RU"/>
        </w:rPr>
        <w:object w:dxaOrig="8103" w:dyaOrig="5002">
          <v:shape id="_x0000_i1028" type="#_x0000_t75" style="width:405pt;height:250.5pt;visibility:visible" o:ole="">
            <v:imagedata r:id="rId14" o:title="" cropbottom="-39f"/>
            <o:lock v:ext="edit" aspectratio="f"/>
          </v:shape>
          <o:OLEObject Type="Embed" ProgID="Excel.Chart.8" ShapeID="_x0000_i1028" DrawAspect="Content" ObjectID="_1627316617" r:id="rId15"/>
        </w:object>
      </w:r>
    </w:p>
    <w:p w:rsidR="00BE3174" w:rsidRDefault="00BE3174" w:rsidP="00A04257">
      <w:pPr>
        <w:pStyle w:val="List"/>
        <w:numPr>
          <w:ilvl w:val="0"/>
          <w:numId w:val="0"/>
        </w:numPr>
        <w:rPr>
          <w:szCs w:val="28"/>
        </w:rPr>
      </w:pPr>
      <w:r>
        <w:rPr>
          <w:szCs w:val="28"/>
        </w:rPr>
        <w:t xml:space="preserve">Рисунок 3. </w:t>
      </w:r>
      <w:r>
        <w:t>Б</w:t>
      </w:r>
      <w:r w:rsidRPr="00575D7C">
        <w:t>аланс подачи и реализации воды</w:t>
      </w:r>
      <w:r>
        <w:t xml:space="preserve"> малых населенных пунктов</w:t>
      </w:r>
    </w:p>
    <w:p w:rsidR="00BE3174" w:rsidRDefault="00BE3174" w:rsidP="00782372"/>
    <w:p w:rsidR="00BE3174" w:rsidRDefault="00BE3174" w:rsidP="00A76893">
      <w:pPr>
        <w:pStyle w:val="Heading3"/>
      </w:pPr>
      <w:bookmarkStart w:id="19" w:name="_Toc10132661"/>
      <w:r w:rsidRPr="00575D7C">
        <w:t>Территориальный баланс подачи питьевой воды по технологич</w:t>
      </w:r>
      <w:r w:rsidRPr="00575D7C">
        <w:t>е</w:t>
      </w:r>
      <w:r w:rsidRPr="00575D7C">
        <w:t>ским зонам водоснабжения (</w:t>
      </w:r>
      <w:r>
        <w:t xml:space="preserve">годовой и в сутки максимального </w:t>
      </w:r>
      <w:r w:rsidRPr="00575D7C">
        <w:t>водоп</w:t>
      </w:r>
      <w:r w:rsidRPr="00575D7C">
        <w:t>о</w:t>
      </w:r>
      <w:r w:rsidRPr="00575D7C">
        <w:t>требления)</w:t>
      </w:r>
      <w:bookmarkEnd w:id="19"/>
    </w:p>
    <w:p w:rsidR="00BE3174" w:rsidRDefault="00BE3174" w:rsidP="00782372">
      <w:r>
        <w:t>Расход воды на нужды населения принят, дифференцировано в завис</w:t>
      </w:r>
      <w:r>
        <w:t>и</w:t>
      </w:r>
      <w:r>
        <w:t xml:space="preserve">мости от степени благоустройства жилого фонда согласно среднесуточным нормам потребления. </w:t>
      </w:r>
    </w:p>
    <w:p w:rsidR="00BE3174" w:rsidRPr="00396C87" w:rsidRDefault="00BE3174" w:rsidP="00396C87">
      <w:pPr>
        <w:ind w:firstLine="567"/>
        <w:rPr>
          <w:szCs w:val="28"/>
        </w:rPr>
      </w:pPr>
      <w:r>
        <w:rPr>
          <w:szCs w:val="28"/>
        </w:rPr>
        <w:t xml:space="preserve">Фактическое потребление воды </w:t>
      </w:r>
      <w:r>
        <w:rPr>
          <w:lang w:eastAsia="ru-RU"/>
        </w:rPr>
        <w:t>Майминского сельского поселения</w:t>
      </w:r>
      <w:r w:rsidRPr="00AB5B39">
        <w:rPr>
          <w:szCs w:val="28"/>
        </w:rPr>
        <w:t xml:space="preserve"> </w:t>
      </w:r>
      <w:r>
        <w:rPr>
          <w:szCs w:val="28"/>
        </w:rPr>
        <w:t xml:space="preserve">за 2018 год </w:t>
      </w:r>
      <w:r w:rsidRPr="001F7066">
        <w:rPr>
          <w:szCs w:val="28"/>
        </w:rPr>
        <w:t xml:space="preserve">составило </w:t>
      </w:r>
      <w:r>
        <w:rPr>
          <w:szCs w:val="28"/>
        </w:rPr>
        <w:t xml:space="preserve">498,098 </w:t>
      </w:r>
      <w:r w:rsidRPr="001F7066">
        <w:rPr>
          <w:szCs w:val="28"/>
        </w:rPr>
        <w:t>тыс. м</w:t>
      </w:r>
      <w:r w:rsidRPr="001F7066">
        <w:rPr>
          <w:szCs w:val="28"/>
          <w:vertAlign w:val="superscript"/>
        </w:rPr>
        <w:t>3</w:t>
      </w:r>
      <w:r w:rsidRPr="001F7066">
        <w:rPr>
          <w:szCs w:val="28"/>
        </w:rPr>
        <w:t xml:space="preserve">/год, в средние сутки </w:t>
      </w:r>
      <w:r w:rsidRPr="009C1BDD">
        <w:t>–</w:t>
      </w:r>
      <w:r>
        <w:t xml:space="preserve"> </w:t>
      </w:r>
      <w:r w:rsidRPr="001F7066">
        <w:rPr>
          <w:szCs w:val="28"/>
        </w:rPr>
        <w:t>1,365 тыс. м</w:t>
      </w:r>
      <w:r w:rsidRPr="001F7066">
        <w:rPr>
          <w:szCs w:val="28"/>
          <w:vertAlign w:val="superscript"/>
        </w:rPr>
        <w:t>3</w:t>
      </w:r>
      <w:r w:rsidRPr="001F7066">
        <w:rPr>
          <w:szCs w:val="28"/>
        </w:rPr>
        <w:t xml:space="preserve">/сут, в сутки максимального водопотребления </w:t>
      </w:r>
      <w:r w:rsidRPr="009C1BDD">
        <w:t>–</w:t>
      </w:r>
      <w:r>
        <w:t xml:space="preserve"> </w:t>
      </w:r>
      <w:r w:rsidRPr="001F7066">
        <w:rPr>
          <w:szCs w:val="28"/>
        </w:rPr>
        <w:t>1,638 тыс. м</w:t>
      </w:r>
      <w:r w:rsidRPr="001F7066">
        <w:rPr>
          <w:szCs w:val="28"/>
          <w:vertAlign w:val="superscript"/>
        </w:rPr>
        <w:t>3</w:t>
      </w:r>
      <w:r w:rsidRPr="001F7066">
        <w:rPr>
          <w:szCs w:val="28"/>
        </w:rPr>
        <w:t>/сут.</w:t>
      </w:r>
    </w:p>
    <w:p w:rsidR="00BE3174" w:rsidRPr="00396C87" w:rsidRDefault="00BE3174" w:rsidP="00782372"/>
    <w:p w:rsidR="00BE3174" w:rsidRDefault="00BE3174" w:rsidP="005903F4">
      <w:pPr>
        <w:spacing w:after="120" w:line="240" w:lineRule="auto"/>
        <w:ind w:firstLine="0"/>
        <w:jc w:val="left"/>
        <w:rPr>
          <w:szCs w:val="28"/>
        </w:rPr>
      </w:pPr>
      <w:r>
        <w:rPr>
          <w:szCs w:val="28"/>
        </w:rPr>
        <w:t>Таблица 5. Сведения о фактическом потреблении питьевой воды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552"/>
        <w:gridCol w:w="2126"/>
        <w:gridCol w:w="1984"/>
        <w:gridCol w:w="2091"/>
      </w:tblGrid>
      <w:tr w:rsidR="00BE3174" w:rsidTr="00504959">
        <w:tc>
          <w:tcPr>
            <w:tcW w:w="817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№ п.п.</w:t>
            </w:r>
          </w:p>
        </w:tc>
        <w:tc>
          <w:tcPr>
            <w:tcW w:w="2552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Наименование нас</w:t>
            </w:r>
            <w:r w:rsidRPr="00504959">
              <w:rPr>
                <w:sz w:val="24"/>
                <w:szCs w:val="24"/>
              </w:rPr>
              <w:t>е</w:t>
            </w:r>
            <w:r w:rsidRPr="00504959">
              <w:rPr>
                <w:sz w:val="24"/>
                <w:szCs w:val="24"/>
              </w:rPr>
              <w:t>ленных пунктов</w:t>
            </w:r>
          </w:p>
        </w:tc>
        <w:tc>
          <w:tcPr>
            <w:tcW w:w="2126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Фактическое в</w:t>
            </w:r>
            <w:r w:rsidRPr="00504959">
              <w:rPr>
                <w:sz w:val="24"/>
                <w:szCs w:val="24"/>
              </w:rPr>
              <w:t>о</w:t>
            </w:r>
            <w:r w:rsidRPr="00504959">
              <w:rPr>
                <w:sz w:val="24"/>
                <w:szCs w:val="24"/>
              </w:rPr>
              <w:t>допотребление</w:t>
            </w:r>
          </w:p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984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Среднее водоп</w:t>
            </w:r>
            <w:r w:rsidRPr="00504959">
              <w:rPr>
                <w:sz w:val="24"/>
                <w:szCs w:val="24"/>
              </w:rPr>
              <w:t>о</w:t>
            </w:r>
            <w:r w:rsidRPr="00504959">
              <w:rPr>
                <w:sz w:val="24"/>
                <w:szCs w:val="24"/>
              </w:rPr>
              <w:t>требление</w:t>
            </w:r>
          </w:p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/сут</w:t>
            </w:r>
          </w:p>
        </w:tc>
        <w:tc>
          <w:tcPr>
            <w:tcW w:w="2091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Максимальное водопотребление</w:t>
            </w:r>
          </w:p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/сут</w:t>
            </w:r>
          </w:p>
        </w:tc>
      </w:tr>
      <w:tr w:rsidR="00BE3174" w:rsidRPr="0039529A" w:rsidTr="00504959">
        <w:tc>
          <w:tcPr>
            <w:tcW w:w="81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  <w:lang w:eastAsia="ru-RU"/>
              </w:rPr>
              <w:t xml:space="preserve">Майминское </w:t>
            </w:r>
            <w:r w:rsidRPr="00504959">
              <w:rPr>
                <w:sz w:val="24"/>
                <w:szCs w:val="24"/>
              </w:rPr>
              <w:t>сельское поселение: в т.ч.</w:t>
            </w:r>
          </w:p>
        </w:tc>
        <w:tc>
          <w:tcPr>
            <w:tcW w:w="2126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498,098</w:t>
            </w:r>
          </w:p>
        </w:tc>
        <w:tc>
          <w:tcPr>
            <w:tcW w:w="198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1364,653</w:t>
            </w:r>
          </w:p>
        </w:tc>
        <w:tc>
          <w:tcPr>
            <w:tcW w:w="2091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1637,583</w:t>
            </w:r>
          </w:p>
        </w:tc>
      </w:tr>
      <w:tr w:rsidR="00BE3174" w:rsidRPr="0039529A" w:rsidTr="00504959">
        <w:tc>
          <w:tcPr>
            <w:tcW w:w="81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с. Майма</w:t>
            </w:r>
          </w:p>
        </w:tc>
        <w:tc>
          <w:tcPr>
            <w:tcW w:w="2126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444,882</w:t>
            </w:r>
          </w:p>
        </w:tc>
        <w:tc>
          <w:tcPr>
            <w:tcW w:w="198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1218,856</w:t>
            </w:r>
          </w:p>
        </w:tc>
        <w:tc>
          <w:tcPr>
            <w:tcW w:w="2091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1462,627</w:t>
            </w:r>
          </w:p>
        </w:tc>
      </w:tr>
      <w:tr w:rsidR="00BE3174" w:rsidRPr="0039529A" w:rsidTr="00504959">
        <w:tc>
          <w:tcPr>
            <w:tcW w:w="81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с. Подгорное</w:t>
            </w:r>
          </w:p>
        </w:tc>
        <w:tc>
          <w:tcPr>
            <w:tcW w:w="2126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27,811</w:t>
            </w:r>
          </w:p>
        </w:tc>
        <w:tc>
          <w:tcPr>
            <w:tcW w:w="198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76,194</w:t>
            </w:r>
          </w:p>
        </w:tc>
        <w:tc>
          <w:tcPr>
            <w:tcW w:w="2091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91,433</w:t>
            </w:r>
          </w:p>
        </w:tc>
      </w:tr>
      <w:tr w:rsidR="00BE3174" w:rsidRPr="0039529A" w:rsidTr="00504959">
        <w:tc>
          <w:tcPr>
            <w:tcW w:w="81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с. Верх-Карагуж</w:t>
            </w:r>
          </w:p>
        </w:tc>
        <w:tc>
          <w:tcPr>
            <w:tcW w:w="2126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10,739</w:t>
            </w:r>
          </w:p>
        </w:tc>
        <w:tc>
          <w:tcPr>
            <w:tcW w:w="198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29,422</w:t>
            </w:r>
          </w:p>
        </w:tc>
        <w:tc>
          <w:tcPr>
            <w:tcW w:w="2091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35,306</w:t>
            </w:r>
          </w:p>
        </w:tc>
      </w:tr>
      <w:tr w:rsidR="00BE3174" w:rsidRPr="0039529A" w:rsidTr="00504959">
        <w:tc>
          <w:tcPr>
            <w:tcW w:w="81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п. Карлушка</w:t>
            </w:r>
          </w:p>
        </w:tc>
        <w:tc>
          <w:tcPr>
            <w:tcW w:w="2126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13,779</w:t>
            </w:r>
          </w:p>
        </w:tc>
        <w:tc>
          <w:tcPr>
            <w:tcW w:w="198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37,751</w:t>
            </w:r>
          </w:p>
        </w:tc>
        <w:tc>
          <w:tcPr>
            <w:tcW w:w="2091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45,301</w:t>
            </w:r>
          </w:p>
        </w:tc>
      </w:tr>
      <w:tr w:rsidR="00BE3174" w:rsidRPr="0039529A" w:rsidTr="00504959">
        <w:trPr>
          <w:trHeight w:val="253"/>
        </w:trPr>
        <w:tc>
          <w:tcPr>
            <w:tcW w:w="81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п. Дубровка</w:t>
            </w:r>
          </w:p>
        </w:tc>
        <w:tc>
          <w:tcPr>
            <w:tcW w:w="2126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0,887</w:t>
            </w:r>
          </w:p>
        </w:tc>
        <w:tc>
          <w:tcPr>
            <w:tcW w:w="198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2,432</w:t>
            </w:r>
          </w:p>
        </w:tc>
        <w:tc>
          <w:tcPr>
            <w:tcW w:w="2091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2,917</w:t>
            </w:r>
          </w:p>
        </w:tc>
      </w:tr>
    </w:tbl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20" w:name="_Toc10132662"/>
      <w:r w:rsidRPr="00575D7C">
        <w:t xml:space="preserve">Структурный баланс реализации питьевой воды по группам </w:t>
      </w:r>
      <w:r>
        <w:t xml:space="preserve">      </w:t>
      </w:r>
      <w:r w:rsidRPr="00575D7C">
        <w:t xml:space="preserve">абонентов с разбивкой на хозяйственно-питьевые нужды населения, </w:t>
      </w:r>
      <w:r>
        <w:t xml:space="preserve"> </w:t>
      </w:r>
      <w:r w:rsidRPr="00575D7C">
        <w:t>производственные нужды юридических лиц и другие нужды поселе</w:t>
      </w:r>
      <w:r>
        <w:t>ний</w:t>
      </w:r>
      <w:r w:rsidRPr="00575D7C">
        <w:t xml:space="preserve"> (пожаротушение, полив и др.)</w:t>
      </w:r>
      <w:bookmarkEnd w:id="20"/>
    </w:p>
    <w:p w:rsidR="00BE3174" w:rsidRDefault="00BE3174" w:rsidP="00170D80">
      <w:r w:rsidRPr="00AB5B39">
        <w:t>Результаты анализа структурного баланса реализации пит</w:t>
      </w:r>
      <w:r>
        <w:t>ьевой воды по группам абонентов</w:t>
      </w:r>
      <w:r>
        <w:rPr>
          <w:szCs w:val="28"/>
        </w:rPr>
        <w:t xml:space="preserve"> </w:t>
      </w:r>
      <w:r>
        <w:rPr>
          <w:lang w:eastAsia="ru-RU"/>
        </w:rPr>
        <w:t xml:space="preserve">Майминского сельского поселения </w:t>
      </w:r>
      <w:r>
        <w:rPr>
          <w:szCs w:val="28"/>
        </w:rPr>
        <w:t xml:space="preserve">за 2018 год </w:t>
      </w:r>
      <w:r w:rsidRPr="00AB5B39">
        <w:t>прив</w:t>
      </w:r>
      <w:r w:rsidRPr="00AB5B39">
        <w:t>е</w:t>
      </w:r>
      <w:r w:rsidRPr="00AB5B39">
        <w:t>дены в</w:t>
      </w:r>
      <w:r>
        <w:t xml:space="preserve"> таблице 6.</w:t>
      </w:r>
    </w:p>
    <w:p w:rsidR="00BE3174" w:rsidRDefault="00BE3174" w:rsidP="00170D80">
      <w:pPr>
        <w:rPr>
          <w:szCs w:val="28"/>
        </w:rPr>
      </w:pPr>
    </w:p>
    <w:p w:rsidR="00BE3174" w:rsidRDefault="00BE3174" w:rsidP="00170D80">
      <w:pPr>
        <w:tabs>
          <w:tab w:val="left" w:pos="1230"/>
        </w:tabs>
        <w:spacing w:after="120" w:line="240" w:lineRule="auto"/>
        <w:ind w:firstLine="0"/>
        <w:jc w:val="left"/>
      </w:pPr>
      <w:r>
        <w:rPr>
          <w:szCs w:val="28"/>
        </w:rPr>
        <w:t xml:space="preserve">Таблица 6. </w:t>
      </w:r>
      <w:r>
        <w:t>Реализации воды по группам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3402"/>
        <w:gridCol w:w="2551"/>
        <w:gridCol w:w="2658"/>
      </w:tblGrid>
      <w:tr w:rsidR="00BE3174" w:rsidRPr="00230C05" w:rsidTr="00504959">
        <w:tc>
          <w:tcPr>
            <w:tcW w:w="959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№ п.п.</w:t>
            </w:r>
          </w:p>
        </w:tc>
        <w:tc>
          <w:tcPr>
            <w:tcW w:w="3402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Потребители</w:t>
            </w:r>
          </w:p>
        </w:tc>
        <w:tc>
          <w:tcPr>
            <w:tcW w:w="2551" w:type="dxa"/>
            <w:shd w:val="clear" w:color="auto" w:fill="C6D9F1"/>
          </w:tcPr>
          <w:p w:rsidR="00BE3174" w:rsidRPr="00504959" w:rsidRDefault="00BE3174" w:rsidP="0050495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 xml:space="preserve">Способ учета, </w:t>
            </w:r>
          </w:p>
          <w:p w:rsidR="00BE3174" w:rsidRPr="00504959" w:rsidRDefault="00BE3174" w:rsidP="0050495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прибор/расчет</w:t>
            </w:r>
          </w:p>
        </w:tc>
        <w:tc>
          <w:tcPr>
            <w:tcW w:w="2658" w:type="dxa"/>
            <w:shd w:val="clear" w:color="auto" w:fill="C6D9F1"/>
          </w:tcPr>
          <w:p w:rsidR="00BE3174" w:rsidRPr="00504959" w:rsidRDefault="00BE3174" w:rsidP="0050495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 xml:space="preserve">Реализация воды,  </w:t>
            </w:r>
          </w:p>
          <w:p w:rsidR="00BE3174" w:rsidRPr="00504959" w:rsidRDefault="00BE3174" w:rsidP="0050495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/сут</w:t>
            </w:r>
          </w:p>
        </w:tc>
      </w:tr>
      <w:tr w:rsidR="00BE3174" w:rsidRPr="00806A70" w:rsidTr="00504959">
        <w:tc>
          <w:tcPr>
            <w:tcW w:w="959" w:type="dxa"/>
          </w:tcPr>
          <w:p w:rsidR="00BE3174" w:rsidRPr="00806A70" w:rsidRDefault="00BE3174" w:rsidP="005274FA">
            <w:pPr>
              <w:pStyle w:val="ad"/>
            </w:pPr>
            <w:r w:rsidRPr="00806A70">
              <w:t>1</w:t>
            </w:r>
          </w:p>
        </w:tc>
        <w:tc>
          <w:tcPr>
            <w:tcW w:w="3402" w:type="dxa"/>
          </w:tcPr>
          <w:p w:rsidR="00BE3174" w:rsidRPr="00806A70" w:rsidRDefault="00BE3174" w:rsidP="005274FA">
            <w:pPr>
              <w:pStyle w:val="ad"/>
            </w:pPr>
            <w:r w:rsidRPr="00806A70">
              <w:t>Всего</w:t>
            </w:r>
          </w:p>
        </w:tc>
        <w:tc>
          <w:tcPr>
            <w:tcW w:w="2551" w:type="dxa"/>
          </w:tcPr>
          <w:p w:rsidR="00BE3174" w:rsidRPr="00806A70" w:rsidRDefault="00BE3174" w:rsidP="005274FA">
            <w:pPr>
              <w:pStyle w:val="ad"/>
            </w:pPr>
          </w:p>
        </w:tc>
        <w:tc>
          <w:tcPr>
            <w:tcW w:w="2658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802,157</w:t>
            </w:r>
          </w:p>
        </w:tc>
      </w:tr>
      <w:tr w:rsidR="00BE3174" w:rsidRPr="00806A70" w:rsidTr="00504959">
        <w:tc>
          <w:tcPr>
            <w:tcW w:w="959" w:type="dxa"/>
          </w:tcPr>
          <w:p w:rsidR="00BE3174" w:rsidRPr="00806A70" w:rsidRDefault="00BE3174" w:rsidP="005274FA">
            <w:pPr>
              <w:pStyle w:val="ad"/>
            </w:pPr>
            <w:r w:rsidRPr="00806A70">
              <w:t>2</w:t>
            </w:r>
          </w:p>
        </w:tc>
        <w:tc>
          <w:tcPr>
            <w:tcW w:w="3402" w:type="dxa"/>
          </w:tcPr>
          <w:p w:rsidR="00BE3174" w:rsidRPr="00806A70" w:rsidRDefault="00BE3174" w:rsidP="005274FA">
            <w:pPr>
              <w:pStyle w:val="ad"/>
            </w:pPr>
            <w:r w:rsidRPr="00806A70">
              <w:t>в т.ч.: Население</w:t>
            </w:r>
          </w:p>
        </w:tc>
        <w:tc>
          <w:tcPr>
            <w:tcW w:w="2551" w:type="dxa"/>
          </w:tcPr>
          <w:p w:rsidR="00BE3174" w:rsidRPr="00806A70" w:rsidRDefault="00BE3174" w:rsidP="005274FA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402,463</w:t>
            </w:r>
          </w:p>
        </w:tc>
      </w:tr>
      <w:tr w:rsidR="00BE3174" w:rsidRPr="00806A70" w:rsidTr="00504959">
        <w:tc>
          <w:tcPr>
            <w:tcW w:w="959" w:type="dxa"/>
          </w:tcPr>
          <w:p w:rsidR="00BE3174" w:rsidRPr="00806A70" w:rsidRDefault="00BE3174" w:rsidP="005274FA">
            <w:pPr>
              <w:pStyle w:val="ad"/>
            </w:pPr>
            <w:r w:rsidRPr="00806A70">
              <w:t>3</w:t>
            </w:r>
          </w:p>
        </w:tc>
        <w:tc>
          <w:tcPr>
            <w:tcW w:w="3402" w:type="dxa"/>
          </w:tcPr>
          <w:p w:rsidR="00BE3174" w:rsidRPr="00806A70" w:rsidRDefault="00BE3174" w:rsidP="005274FA">
            <w:pPr>
              <w:pStyle w:val="ad"/>
            </w:pPr>
            <w:r w:rsidRPr="00806A70">
              <w:t>Бюджетные организации</w:t>
            </w:r>
          </w:p>
        </w:tc>
        <w:tc>
          <w:tcPr>
            <w:tcW w:w="2551" w:type="dxa"/>
          </w:tcPr>
          <w:p w:rsidR="00BE3174" w:rsidRPr="00806A70" w:rsidRDefault="00BE3174" w:rsidP="005274FA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45,825</w:t>
            </w:r>
          </w:p>
        </w:tc>
      </w:tr>
      <w:tr w:rsidR="00BE3174" w:rsidRPr="00806A70" w:rsidTr="00504959">
        <w:trPr>
          <w:trHeight w:val="132"/>
        </w:trPr>
        <w:tc>
          <w:tcPr>
            <w:tcW w:w="959" w:type="dxa"/>
          </w:tcPr>
          <w:p w:rsidR="00BE3174" w:rsidRPr="00806A70" w:rsidRDefault="00BE3174" w:rsidP="005274FA">
            <w:pPr>
              <w:pStyle w:val="ad"/>
            </w:pPr>
            <w:r w:rsidRPr="00806A70">
              <w:t>4</w:t>
            </w:r>
          </w:p>
        </w:tc>
        <w:tc>
          <w:tcPr>
            <w:tcW w:w="3402" w:type="dxa"/>
          </w:tcPr>
          <w:p w:rsidR="00BE3174" w:rsidRPr="00806A70" w:rsidRDefault="00BE3174" w:rsidP="005274FA">
            <w:pPr>
              <w:pStyle w:val="ad"/>
            </w:pPr>
            <w:r w:rsidRPr="00806A70">
              <w:t>Предприятия</w:t>
            </w:r>
          </w:p>
        </w:tc>
        <w:tc>
          <w:tcPr>
            <w:tcW w:w="2551" w:type="dxa"/>
          </w:tcPr>
          <w:p w:rsidR="00BE3174" w:rsidRPr="00806A70" w:rsidRDefault="00BE3174" w:rsidP="005274FA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bottom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9C1BDD">
              <w:t>–</w:t>
            </w:r>
          </w:p>
        </w:tc>
      </w:tr>
      <w:tr w:rsidR="00BE3174" w:rsidRPr="00806A70" w:rsidTr="00504959">
        <w:tc>
          <w:tcPr>
            <w:tcW w:w="959" w:type="dxa"/>
          </w:tcPr>
          <w:p w:rsidR="00BE3174" w:rsidRPr="00806A70" w:rsidRDefault="00BE3174" w:rsidP="005274FA">
            <w:pPr>
              <w:pStyle w:val="ad"/>
            </w:pPr>
            <w:r w:rsidRPr="00806A70">
              <w:t>5</w:t>
            </w:r>
          </w:p>
        </w:tc>
        <w:tc>
          <w:tcPr>
            <w:tcW w:w="3402" w:type="dxa"/>
          </w:tcPr>
          <w:p w:rsidR="00BE3174" w:rsidRPr="00806A70" w:rsidRDefault="00BE3174" w:rsidP="005274FA">
            <w:pPr>
              <w:pStyle w:val="ad"/>
            </w:pPr>
            <w:r w:rsidRPr="00806A70">
              <w:t>Пожаротушение</w:t>
            </w:r>
          </w:p>
        </w:tc>
        <w:tc>
          <w:tcPr>
            <w:tcW w:w="2551" w:type="dxa"/>
          </w:tcPr>
          <w:p w:rsidR="00BE3174" w:rsidRPr="00806A70" w:rsidRDefault="00BE3174" w:rsidP="005274FA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9C1BDD">
              <w:t>–</w:t>
            </w:r>
          </w:p>
        </w:tc>
      </w:tr>
      <w:tr w:rsidR="00BE3174" w:rsidRPr="00806A70" w:rsidTr="00504959">
        <w:tc>
          <w:tcPr>
            <w:tcW w:w="959" w:type="dxa"/>
          </w:tcPr>
          <w:p w:rsidR="00BE3174" w:rsidRPr="00806A70" w:rsidRDefault="00BE3174" w:rsidP="005274FA">
            <w:pPr>
              <w:pStyle w:val="ad"/>
            </w:pPr>
            <w:r w:rsidRPr="00806A70">
              <w:t>6</w:t>
            </w:r>
          </w:p>
        </w:tc>
        <w:tc>
          <w:tcPr>
            <w:tcW w:w="3402" w:type="dxa"/>
          </w:tcPr>
          <w:p w:rsidR="00BE3174" w:rsidRPr="00806A70" w:rsidRDefault="00BE3174" w:rsidP="005274FA">
            <w:pPr>
              <w:pStyle w:val="ad"/>
            </w:pPr>
            <w:r w:rsidRPr="00806A70">
              <w:t>Полив</w:t>
            </w:r>
          </w:p>
        </w:tc>
        <w:tc>
          <w:tcPr>
            <w:tcW w:w="2551" w:type="dxa"/>
          </w:tcPr>
          <w:p w:rsidR="00BE3174" w:rsidRPr="00806A70" w:rsidRDefault="00BE3174" w:rsidP="005274FA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9C1BDD">
              <w:t>–</w:t>
            </w:r>
          </w:p>
        </w:tc>
      </w:tr>
      <w:tr w:rsidR="00BE3174" w:rsidRPr="00806A70" w:rsidTr="00504959">
        <w:tc>
          <w:tcPr>
            <w:tcW w:w="959" w:type="dxa"/>
          </w:tcPr>
          <w:p w:rsidR="00BE3174" w:rsidRPr="00806A70" w:rsidRDefault="00BE3174" w:rsidP="005274FA">
            <w:pPr>
              <w:pStyle w:val="ad"/>
            </w:pPr>
            <w:r w:rsidRPr="00806A70">
              <w:t>7</w:t>
            </w:r>
          </w:p>
        </w:tc>
        <w:tc>
          <w:tcPr>
            <w:tcW w:w="3402" w:type="dxa"/>
          </w:tcPr>
          <w:p w:rsidR="00BE3174" w:rsidRPr="00806A70" w:rsidRDefault="00BE3174" w:rsidP="005274FA">
            <w:pPr>
              <w:pStyle w:val="ad"/>
            </w:pPr>
            <w:r w:rsidRPr="00806A70">
              <w:t>Прочие</w:t>
            </w:r>
          </w:p>
        </w:tc>
        <w:tc>
          <w:tcPr>
            <w:tcW w:w="2551" w:type="dxa"/>
          </w:tcPr>
          <w:p w:rsidR="00BE3174" w:rsidRPr="00806A70" w:rsidRDefault="00BE3174" w:rsidP="005274FA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49,810</w:t>
            </w:r>
          </w:p>
        </w:tc>
      </w:tr>
      <w:tr w:rsidR="00BE3174" w:rsidRPr="00806A70" w:rsidTr="00504959">
        <w:trPr>
          <w:trHeight w:val="132"/>
        </w:trPr>
        <w:tc>
          <w:tcPr>
            <w:tcW w:w="959" w:type="dxa"/>
          </w:tcPr>
          <w:p w:rsidR="00BE3174" w:rsidRPr="00806A70" w:rsidRDefault="00BE3174" w:rsidP="005274FA">
            <w:pPr>
              <w:pStyle w:val="ad"/>
            </w:pPr>
            <w:r w:rsidRPr="00806A70">
              <w:t>8</w:t>
            </w:r>
          </w:p>
        </w:tc>
        <w:tc>
          <w:tcPr>
            <w:tcW w:w="3402" w:type="dxa"/>
          </w:tcPr>
          <w:p w:rsidR="00BE3174" w:rsidRPr="00806A70" w:rsidRDefault="00BE3174" w:rsidP="005274FA">
            <w:pPr>
              <w:pStyle w:val="ad"/>
            </w:pPr>
            <w:r w:rsidRPr="00806A70">
              <w:t>Технологические нужды</w:t>
            </w:r>
          </w:p>
        </w:tc>
        <w:tc>
          <w:tcPr>
            <w:tcW w:w="2551" w:type="dxa"/>
          </w:tcPr>
          <w:p w:rsidR="00BE3174" w:rsidRPr="00806A70" w:rsidRDefault="00BE3174" w:rsidP="005274FA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9C1BDD">
              <w:t>–</w:t>
            </w:r>
          </w:p>
        </w:tc>
      </w:tr>
      <w:tr w:rsidR="00BE3174" w:rsidRPr="00806A70" w:rsidTr="00504959">
        <w:trPr>
          <w:trHeight w:val="132"/>
        </w:trPr>
        <w:tc>
          <w:tcPr>
            <w:tcW w:w="959" w:type="dxa"/>
          </w:tcPr>
          <w:p w:rsidR="00BE3174" w:rsidRPr="00806A70" w:rsidRDefault="00BE3174" w:rsidP="005274FA">
            <w:pPr>
              <w:pStyle w:val="ad"/>
            </w:pPr>
            <w:r w:rsidRPr="00806A70">
              <w:t>9</w:t>
            </w:r>
          </w:p>
        </w:tc>
        <w:tc>
          <w:tcPr>
            <w:tcW w:w="3402" w:type="dxa"/>
          </w:tcPr>
          <w:p w:rsidR="00BE3174" w:rsidRPr="00806A70" w:rsidRDefault="00BE3174" w:rsidP="005274FA">
            <w:pPr>
              <w:pStyle w:val="ad"/>
            </w:pPr>
            <w:r w:rsidRPr="00806A70">
              <w:t>Потери в сетях</w:t>
            </w:r>
          </w:p>
        </w:tc>
        <w:tc>
          <w:tcPr>
            <w:tcW w:w="2551" w:type="dxa"/>
          </w:tcPr>
          <w:p w:rsidR="00BE3174" w:rsidRPr="00806A70" w:rsidRDefault="00BE3174" w:rsidP="005274FA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304,059</w:t>
            </w:r>
          </w:p>
        </w:tc>
      </w:tr>
    </w:tbl>
    <w:p w:rsidR="00BE3174" w:rsidRDefault="00BE3174" w:rsidP="00170D80"/>
    <w:p w:rsidR="00BE3174" w:rsidRPr="00AB5B39" w:rsidRDefault="00BE3174" w:rsidP="00170D80">
      <w:r w:rsidRPr="00AB5B39">
        <w:t>На основе проведенного анализа можно сделать вывод, что основным потребителем воды является население. При рассмотрении отдельных бала</w:t>
      </w:r>
      <w:r w:rsidRPr="00AB5B39">
        <w:t>н</w:t>
      </w:r>
      <w:r w:rsidRPr="00AB5B39">
        <w:t>сов по водоснабжению видно, что население использует</w:t>
      </w:r>
      <w:r>
        <w:t xml:space="preserve"> 80,8 </w:t>
      </w:r>
      <w:r w:rsidRPr="00AB5B39">
        <w:t>% всей пода</w:t>
      </w:r>
      <w:r w:rsidRPr="00AB5B39">
        <w:t>н</w:t>
      </w:r>
      <w:r w:rsidRPr="00AB5B39">
        <w:t xml:space="preserve">ной воды в сеть, </w:t>
      </w:r>
      <w:r>
        <w:t>бюджетные организации использую</w:t>
      </w:r>
      <w:r w:rsidRPr="001177B0">
        <w:t xml:space="preserve">т </w:t>
      </w:r>
      <w:r>
        <w:t xml:space="preserve">9,2 </w:t>
      </w:r>
      <w:r w:rsidRPr="00AB5B39">
        <w:t>%</w:t>
      </w:r>
      <w:r>
        <w:t>,</w:t>
      </w:r>
      <w:r w:rsidRPr="00AB5B39">
        <w:t xml:space="preserve"> прочие потреб</w:t>
      </w:r>
      <w:r w:rsidRPr="00AB5B39">
        <w:t>и</w:t>
      </w:r>
      <w:r w:rsidRPr="00AB5B39">
        <w:t xml:space="preserve">тели </w:t>
      </w:r>
      <w:r w:rsidRPr="001177B0">
        <w:t>–</w:t>
      </w:r>
      <w:r>
        <w:t xml:space="preserve"> 10 </w:t>
      </w:r>
      <w:r w:rsidRPr="001177B0">
        <w:t>%.</w:t>
      </w:r>
    </w:p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21" w:name="_Toc10132663"/>
      <w:r w:rsidRPr="00575D7C">
        <w:t>Сведения о фактическом потреблении населением питьевой воды исходя из статистических и расчетных данных и сведений</w:t>
      </w:r>
      <w:r>
        <w:t xml:space="preserve"> </w:t>
      </w:r>
      <w:r w:rsidRPr="00575D7C">
        <w:t>о действу</w:t>
      </w:r>
      <w:r w:rsidRPr="00575D7C">
        <w:t>ю</w:t>
      </w:r>
      <w:r w:rsidRPr="00575D7C">
        <w:t>щих нормативах потребления коммунальных услуг</w:t>
      </w:r>
      <w:bookmarkEnd w:id="21"/>
    </w:p>
    <w:p w:rsidR="00BE3174" w:rsidRDefault="00BE3174" w:rsidP="00782372">
      <w:r>
        <w:t>Расход воды на нужды населения принят, дифференцировано в завис</w:t>
      </w:r>
      <w:r>
        <w:t>и</w:t>
      </w:r>
      <w:r>
        <w:t>мости от степени благоустройства жилого фонда согласно среднесуточным нормам потребления.</w:t>
      </w:r>
    </w:p>
    <w:p w:rsidR="00BE3174" w:rsidRDefault="00BE3174" w:rsidP="00480B46">
      <w:r>
        <w:t>Коэффициент суточной неравномерности водопотребления, учит</w:t>
      </w:r>
      <w:r>
        <w:t>ы</w:t>
      </w:r>
      <w:r>
        <w:t>вающий уклад жизни населения, режим работы предприятий, степень благ</w:t>
      </w:r>
      <w:r>
        <w:t>о</w:t>
      </w:r>
      <w:r>
        <w:t>устройства зданий, изменения водопотребления по сезонам года и дням н</w:t>
      </w:r>
      <w:r>
        <w:t>е</w:t>
      </w:r>
      <w:r>
        <w:t>дели принят 1,2. Данный коэффициент определяет максимальные суточные расходы воды.</w:t>
      </w:r>
    </w:p>
    <w:p w:rsidR="00BE3174" w:rsidRDefault="00BE3174" w:rsidP="000149A1">
      <w:pPr>
        <w:rPr>
          <w:szCs w:val="28"/>
        </w:rPr>
      </w:pPr>
      <w:r>
        <w:rPr>
          <w:szCs w:val="28"/>
        </w:rPr>
        <w:t>Н</w:t>
      </w:r>
      <w:r w:rsidRPr="00AB5B39">
        <w:rPr>
          <w:szCs w:val="28"/>
        </w:rPr>
        <w:t>ормы удельного водопотребления</w:t>
      </w:r>
      <w:r>
        <w:rPr>
          <w:szCs w:val="28"/>
        </w:rPr>
        <w:t xml:space="preserve">, </w:t>
      </w:r>
      <w:r>
        <w:t>д</w:t>
      </w:r>
      <w:r w:rsidRPr="00AB5B39">
        <w:t xml:space="preserve">ействующие в настоящее время в </w:t>
      </w:r>
      <w:r w:rsidRPr="00AE4798">
        <w:rPr>
          <w:bCs/>
        </w:rPr>
        <w:t>МО «</w:t>
      </w:r>
      <w:r>
        <w:rPr>
          <w:bCs/>
        </w:rPr>
        <w:t xml:space="preserve">Майминское </w:t>
      </w:r>
      <w:r w:rsidRPr="00AE4798">
        <w:rPr>
          <w:bCs/>
        </w:rPr>
        <w:t>сельское поселение»</w:t>
      </w:r>
      <w:r>
        <w:rPr>
          <w:bCs/>
        </w:rPr>
        <w:t xml:space="preserve">, </w:t>
      </w:r>
      <w:r>
        <w:t xml:space="preserve">установлены </w:t>
      </w:r>
      <w:r>
        <w:rPr>
          <w:szCs w:val="28"/>
        </w:rPr>
        <w:t>р</w:t>
      </w:r>
      <w:r w:rsidRPr="00AE4798">
        <w:rPr>
          <w:szCs w:val="28"/>
        </w:rPr>
        <w:t>ешение</w:t>
      </w:r>
      <w:r>
        <w:rPr>
          <w:szCs w:val="28"/>
        </w:rPr>
        <w:t>м</w:t>
      </w:r>
      <w:r w:rsidRPr="00AE4798">
        <w:rPr>
          <w:szCs w:val="28"/>
        </w:rPr>
        <w:t xml:space="preserve"> Майминск</w:t>
      </w:r>
      <w:r w:rsidRPr="00AE4798">
        <w:rPr>
          <w:szCs w:val="28"/>
        </w:rPr>
        <w:t>о</w:t>
      </w:r>
      <w:r w:rsidRPr="00AE4798">
        <w:rPr>
          <w:szCs w:val="28"/>
        </w:rPr>
        <w:t xml:space="preserve">го районного Совета </w:t>
      </w:r>
      <w:r w:rsidRPr="00F752EA">
        <w:rPr>
          <w:szCs w:val="28"/>
        </w:rPr>
        <w:t>депутатов № 2-14 от 11.04.2018 г.</w:t>
      </w:r>
    </w:p>
    <w:p w:rsidR="00BE3174" w:rsidRDefault="00BE3174" w:rsidP="00782372"/>
    <w:p w:rsidR="00BE3174" w:rsidRDefault="00BE3174" w:rsidP="008058E7">
      <w:pPr>
        <w:spacing w:after="120" w:line="240" w:lineRule="auto"/>
        <w:ind w:firstLine="0"/>
        <w:jc w:val="left"/>
        <w:rPr>
          <w:szCs w:val="28"/>
        </w:rPr>
      </w:pPr>
      <w:r w:rsidRPr="002145FF">
        <w:rPr>
          <w:szCs w:val="28"/>
        </w:rPr>
        <w:t>Таблица 7. Нормы</w:t>
      </w:r>
      <w:r w:rsidRPr="000149A1">
        <w:rPr>
          <w:szCs w:val="28"/>
        </w:rPr>
        <w:t xml:space="preserve"> удельного водопотребления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2"/>
        <w:gridCol w:w="5528"/>
        <w:gridCol w:w="1240"/>
      </w:tblGrid>
      <w:tr w:rsidR="00BE3174" w:rsidRPr="00230C05" w:rsidTr="00504959">
        <w:tc>
          <w:tcPr>
            <w:tcW w:w="2802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center"/>
              <w:rPr>
                <w:bCs/>
                <w:szCs w:val="24"/>
                <w:lang w:eastAsia="en-US"/>
              </w:rPr>
            </w:pPr>
            <w:r w:rsidRPr="00CC0DDB">
              <w:rPr>
                <w:szCs w:val="24"/>
                <w:lang w:eastAsia="en-US"/>
              </w:rPr>
              <w:t xml:space="preserve">Наименование </w:t>
            </w:r>
            <w:r w:rsidRPr="00CC0DDB">
              <w:rPr>
                <w:bCs/>
                <w:szCs w:val="24"/>
                <w:lang w:eastAsia="en-US"/>
              </w:rPr>
              <w:t>нормат</w:t>
            </w:r>
            <w:r w:rsidRPr="00CC0DDB">
              <w:rPr>
                <w:bCs/>
                <w:szCs w:val="24"/>
                <w:lang w:eastAsia="en-US"/>
              </w:rPr>
              <w:t>и</w:t>
            </w:r>
            <w:r w:rsidRPr="00CC0DDB">
              <w:rPr>
                <w:bCs/>
                <w:szCs w:val="24"/>
                <w:lang w:eastAsia="en-US"/>
              </w:rPr>
              <w:t xml:space="preserve">ва потребления </w:t>
            </w:r>
          </w:p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bCs/>
                <w:szCs w:val="24"/>
              </w:rPr>
              <w:t>коммунальной услуги</w:t>
            </w:r>
          </w:p>
        </w:tc>
        <w:tc>
          <w:tcPr>
            <w:tcW w:w="5528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center"/>
              <w:rPr>
                <w:szCs w:val="24"/>
                <w:lang w:eastAsia="en-US"/>
              </w:rPr>
            </w:pPr>
            <w:r w:rsidRPr="00CC0DDB">
              <w:rPr>
                <w:szCs w:val="24"/>
                <w:lang w:eastAsia="en-US"/>
              </w:rPr>
              <w:t xml:space="preserve">Степень благоустройства </w:t>
            </w:r>
          </w:p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многоквартирного дома</w:t>
            </w:r>
          </w:p>
        </w:tc>
        <w:tc>
          <w:tcPr>
            <w:tcW w:w="1240" w:type="dxa"/>
            <w:shd w:val="clear" w:color="auto" w:fill="C6D9F1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center"/>
              <w:rPr>
                <w:szCs w:val="24"/>
                <w:lang w:eastAsia="en-US"/>
              </w:rPr>
            </w:pPr>
            <w:r w:rsidRPr="00CC0DDB">
              <w:rPr>
                <w:szCs w:val="24"/>
                <w:lang w:eastAsia="en-US"/>
              </w:rPr>
              <w:t xml:space="preserve">Норматив </w:t>
            </w:r>
          </w:p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потре</w:t>
            </w:r>
            <w:r w:rsidRPr="00CC0DDB">
              <w:rPr>
                <w:szCs w:val="24"/>
              </w:rPr>
              <w:t>б</w:t>
            </w:r>
            <w:r w:rsidRPr="00CC0DDB">
              <w:rPr>
                <w:szCs w:val="24"/>
              </w:rPr>
              <w:t>ления на 1 челов</w:t>
            </w:r>
            <w:r w:rsidRPr="00CC0DDB">
              <w:rPr>
                <w:szCs w:val="24"/>
              </w:rPr>
              <w:t>е</w:t>
            </w:r>
            <w:r w:rsidRPr="00CC0DDB">
              <w:rPr>
                <w:szCs w:val="24"/>
              </w:rPr>
              <w:t>ка в м</w:t>
            </w:r>
            <w:r w:rsidRPr="00CC0DDB">
              <w:rPr>
                <w:szCs w:val="24"/>
              </w:rPr>
              <w:t>е</w:t>
            </w:r>
            <w:r w:rsidRPr="00CC0DDB">
              <w:rPr>
                <w:szCs w:val="24"/>
              </w:rPr>
              <w:t>сяц, м</w:t>
            </w:r>
            <w:r w:rsidRPr="00CC0DDB">
              <w:rPr>
                <w:szCs w:val="24"/>
                <w:vertAlign w:val="superscript"/>
              </w:rPr>
              <w:t>3</w:t>
            </w:r>
          </w:p>
        </w:tc>
      </w:tr>
      <w:tr w:rsidR="00BE3174" w:rsidRPr="000149A1" w:rsidTr="00504959">
        <w:tblPrEx>
          <w:jc w:val="center"/>
        </w:tblPrEx>
        <w:trPr>
          <w:trHeight w:val="543"/>
          <w:jc w:val="center"/>
        </w:trPr>
        <w:tc>
          <w:tcPr>
            <w:tcW w:w="2802" w:type="dxa"/>
            <w:vMerge w:val="restart"/>
            <w:vAlign w:val="center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center"/>
              <w:rPr>
                <w:szCs w:val="24"/>
                <w:lang w:eastAsia="en-US"/>
              </w:rPr>
            </w:pPr>
            <w:r w:rsidRPr="00CC0DDB">
              <w:rPr>
                <w:szCs w:val="24"/>
                <w:lang w:eastAsia="en-US"/>
              </w:rPr>
              <w:t>Норматив потребления услуг по холодному</w:t>
            </w:r>
          </w:p>
          <w:p w:rsidR="00BE3174" w:rsidRPr="00CC0DDB" w:rsidRDefault="00BE3174" w:rsidP="00504959">
            <w:pPr>
              <w:pStyle w:val="ab"/>
              <w:spacing w:before="0" w:after="0"/>
              <w:ind w:firstLine="0"/>
              <w:jc w:val="center"/>
              <w:rPr>
                <w:szCs w:val="24"/>
                <w:lang w:eastAsia="en-US"/>
              </w:rPr>
            </w:pPr>
            <w:r w:rsidRPr="00CC0DDB">
              <w:rPr>
                <w:szCs w:val="24"/>
                <w:lang w:eastAsia="en-US"/>
              </w:rPr>
              <w:t xml:space="preserve"> водоснабжению</w:t>
            </w:r>
          </w:p>
        </w:tc>
        <w:tc>
          <w:tcPr>
            <w:tcW w:w="5528" w:type="dxa"/>
            <w:vAlign w:val="center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left"/>
              <w:rPr>
                <w:szCs w:val="24"/>
                <w:lang w:eastAsia="en-US"/>
              </w:rPr>
            </w:pPr>
            <w:r w:rsidRPr="00CC0DDB">
              <w:rPr>
                <w:szCs w:val="24"/>
                <w:lang w:eastAsia="en-US"/>
              </w:rPr>
              <w:t>В жилых домах без ГВС, с канализацией, с ванной или душем</w:t>
            </w:r>
          </w:p>
        </w:tc>
        <w:tc>
          <w:tcPr>
            <w:tcW w:w="1240" w:type="dxa"/>
            <w:vAlign w:val="center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center"/>
              <w:rPr>
                <w:szCs w:val="24"/>
                <w:lang w:eastAsia="en-US"/>
              </w:rPr>
            </w:pPr>
            <w:r w:rsidRPr="00CC0DDB">
              <w:rPr>
                <w:szCs w:val="24"/>
                <w:lang w:eastAsia="en-US"/>
              </w:rPr>
              <w:t>4,2</w:t>
            </w:r>
          </w:p>
        </w:tc>
      </w:tr>
      <w:tr w:rsidR="00BE3174" w:rsidRPr="000149A1" w:rsidTr="00504959">
        <w:tblPrEx>
          <w:jc w:val="center"/>
        </w:tblPrEx>
        <w:trPr>
          <w:trHeight w:val="264"/>
          <w:jc w:val="center"/>
        </w:trPr>
        <w:tc>
          <w:tcPr>
            <w:tcW w:w="2802" w:type="dxa"/>
            <w:vMerge/>
            <w:vAlign w:val="center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28" w:type="dxa"/>
            <w:vAlign w:val="center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left"/>
              <w:rPr>
                <w:szCs w:val="24"/>
                <w:lang w:eastAsia="en-US"/>
              </w:rPr>
            </w:pPr>
            <w:r w:rsidRPr="00CC0DDB">
              <w:rPr>
                <w:szCs w:val="24"/>
                <w:lang w:eastAsia="en-US"/>
              </w:rPr>
              <w:t>В жилых домах с ХВС без ванн</w:t>
            </w:r>
          </w:p>
        </w:tc>
        <w:tc>
          <w:tcPr>
            <w:tcW w:w="1240" w:type="dxa"/>
            <w:vAlign w:val="center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center"/>
              <w:rPr>
                <w:szCs w:val="24"/>
                <w:lang w:eastAsia="en-US"/>
              </w:rPr>
            </w:pPr>
            <w:r w:rsidRPr="00CC0DDB">
              <w:rPr>
                <w:szCs w:val="24"/>
                <w:lang w:eastAsia="en-US"/>
              </w:rPr>
              <w:t>3,0</w:t>
            </w:r>
          </w:p>
        </w:tc>
      </w:tr>
      <w:tr w:rsidR="00BE3174" w:rsidRPr="000149A1" w:rsidTr="00504959">
        <w:tblPrEx>
          <w:jc w:val="center"/>
        </w:tblPrEx>
        <w:trPr>
          <w:trHeight w:val="554"/>
          <w:jc w:val="center"/>
        </w:trPr>
        <w:tc>
          <w:tcPr>
            <w:tcW w:w="2802" w:type="dxa"/>
            <w:vMerge/>
            <w:vAlign w:val="center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28" w:type="dxa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left"/>
              <w:rPr>
                <w:szCs w:val="24"/>
                <w:lang w:eastAsia="en-US"/>
              </w:rPr>
            </w:pPr>
            <w:r w:rsidRPr="00CC0DDB">
              <w:rPr>
                <w:szCs w:val="24"/>
                <w:lang w:eastAsia="en-US"/>
              </w:rPr>
              <w:t>В жилых домах с ХВС, с канализацией, с ванной или душем, с водонагревательными приборами</w:t>
            </w:r>
          </w:p>
        </w:tc>
        <w:tc>
          <w:tcPr>
            <w:tcW w:w="1240" w:type="dxa"/>
            <w:vAlign w:val="center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center"/>
              <w:rPr>
                <w:szCs w:val="24"/>
                <w:lang w:eastAsia="en-US"/>
              </w:rPr>
            </w:pPr>
            <w:r w:rsidRPr="00CC0DDB">
              <w:rPr>
                <w:szCs w:val="24"/>
                <w:lang w:eastAsia="en-US"/>
              </w:rPr>
              <w:t>5,7</w:t>
            </w:r>
          </w:p>
        </w:tc>
      </w:tr>
      <w:tr w:rsidR="00BE3174" w:rsidRPr="00642219" w:rsidTr="00504959">
        <w:tblPrEx>
          <w:jc w:val="center"/>
        </w:tblPrEx>
        <w:trPr>
          <w:trHeight w:val="555"/>
          <w:jc w:val="center"/>
        </w:trPr>
        <w:tc>
          <w:tcPr>
            <w:tcW w:w="2802" w:type="dxa"/>
            <w:vMerge/>
            <w:vAlign w:val="center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28" w:type="dxa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left"/>
              <w:rPr>
                <w:szCs w:val="24"/>
                <w:lang w:eastAsia="en-US"/>
              </w:rPr>
            </w:pPr>
            <w:r w:rsidRPr="00CC0DDB">
              <w:rPr>
                <w:szCs w:val="24"/>
                <w:lang w:eastAsia="en-US"/>
              </w:rPr>
              <w:t>В жилых домах с ЦГВС, с канализацией, с ванной или душем</w:t>
            </w:r>
          </w:p>
        </w:tc>
        <w:tc>
          <w:tcPr>
            <w:tcW w:w="1240" w:type="dxa"/>
            <w:vAlign w:val="center"/>
          </w:tcPr>
          <w:p w:rsidR="00BE3174" w:rsidRPr="00CC0DDB" w:rsidRDefault="00BE3174" w:rsidP="00504959">
            <w:pPr>
              <w:pStyle w:val="ab"/>
              <w:spacing w:before="0" w:after="0"/>
              <w:ind w:firstLine="0"/>
              <w:jc w:val="center"/>
              <w:rPr>
                <w:szCs w:val="24"/>
                <w:lang w:eastAsia="en-US"/>
              </w:rPr>
            </w:pPr>
            <w:r w:rsidRPr="00CC0DDB">
              <w:rPr>
                <w:szCs w:val="24"/>
                <w:lang w:eastAsia="en-US"/>
              </w:rPr>
              <w:t>4,2</w:t>
            </w:r>
          </w:p>
        </w:tc>
      </w:tr>
    </w:tbl>
    <w:p w:rsidR="00BE3174" w:rsidRDefault="00BE3174" w:rsidP="0055547C"/>
    <w:p w:rsidR="00BE3174" w:rsidRDefault="00BE3174" w:rsidP="0055547C">
      <w:r w:rsidRPr="00A91430">
        <w:t>Проведенный анализ позволяет сделать следую</w:t>
      </w:r>
      <w:r>
        <w:t>щие выводы: в 2018</w:t>
      </w:r>
      <w:r w:rsidRPr="00A91430">
        <w:t xml:space="preserve"> г</w:t>
      </w:r>
      <w:r w:rsidRPr="00A91430">
        <w:t>о</w:t>
      </w:r>
      <w:r w:rsidRPr="00A91430">
        <w:t xml:space="preserve">ду общее количество </w:t>
      </w:r>
      <w:r>
        <w:t>потребителей</w:t>
      </w:r>
      <w:r w:rsidRPr="00A91430">
        <w:t xml:space="preserve"> </w:t>
      </w:r>
      <w:r>
        <w:t xml:space="preserve">воды, поступающей централизованно по водопроводу в </w:t>
      </w:r>
      <w:r w:rsidRPr="00995AA1">
        <w:rPr>
          <w:bCs/>
        </w:rPr>
        <w:t>МО «</w:t>
      </w:r>
      <w:r>
        <w:rPr>
          <w:bCs/>
        </w:rPr>
        <w:t>Майминское</w:t>
      </w:r>
      <w:r w:rsidRPr="00995AA1">
        <w:rPr>
          <w:bCs/>
        </w:rPr>
        <w:t xml:space="preserve"> сельское поселение»</w:t>
      </w:r>
      <w:r w:rsidRPr="00995AA1">
        <w:t xml:space="preserve"> </w:t>
      </w:r>
      <w:r w:rsidRPr="00A91430">
        <w:t>составило</w:t>
      </w:r>
      <w:r w:rsidRPr="00A91430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13454 </w:t>
      </w:r>
      <w:r w:rsidRPr="00A91430">
        <w:t>чел</w:t>
      </w:r>
      <w:r w:rsidRPr="00A91430">
        <w:t>о</w:t>
      </w:r>
      <w:r w:rsidRPr="00A91430">
        <w:t xml:space="preserve">век, </w:t>
      </w:r>
      <w:r>
        <w:t>о</w:t>
      </w:r>
      <w:r w:rsidRPr="00F9375C">
        <w:t>бъем полезного отпуска воды потребителям</w:t>
      </w:r>
      <w:r>
        <w:t xml:space="preserve"> </w:t>
      </w:r>
      <w:r w:rsidRPr="001177B0">
        <w:t>–</w:t>
      </w:r>
      <w:r>
        <w:t xml:space="preserve"> 498,098 </w:t>
      </w:r>
      <w:r w:rsidRPr="008357AA">
        <w:t>тыс</w:t>
      </w:r>
      <w:r w:rsidRPr="00A91430">
        <w:t>. м</w:t>
      </w:r>
      <w:r w:rsidRPr="00A91430">
        <w:rPr>
          <w:vertAlign w:val="superscript"/>
        </w:rPr>
        <w:t>3</w:t>
      </w:r>
      <w:r w:rsidRPr="00A91430">
        <w:t xml:space="preserve">, удельное потребление холодной воды на одного человека </w:t>
      </w:r>
      <w:r w:rsidRPr="001177B0">
        <w:t>–</w:t>
      </w:r>
      <w:r>
        <w:t xml:space="preserve"> 131,86 </w:t>
      </w:r>
      <w:r w:rsidRPr="00A91430">
        <w:t xml:space="preserve">л/сут или </w:t>
      </w:r>
      <w:r>
        <w:t xml:space="preserve">4,02 </w:t>
      </w:r>
      <w:r w:rsidRPr="00A91430">
        <w:t>м</w:t>
      </w:r>
      <w:r w:rsidRPr="00A91430">
        <w:rPr>
          <w:vertAlign w:val="superscript"/>
        </w:rPr>
        <w:t>3</w:t>
      </w:r>
      <w:r w:rsidRPr="00A91430">
        <w:t xml:space="preserve">/мес. Данные показатели лежат </w:t>
      </w:r>
      <w:r>
        <w:t>в пределах</w:t>
      </w:r>
      <w:r w:rsidRPr="00A91430">
        <w:t xml:space="preserve"> существующих норм.</w:t>
      </w:r>
    </w:p>
    <w:p w:rsidR="00BE3174" w:rsidRDefault="00BE3174" w:rsidP="0055547C"/>
    <w:p w:rsidR="00BE3174" w:rsidRDefault="00BE3174" w:rsidP="0055547C"/>
    <w:p w:rsidR="00BE3174" w:rsidRDefault="00BE3174" w:rsidP="00A76893">
      <w:pPr>
        <w:pStyle w:val="Heading3"/>
      </w:pPr>
      <w:bookmarkStart w:id="22" w:name="_Toc10132664"/>
      <w:r w:rsidRPr="00575D7C">
        <w:t>Описание существующей системы коммерческого учета горячей, питьевой воды и планов по установке приборов учета</w:t>
      </w:r>
      <w:bookmarkEnd w:id="22"/>
    </w:p>
    <w:p w:rsidR="00BE3174" w:rsidRDefault="00BE3174" w:rsidP="00E42B89">
      <w:pPr>
        <w:autoSpaceDE w:val="0"/>
        <w:autoSpaceDN w:val="0"/>
        <w:adjustRightInd w:val="0"/>
        <w:ind w:firstLine="567"/>
        <w:rPr>
          <w:szCs w:val="28"/>
        </w:rPr>
      </w:pPr>
      <w:r w:rsidRPr="00AB5B39">
        <w:rPr>
          <w:szCs w:val="28"/>
        </w:rPr>
        <w:t>В соответствии с Федеральным законом Российской Федерации от 23 ноября 2009 года № 261-ФЗ «Об энергосбережении и о повышении энергет</w:t>
      </w:r>
      <w:r w:rsidRPr="00AB5B39">
        <w:rPr>
          <w:szCs w:val="28"/>
        </w:rPr>
        <w:t>и</w:t>
      </w:r>
      <w:r>
        <w:rPr>
          <w:szCs w:val="28"/>
        </w:rPr>
        <w:t xml:space="preserve">ческой </w:t>
      </w:r>
      <w:r w:rsidRPr="00AB5B39">
        <w:rPr>
          <w:szCs w:val="28"/>
        </w:rPr>
        <w:t xml:space="preserve">эффективности и о внесении изменений в отдельные законодательные акты Российской Федерации» </w:t>
      </w:r>
      <w:r w:rsidRPr="00B6791F">
        <w:rPr>
          <w:bCs/>
          <w:szCs w:val="28"/>
        </w:rPr>
        <w:t>МО «</w:t>
      </w:r>
      <w:r w:rsidRPr="00CF5F7D">
        <w:rPr>
          <w:bCs/>
          <w:szCs w:val="28"/>
        </w:rPr>
        <w:t>Майминское</w:t>
      </w:r>
      <w:r w:rsidRPr="00CF5F7D">
        <w:rPr>
          <w:b/>
          <w:bCs/>
          <w:szCs w:val="28"/>
        </w:rPr>
        <w:t xml:space="preserve"> </w:t>
      </w:r>
      <w:r w:rsidRPr="00B6791F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 w:rsidRPr="00AB5B39">
        <w:rPr>
          <w:szCs w:val="28"/>
        </w:rPr>
        <w:t>нео</w:t>
      </w:r>
      <w:r w:rsidRPr="00AB5B39">
        <w:rPr>
          <w:szCs w:val="28"/>
        </w:rPr>
        <w:t>б</w:t>
      </w:r>
      <w:r w:rsidRPr="00AB5B39">
        <w:rPr>
          <w:szCs w:val="28"/>
        </w:rPr>
        <w:t xml:space="preserve">ходимо утвердить целевую программу по развитию систем коммерческого учета. </w:t>
      </w:r>
    </w:p>
    <w:p w:rsidR="00BE3174" w:rsidRPr="00AB5B39" w:rsidRDefault="00BE3174" w:rsidP="00E42B89">
      <w:pPr>
        <w:autoSpaceDE w:val="0"/>
        <w:autoSpaceDN w:val="0"/>
        <w:adjustRightInd w:val="0"/>
        <w:ind w:firstLine="567"/>
        <w:rPr>
          <w:szCs w:val="28"/>
        </w:rPr>
      </w:pPr>
      <w:r w:rsidRPr="00AB5B39">
        <w:rPr>
          <w:szCs w:val="28"/>
        </w:rPr>
        <w:t xml:space="preserve">Основными целями программы являются: перевод экономики </w:t>
      </w:r>
      <w:r>
        <w:rPr>
          <w:szCs w:val="28"/>
        </w:rPr>
        <w:t>поселения</w:t>
      </w:r>
      <w:r w:rsidRPr="00AB5B39">
        <w:rPr>
          <w:szCs w:val="28"/>
        </w:rPr>
        <w:t xml:space="preserve"> на энергоэффективный путь развития, создание системы менеджмента эне</w:t>
      </w:r>
      <w:r w:rsidRPr="00AB5B39">
        <w:rPr>
          <w:szCs w:val="28"/>
        </w:rPr>
        <w:t>р</w:t>
      </w:r>
      <w:r w:rsidRPr="00AB5B39">
        <w:rPr>
          <w:szCs w:val="28"/>
        </w:rPr>
        <w:t>гетической эффективности, воспитание рачительного отношения к энергет</w:t>
      </w:r>
      <w:r w:rsidRPr="00AB5B39">
        <w:rPr>
          <w:szCs w:val="28"/>
        </w:rPr>
        <w:t>и</w:t>
      </w:r>
      <w:r w:rsidRPr="00AB5B39">
        <w:rPr>
          <w:szCs w:val="28"/>
        </w:rPr>
        <w:t>ческим ресурсам и охране окружающей среды. Так же для снижения неу</w:t>
      </w:r>
      <w:r w:rsidRPr="00AB5B39">
        <w:rPr>
          <w:szCs w:val="28"/>
        </w:rPr>
        <w:t>ч</w:t>
      </w:r>
      <w:r w:rsidRPr="00AB5B39">
        <w:rPr>
          <w:szCs w:val="28"/>
        </w:rPr>
        <w:t xml:space="preserve">тенных расходов ресурса, рекомендуется установка приборов коммерческого учета на основных направлениях подачи воды. </w:t>
      </w:r>
    </w:p>
    <w:p w:rsidR="00BE3174" w:rsidRPr="00AB5B39" w:rsidRDefault="00BE3174" w:rsidP="00E42B89">
      <w:pPr>
        <w:autoSpaceDE w:val="0"/>
        <w:autoSpaceDN w:val="0"/>
        <w:adjustRightInd w:val="0"/>
        <w:ind w:firstLine="567"/>
        <w:rPr>
          <w:szCs w:val="28"/>
        </w:rPr>
      </w:pPr>
      <w:r w:rsidRPr="00AB5B39">
        <w:rPr>
          <w:szCs w:val="28"/>
        </w:rPr>
        <w:t xml:space="preserve">В ходе проведенного анализа установлено, что оснащенность приборами учета населения составляет - </w:t>
      </w:r>
      <w:r>
        <w:rPr>
          <w:szCs w:val="28"/>
        </w:rPr>
        <w:t>95</w:t>
      </w:r>
      <w:r w:rsidRPr="00AB5B39">
        <w:rPr>
          <w:szCs w:val="28"/>
        </w:rPr>
        <w:t>%, промышленных объектов – 100%, объе</w:t>
      </w:r>
      <w:r w:rsidRPr="00AB5B39">
        <w:rPr>
          <w:szCs w:val="28"/>
        </w:rPr>
        <w:t>к</w:t>
      </w:r>
      <w:r w:rsidRPr="00AB5B39">
        <w:rPr>
          <w:szCs w:val="28"/>
        </w:rPr>
        <w:t>тов социально-культурного и бытового назначения – 100%.</w:t>
      </w:r>
    </w:p>
    <w:p w:rsidR="00BE3174" w:rsidRDefault="00BE3174" w:rsidP="00E42B89">
      <w:r w:rsidRPr="00AB5B39">
        <w:rPr>
          <w:szCs w:val="28"/>
        </w:rPr>
        <w:t xml:space="preserve">Для обеспечения 100% оснащенности </w:t>
      </w:r>
      <w:r>
        <w:rPr>
          <w:szCs w:val="28"/>
        </w:rPr>
        <w:t xml:space="preserve">населения приборами учета     </w:t>
      </w:r>
      <w:r w:rsidRPr="00AB5B39">
        <w:rPr>
          <w:szCs w:val="28"/>
        </w:rPr>
        <w:t>необходимо выполнять мероприятия в соответствии с 261-ФЗ «Об энерг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сбережении и о повышении энергетической эффективности и о внесении </w:t>
      </w:r>
      <w:r>
        <w:rPr>
          <w:szCs w:val="28"/>
        </w:rPr>
        <w:t xml:space="preserve">  </w:t>
      </w:r>
      <w:r w:rsidRPr="00AB5B39">
        <w:rPr>
          <w:szCs w:val="28"/>
        </w:rPr>
        <w:t>изменений в отдельные законодательные акты Российской Федерации».</w:t>
      </w:r>
    </w:p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23" w:name="_Toc10132665"/>
      <w:r w:rsidRPr="00575D7C">
        <w:t xml:space="preserve">Анализ резервов и дефицитов производственных мощностей </w:t>
      </w:r>
      <w:r>
        <w:t xml:space="preserve">     </w:t>
      </w:r>
      <w:r w:rsidRPr="00575D7C">
        <w:t>системы водоснабжения поселени</w:t>
      </w:r>
      <w:r>
        <w:t>я</w:t>
      </w:r>
      <w:bookmarkEnd w:id="23"/>
    </w:p>
    <w:p w:rsidR="00BE3174" w:rsidRDefault="00BE3174" w:rsidP="00736B39">
      <w:pPr>
        <w:autoSpaceDE w:val="0"/>
        <w:autoSpaceDN w:val="0"/>
        <w:adjustRightInd w:val="0"/>
      </w:pPr>
      <w:r w:rsidRPr="006C392D">
        <w:rPr>
          <w:szCs w:val="28"/>
        </w:rPr>
        <w:t>В результате проведенного анализа технической документации водоз</w:t>
      </w:r>
      <w:r w:rsidRPr="006C392D">
        <w:rPr>
          <w:szCs w:val="28"/>
        </w:rPr>
        <w:t>а</w:t>
      </w:r>
      <w:r w:rsidRPr="006C392D">
        <w:rPr>
          <w:szCs w:val="28"/>
        </w:rPr>
        <w:t xml:space="preserve">борных узлов (ВЗУ) и объемов водопотребления за 2018 год установлено, что полная фактическая производительность всех водозаборных узлов </w:t>
      </w:r>
      <w:r>
        <w:rPr>
          <w:szCs w:val="28"/>
        </w:rPr>
        <w:t xml:space="preserve">поселения </w:t>
      </w:r>
      <w:r w:rsidRPr="006C392D">
        <w:rPr>
          <w:szCs w:val="28"/>
        </w:rPr>
        <w:t xml:space="preserve">составила </w:t>
      </w:r>
      <w:r>
        <w:rPr>
          <w:szCs w:val="28"/>
        </w:rPr>
        <w:t>33828</w:t>
      </w:r>
      <w:r w:rsidRPr="006C392D">
        <w:rPr>
          <w:szCs w:val="28"/>
        </w:rPr>
        <w:t xml:space="preserve"> м</w:t>
      </w:r>
      <w:r w:rsidRPr="006C392D">
        <w:rPr>
          <w:szCs w:val="28"/>
          <w:vertAlign w:val="superscript"/>
        </w:rPr>
        <w:t>3</w:t>
      </w:r>
      <w:r w:rsidRPr="006C392D">
        <w:rPr>
          <w:szCs w:val="28"/>
        </w:rPr>
        <w:t xml:space="preserve">/сут, максимальный суточный объем воды водозаборных узлов составил </w:t>
      </w:r>
      <w:r>
        <w:rPr>
          <w:szCs w:val="28"/>
        </w:rPr>
        <w:t xml:space="preserve">1637,583 </w:t>
      </w:r>
      <w:r w:rsidRPr="006C392D">
        <w:rPr>
          <w:szCs w:val="28"/>
        </w:rPr>
        <w:t>м</w:t>
      </w:r>
      <w:r w:rsidRPr="006C392D">
        <w:rPr>
          <w:szCs w:val="28"/>
          <w:vertAlign w:val="superscript"/>
        </w:rPr>
        <w:t>3</w:t>
      </w:r>
      <w:r w:rsidRPr="006C392D">
        <w:rPr>
          <w:szCs w:val="28"/>
        </w:rPr>
        <w:t>/сут. Из вышеперечисленных значений можно сделать вывод, что в настоящее время на ВЗУ имеется резерв производстве</w:t>
      </w:r>
      <w:r w:rsidRPr="006C392D">
        <w:rPr>
          <w:szCs w:val="28"/>
        </w:rPr>
        <w:t>н</w:t>
      </w:r>
      <w:r w:rsidRPr="006C392D">
        <w:rPr>
          <w:szCs w:val="28"/>
        </w:rPr>
        <w:t>ных мощ</w:t>
      </w:r>
      <w:r>
        <w:rPr>
          <w:szCs w:val="28"/>
        </w:rPr>
        <w:t>ностей,</w:t>
      </w:r>
      <w:r w:rsidRPr="006C392D">
        <w:rPr>
          <w:szCs w:val="28"/>
        </w:rPr>
        <w:t xml:space="preserve"> который составляет </w:t>
      </w:r>
      <w:r>
        <w:rPr>
          <w:szCs w:val="28"/>
        </w:rPr>
        <w:t>95,2</w:t>
      </w:r>
      <w:r w:rsidRPr="006C392D">
        <w:rPr>
          <w:szCs w:val="28"/>
        </w:rPr>
        <w:t xml:space="preserve"> %.</w:t>
      </w:r>
    </w:p>
    <w:p w:rsidR="00BE3174" w:rsidRDefault="00BE3174" w:rsidP="00782372"/>
    <w:p w:rsidR="00BE3174" w:rsidRDefault="00BE3174" w:rsidP="00782372"/>
    <w:p w:rsidR="00BE3174" w:rsidRPr="0020227F" w:rsidRDefault="00BE3174" w:rsidP="00A76893">
      <w:pPr>
        <w:pStyle w:val="Heading3"/>
      </w:pPr>
      <w:bookmarkStart w:id="24" w:name="_Toc10132666"/>
      <w:r w:rsidRPr="0020227F">
        <w:t>Прогнозные балансы потребления горячей, питьевой, технической воды на срок не менее 10 лет с учетом различных сценариев разви</w:t>
      </w:r>
      <w:r>
        <w:t>тия п</w:t>
      </w:r>
      <w:r>
        <w:t>о</w:t>
      </w:r>
      <w:r>
        <w:t xml:space="preserve">селений, рассчитанные на </w:t>
      </w:r>
      <w:r w:rsidRPr="0020227F">
        <w:t>основ</w:t>
      </w:r>
      <w:r>
        <w:t>е</w:t>
      </w:r>
      <w:r w:rsidRPr="0020227F">
        <w:t xml:space="preserve"> расхода горячей, питьевой, технической воды в соответствии со </w:t>
      </w:r>
      <w:hyperlink r:id="rId16" w:history="1">
        <w:r w:rsidRPr="0020227F">
          <w:t>СНиП 2.04.02-84</w:t>
        </w:r>
      </w:hyperlink>
      <w:r w:rsidRPr="0020227F">
        <w:t xml:space="preserve"> и </w:t>
      </w:r>
      <w:hyperlink r:id="rId17" w:history="1">
        <w:r w:rsidRPr="0020227F">
          <w:t>СНиП 2.04.01-85</w:t>
        </w:r>
      </w:hyperlink>
      <w:r w:rsidRPr="0020227F">
        <w:t>, а также и</w:t>
      </w:r>
      <w:r w:rsidRPr="0020227F">
        <w:t>с</w:t>
      </w:r>
      <w:r w:rsidRPr="0020227F">
        <w:t>ходя из текущего объема потребления воды населением и его динамики с учетом перспективы развития и изменения состава и структуры з</w:t>
      </w:r>
      <w:r w:rsidRPr="0020227F">
        <w:t>а</w:t>
      </w:r>
      <w:r w:rsidRPr="0020227F">
        <w:t>стройки</w:t>
      </w:r>
      <w:bookmarkEnd w:id="24"/>
    </w:p>
    <w:p w:rsidR="00BE3174" w:rsidRPr="00260BEF" w:rsidRDefault="00BE3174" w:rsidP="0023684C">
      <w:pPr>
        <w:ind w:firstLine="567"/>
        <w:rPr>
          <w:szCs w:val="28"/>
        </w:rPr>
      </w:pPr>
      <w:r w:rsidRPr="00260BEF">
        <w:rPr>
          <w:szCs w:val="28"/>
        </w:rPr>
        <w:t xml:space="preserve">Прогнозные балансы потребления воды </w:t>
      </w:r>
      <w:r w:rsidRPr="00260BEF">
        <w:rPr>
          <w:bCs/>
          <w:szCs w:val="28"/>
        </w:rPr>
        <w:t>МО «Майминское сельское п</w:t>
      </w:r>
      <w:r w:rsidRPr="00260BEF">
        <w:rPr>
          <w:bCs/>
          <w:szCs w:val="28"/>
        </w:rPr>
        <w:t>о</w:t>
      </w:r>
      <w:r w:rsidRPr="00260BEF">
        <w:rPr>
          <w:bCs/>
          <w:szCs w:val="28"/>
        </w:rPr>
        <w:t xml:space="preserve">селение» </w:t>
      </w:r>
      <w:r w:rsidRPr="00260BEF">
        <w:rPr>
          <w:szCs w:val="28"/>
        </w:rPr>
        <w:t>рассчитаны в соответствии со СНиП 2.04.02-84 «Водоснабжение. Наружные сети и сооружения».</w:t>
      </w:r>
    </w:p>
    <w:p w:rsidR="00BE3174" w:rsidRDefault="00BE3174" w:rsidP="0023684C">
      <w:pPr>
        <w:ind w:firstLine="567"/>
        <w:rPr>
          <w:szCs w:val="28"/>
        </w:rPr>
      </w:pPr>
      <w:r w:rsidRPr="00260BEF">
        <w:rPr>
          <w:szCs w:val="28"/>
        </w:rPr>
        <w:t>Удельное среднесуточное (за год) водопотребление на хозяйственно-питьевые нужды было принято в количестве 180 л/сут в соответствии с п. 2.1 таблица 1 вышеназванного СНиП, с учетом степени благоустройства районов жилой застройки (застройка зданий, оборудованных внутренним водопров</w:t>
      </w:r>
      <w:r w:rsidRPr="00260BEF">
        <w:rPr>
          <w:szCs w:val="28"/>
        </w:rPr>
        <w:t>о</w:t>
      </w:r>
      <w:r w:rsidRPr="00260BEF">
        <w:rPr>
          <w:szCs w:val="28"/>
        </w:rPr>
        <w:t>дом и канализацией).</w:t>
      </w:r>
    </w:p>
    <w:p w:rsidR="00BE3174" w:rsidRDefault="00BE3174" w:rsidP="00260BEF">
      <w:pPr>
        <w:ind w:firstLine="567"/>
        <w:rPr>
          <w:szCs w:val="28"/>
        </w:rPr>
      </w:pPr>
      <w:r w:rsidRPr="00AB5B39">
        <w:rPr>
          <w:szCs w:val="28"/>
        </w:rPr>
        <w:t xml:space="preserve">В соответствии с переписью населения, количество жителей </w:t>
      </w:r>
      <w:r w:rsidRPr="006B5206">
        <w:rPr>
          <w:bCs/>
          <w:szCs w:val="28"/>
        </w:rPr>
        <w:t>МО «</w:t>
      </w:r>
      <w:r w:rsidRPr="00260BEF">
        <w:rPr>
          <w:bCs/>
          <w:szCs w:val="28"/>
        </w:rPr>
        <w:t>Ма</w:t>
      </w:r>
      <w:r w:rsidRPr="00260BEF">
        <w:rPr>
          <w:bCs/>
          <w:szCs w:val="28"/>
        </w:rPr>
        <w:t>й</w:t>
      </w:r>
      <w:r w:rsidRPr="00260BEF">
        <w:rPr>
          <w:bCs/>
          <w:szCs w:val="28"/>
        </w:rPr>
        <w:t>минское</w:t>
      </w:r>
      <w:r w:rsidRPr="006B5206">
        <w:rPr>
          <w:bCs/>
          <w:szCs w:val="28"/>
        </w:rPr>
        <w:t xml:space="preserve"> сельское </w:t>
      </w:r>
      <w:r w:rsidRPr="00B128A0">
        <w:rPr>
          <w:bCs/>
          <w:szCs w:val="28"/>
        </w:rPr>
        <w:t xml:space="preserve">поселение» </w:t>
      </w:r>
      <w:r w:rsidRPr="00B128A0">
        <w:rPr>
          <w:szCs w:val="28"/>
        </w:rPr>
        <w:t xml:space="preserve">в 2018 году составило </w:t>
      </w:r>
      <w:r>
        <w:rPr>
          <w:szCs w:val="28"/>
        </w:rPr>
        <w:t>19760</w:t>
      </w:r>
      <w:r w:rsidRPr="00B128A0">
        <w:rPr>
          <w:szCs w:val="28"/>
        </w:rPr>
        <w:t xml:space="preserve"> чел.</w:t>
      </w:r>
      <w:r w:rsidRPr="00AB5B39">
        <w:rPr>
          <w:szCs w:val="28"/>
        </w:rPr>
        <w:t xml:space="preserve"> С учетом </w:t>
      </w:r>
      <w:r>
        <w:rPr>
          <w:szCs w:val="28"/>
        </w:rPr>
        <w:t xml:space="preserve">  </w:t>
      </w:r>
      <w:r w:rsidRPr="00AB5B39">
        <w:rPr>
          <w:szCs w:val="28"/>
        </w:rPr>
        <w:t xml:space="preserve">тенденции </w:t>
      </w:r>
      <w:r>
        <w:rPr>
          <w:szCs w:val="28"/>
        </w:rPr>
        <w:t xml:space="preserve">роста </w:t>
      </w:r>
      <w:r w:rsidRPr="00AB5B39">
        <w:rPr>
          <w:szCs w:val="28"/>
        </w:rPr>
        <w:t xml:space="preserve">численности населения, расчетное число жителей в </w:t>
      </w:r>
      <w:r w:rsidRPr="00137FE9">
        <w:rPr>
          <w:szCs w:val="28"/>
        </w:rPr>
        <w:t>соотве</w:t>
      </w:r>
      <w:r w:rsidRPr="00137FE9">
        <w:rPr>
          <w:szCs w:val="28"/>
        </w:rPr>
        <w:t>т</w:t>
      </w:r>
      <w:r w:rsidRPr="00137FE9">
        <w:rPr>
          <w:szCs w:val="28"/>
        </w:rPr>
        <w:t xml:space="preserve">ствии с Генеральным планом </w:t>
      </w:r>
      <w:r w:rsidRPr="00137FE9">
        <w:rPr>
          <w:bCs/>
          <w:szCs w:val="28"/>
        </w:rPr>
        <w:t>МО «Майминское сельское поселение»</w:t>
      </w:r>
      <w:r w:rsidRPr="00137FE9">
        <w:rPr>
          <w:szCs w:val="28"/>
        </w:rPr>
        <w:t xml:space="preserve"> прин</w:t>
      </w:r>
      <w:r w:rsidRPr="00137FE9">
        <w:rPr>
          <w:szCs w:val="28"/>
        </w:rPr>
        <w:t>я</w:t>
      </w:r>
      <w:r w:rsidRPr="00137FE9">
        <w:rPr>
          <w:szCs w:val="28"/>
        </w:rPr>
        <w:t>то на 2024</w:t>
      </w:r>
      <w:r w:rsidRPr="00B128A0">
        <w:rPr>
          <w:szCs w:val="28"/>
        </w:rPr>
        <w:t xml:space="preserve"> год –</w:t>
      </w:r>
      <w:r>
        <w:rPr>
          <w:szCs w:val="28"/>
        </w:rPr>
        <w:t xml:space="preserve"> 21736 </w:t>
      </w:r>
      <w:r w:rsidRPr="00B128A0">
        <w:rPr>
          <w:szCs w:val="28"/>
        </w:rPr>
        <w:t>чел.</w:t>
      </w:r>
      <w:r w:rsidRPr="00F80F8F">
        <w:rPr>
          <w:szCs w:val="28"/>
        </w:rPr>
        <w:t xml:space="preserve"> </w:t>
      </w:r>
      <w:r>
        <w:rPr>
          <w:szCs w:val="28"/>
        </w:rPr>
        <w:t>Количество населения пользующегося централ</w:t>
      </w:r>
      <w:r>
        <w:rPr>
          <w:szCs w:val="28"/>
        </w:rPr>
        <w:t>и</w:t>
      </w:r>
      <w:r>
        <w:rPr>
          <w:szCs w:val="28"/>
        </w:rPr>
        <w:t>зованным водоснабжением в 2024 году увеличится на 10%.</w:t>
      </w:r>
    </w:p>
    <w:p w:rsidR="00BE3174" w:rsidRPr="00F33C2C" w:rsidRDefault="00BE3174" w:rsidP="00F33C2C">
      <w:pPr>
        <w:ind w:firstLine="567"/>
        <w:rPr>
          <w:szCs w:val="28"/>
        </w:rPr>
      </w:pPr>
      <w:r w:rsidRPr="00F33C2C">
        <w:rPr>
          <w:szCs w:val="28"/>
        </w:rPr>
        <w:t xml:space="preserve">Расчетный (средний за год) суточный расход воды </w:t>
      </w:r>
      <w:r w:rsidRPr="00F33C2C">
        <w:rPr>
          <w:szCs w:val="28"/>
          <w:lang w:val="en-US"/>
        </w:rPr>
        <w:t>Q</w:t>
      </w:r>
      <w:r w:rsidRPr="00F33C2C">
        <w:rPr>
          <w:szCs w:val="28"/>
          <w:vertAlign w:val="subscript"/>
          <w:lang w:val="en-US"/>
        </w:rPr>
        <w:t>c</w:t>
      </w:r>
      <w:r w:rsidRPr="00F33C2C">
        <w:rPr>
          <w:szCs w:val="28"/>
          <w:vertAlign w:val="subscript"/>
        </w:rPr>
        <w:t>ут.</w:t>
      </w:r>
      <w:r w:rsidRPr="00F33C2C">
        <w:rPr>
          <w:szCs w:val="28"/>
          <w:vertAlign w:val="subscript"/>
          <w:lang w:val="en-US"/>
        </w:rPr>
        <w:t>m</w:t>
      </w:r>
      <w:r w:rsidRPr="00F33C2C">
        <w:rPr>
          <w:szCs w:val="28"/>
        </w:rPr>
        <w:t>, м</w:t>
      </w:r>
      <w:r w:rsidRPr="00F33C2C">
        <w:rPr>
          <w:szCs w:val="28"/>
          <w:vertAlign w:val="superscript"/>
        </w:rPr>
        <w:t>3</w:t>
      </w:r>
      <w:r w:rsidRPr="00F33C2C">
        <w:rPr>
          <w:szCs w:val="28"/>
        </w:rPr>
        <w:t>/сут, на х</w:t>
      </w:r>
      <w:r w:rsidRPr="00F33C2C">
        <w:rPr>
          <w:szCs w:val="28"/>
        </w:rPr>
        <w:t>о</w:t>
      </w:r>
      <w:r w:rsidRPr="00F33C2C">
        <w:rPr>
          <w:szCs w:val="28"/>
        </w:rPr>
        <w:t>зяйственно-питьевые нужды в сельском поселении определяется по формуле:</w:t>
      </w:r>
    </w:p>
    <w:p w:rsidR="00BE3174" w:rsidRPr="00F33C2C" w:rsidRDefault="00BE3174" w:rsidP="00F33C2C">
      <w:pPr>
        <w:ind w:firstLine="567"/>
        <w:rPr>
          <w:szCs w:val="28"/>
        </w:rPr>
      </w:pPr>
      <w:r>
        <w:pict>
          <v:shape id="_x0000_i1029" type="#_x0000_t75" style="width:69.75pt;height:23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defaultTabStop w:val=&quot;708&quot;/&gt;&lt;w:autoHyphenation/&gt;&lt;w:drawingGridHorizontalSpacing w:val=&quot;14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2293&quot;/&gt;&lt;wsp:rsid wsp:val=&quot;000025F9&quot;/&gt;&lt;wsp:rsid wsp:val=&quot;0000410D&quot;/&gt;&lt;wsp:rsid wsp:val=&quot;00010256&quot;/&gt;&lt;wsp:rsid wsp:val=&quot;00011261&quot;/&gt;&lt;wsp:rsid wsp:val=&quot;000149A1&quot;/&gt;&lt;wsp:rsid wsp:val=&quot;00022227&quot;/&gt;&lt;wsp:rsid wsp:val=&quot;00023703&quot;/&gt;&lt;wsp:rsid wsp:val=&quot;0002478F&quot;/&gt;&lt;wsp:rsid wsp:val=&quot;00030DA8&quot;/&gt;&lt;wsp:rsid wsp:val=&quot;000315EC&quot;/&gt;&lt;wsp:rsid wsp:val=&quot;000365B9&quot;/&gt;&lt;wsp:rsid wsp:val=&quot;000378F0&quot;/&gt;&lt;wsp:rsid wsp:val=&quot;0004159C&quot;/&gt;&lt;wsp:rsid wsp:val=&quot;000427BF&quot;/&gt;&lt;wsp:rsid wsp:val=&quot;00051645&quot;/&gt;&lt;wsp:rsid wsp:val=&quot;00073CC8&quot;/&gt;&lt;wsp:rsid wsp:val=&quot;00076AB2&quot;/&gt;&lt;wsp:rsid wsp:val=&quot;000851E4&quot;/&gt;&lt;wsp:rsid wsp:val=&quot;000866E0&quot;/&gt;&lt;wsp:rsid wsp:val=&quot;0008679A&quot;/&gt;&lt;wsp:rsid wsp:val=&quot;00090D9C&quot;/&gt;&lt;wsp:rsid wsp:val=&quot;000972B7&quot;/&gt;&lt;wsp:rsid wsp:val=&quot;000A0C74&quot;/&gt;&lt;wsp:rsid wsp:val=&quot;000A23CA&quot;/&gt;&lt;wsp:rsid wsp:val=&quot;000B20F2&quot;/&gt;&lt;wsp:rsid wsp:val=&quot;000B4E6F&quot;/&gt;&lt;wsp:rsid wsp:val=&quot;000C0001&quot;/&gt;&lt;wsp:rsid wsp:val=&quot;000C0123&quot;/&gt;&lt;wsp:rsid wsp:val=&quot;000C6ECD&quot;/&gt;&lt;wsp:rsid wsp:val=&quot;000D03AE&quot;/&gt;&lt;wsp:rsid wsp:val=&quot;000D07C8&quot;/&gt;&lt;wsp:rsid wsp:val=&quot;000D0F19&quot;/&gt;&lt;wsp:rsid wsp:val=&quot;000D3A7B&quot;/&gt;&lt;wsp:rsid wsp:val=&quot;000E2C1A&quot;/&gt;&lt;wsp:rsid wsp:val=&quot;000E3D86&quot;/&gt;&lt;wsp:rsid wsp:val=&quot;000F12FF&quot;/&gt;&lt;wsp:rsid wsp:val=&quot;000F363E&quot;/&gt;&lt;wsp:rsid wsp:val=&quot;000F4F35&quot;/&gt;&lt;wsp:rsid wsp:val=&quot;000F6CE3&quot;/&gt;&lt;wsp:rsid wsp:val=&quot;000F75EC&quot;/&gt;&lt;wsp:rsid wsp:val=&quot;000F782F&quot;/&gt;&lt;wsp:rsid wsp:val=&quot;00104E45&quot;/&gt;&lt;wsp:rsid wsp:val=&quot;00111622&quot;/&gt;&lt;wsp:rsid wsp:val=&quot;001120EA&quot;/&gt;&lt;wsp:rsid wsp:val=&quot;00116DB6&quot;/&gt;&lt;wsp:rsid wsp:val=&quot;001204D5&quot;/&gt;&lt;wsp:rsid wsp:val=&quot;001238EE&quot;/&gt;&lt;wsp:rsid wsp:val=&quot;00125B79&quot;/&gt;&lt;wsp:rsid wsp:val=&quot;001300D9&quot;/&gt;&lt;wsp:rsid wsp:val=&quot;001322C7&quot;/&gt;&lt;wsp:rsid wsp:val=&quot;00132F72&quot;/&gt;&lt;wsp:rsid wsp:val=&quot;00134EA6&quot;/&gt;&lt;wsp:rsid wsp:val=&quot;00137EB4&quot;/&gt;&lt;wsp:rsid wsp:val=&quot;00137FE9&quot;/&gt;&lt;wsp:rsid wsp:val=&quot;00140444&quot;/&gt;&lt;wsp:rsid wsp:val=&quot;00154081&quot;/&gt;&lt;wsp:rsid wsp:val=&quot;00157897&quot;/&gt;&lt;wsp:rsid wsp:val=&quot;00162997&quot;/&gt;&lt;wsp:rsid wsp:val=&quot;00164521&quot;/&gt;&lt;wsp:rsid wsp:val=&quot;00164D7D&quot;/&gt;&lt;wsp:rsid wsp:val=&quot;00170D80&quot;/&gt;&lt;wsp:rsid wsp:val=&quot;001723F1&quot;/&gt;&lt;wsp:rsid wsp:val=&quot;0018364B&quot;/&gt;&lt;wsp:rsid wsp:val=&quot;00185B35&quot;/&gt;&lt;wsp:rsid wsp:val=&quot;00185C40&quot;/&gt;&lt;wsp:rsid wsp:val=&quot;00185F63&quot;/&gt;&lt;wsp:rsid wsp:val=&quot;001A7EA9&quot;/&gt;&lt;wsp:rsid wsp:val=&quot;001B2A1F&quot;/&gt;&lt;wsp:rsid wsp:val=&quot;001B40D1&quot;/&gt;&lt;wsp:rsid wsp:val=&quot;001D2475&quot;/&gt;&lt;wsp:rsid wsp:val=&quot;001E1147&quot;/&gt;&lt;wsp:rsid wsp:val=&quot;001E128A&quot;/&gt;&lt;wsp:rsid wsp:val=&quot;001F353B&quot;/&gt;&lt;wsp:rsid wsp:val=&quot;001F400F&quot;/&gt;&lt;wsp:rsid wsp:val=&quot;001F7066&quot;/&gt;&lt;wsp:rsid wsp:val=&quot;002006B6&quot;/&gt;&lt;wsp:rsid wsp:val=&quot;0020203E&quot;/&gt;&lt;wsp:rsid wsp:val=&quot;0020227F&quot;/&gt;&lt;wsp:rsid wsp:val=&quot;00206E13&quot;/&gt;&lt;wsp:rsid wsp:val=&quot;00207E15&quot;/&gt;&lt;wsp:rsid wsp:val=&quot;002145FF&quot;/&gt;&lt;wsp:rsid wsp:val=&quot;002157D9&quot;/&gt;&lt;wsp:rsid wsp:val=&quot;00216D45&quot;/&gt;&lt;wsp:rsid wsp:val=&quot;00220259&quot;/&gt;&lt;wsp:rsid wsp:val=&quot;0022263C&quot;/&gt;&lt;wsp:rsid wsp:val=&quot;00223A07&quot;/&gt;&lt;wsp:rsid wsp:val=&quot;00224B50&quot;/&gt;&lt;wsp:rsid wsp:val=&quot;00224DA2&quot;/&gt;&lt;wsp:rsid wsp:val=&quot;002308F2&quot;/&gt;&lt;wsp:rsid wsp:val=&quot;00230C05&quot;/&gt;&lt;wsp:rsid wsp:val=&quot;002313CF&quot;/&gt;&lt;wsp:rsid wsp:val=&quot;00232AF7&quot;/&gt;&lt;wsp:rsid wsp:val=&quot;00233BF3&quot;/&gt;&lt;wsp:rsid wsp:val=&quot;0023684C&quot;/&gt;&lt;wsp:rsid wsp:val=&quot;00252B31&quot;/&gt;&lt;wsp:rsid wsp:val=&quot;00253303&quot;/&gt;&lt;wsp:rsid wsp:val=&quot;00257113&quot;/&gt;&lt;wsp:rsid wsp:val=&quot;00257BCD&quot;/&gt;&lt;wsp:rsid wsp:val=&quot;0026005D&quot;/&gt;&lt;wsp:rsid wsp:val=&quot;00260BEF&quot;/&gt;&lt;wsp:rsid wsp:val=&quot;00264188&quot;/&gt;&lt;wsp:rsid wsp:val=&quot;002674BB&quot;/&gt;&lt;wsp:rsid wsp:val=&quot;00271131&quot;/&gt;&lt;wsp:rsid wsp:val=&quot;00277034&quot;/&gt;&lt;wsp:rsid wsp:val=&quot;00283F36&quot;/&gt;&lt;wsp:rsid wsp:val=&quot;0028472E&quot;/&gt;&lt;wsp:rsid wsp:val=&quot;00286B29&quot;/&gt;&lt;wsp:rsid wsp:val=&quot;002945D0&quot;/&gt;&lt;wsp:rsid wsp:val=&quot;00294C04&quot;/&gt;&lt;wsp:rsid wsp:val=&quot;00295FC3&quot;/&gt;&lt;wsp:rsid wsp:val=&quot;002973D5&quot;/&gt;&lt;wsp:rsid wsp:val=&quot;002B3C14&quot;/&gt;&lt;wsp:rsid wsp:val=&quot;002B5E00&quot;/&gt;&lt;wsp:rsid wsp:val=&quot;002B6D20&quot;/&gt;&lt;wsp:rsid wsp:val=&quot;002B6F36&quot;/&gt;&lt;wsp:rsid wsp:val=&quot;002B731D&quot;/&gt;&lt;wsp:rsid wsp:val=&quot;002D10C9&quot;/&gt;&lt;wsp:rsid wsp:val=&quot;002D1904&quot;/&gt;&lt;wsp:rsid wsp:val=&quot;002D1E83&quot;/&gt;&lt;wsp:rsid wsp:val=&quot;002D408A&quot;/&gt;&lt;wsp:rsid wsp:val=&quot;002D5564&quot;/&gt;&lt;wsp:rsid wsp:val=&quot;002F254A&quot;/&gt;&lt;wsp:rsid wsp:val=&quot;002F6581&quot;/&gt;&lt;wsp:rsid wsp:val=&quot;002F7CD8&quot;/&gt;&lt;wsp:rsid wsp:val=&quot;003021A9&quot;/&gt;&lt;wsp:rsid wsp:val=&quot;00302C7D&quot;/&gt;&lt;wsp:rsid wsp:val=&quot;00303EB5&quot;/&gt;&lt;wsp:rsid wsp:val=&quot;00305BFF&quot;/&gt;&lt;wsp:rsid wsp:val=&quot;00311679&quot;/&gt;&lt;wsp:rsid wsp:val=&quot;00314E84&quot;/&gt;&lt;wsp:rsid wsp:val=&quot;003157A7&quot;/&gt;&lt;wsp:rsid wsp:val=&quot;003171CC&quot;/&gt;&lt;wsp:rsid wsp:val=&quot;00317980&quot;/&gt;&lt;wsp:rsid wsp:val=&quot;0032108F&quot;/&gt;&lt;wsp:rsid wsp:val=&quot;00321C9F&quot;/&gt;&lt;wsp:rsid wsp:val=&quot;003229EF&quot;/&gt;&lt;wsp:rsid wsp:val=&quot;0032381C&quot;/&gt;&lt;wsp:rsid wsp:val=&quot;00325A86&quot;/&gt;&lt;wsp:rsid wsp:val=&quot;0033000A&quot;/&gt;&lt;wsp:rsid wsp:val=&quot;003309C4&quot;/&gt;&lt;wsp:rsid wsp:val=&quot;00331F5C&quot;/&gt;&lt;wsp:rsid wsp:val=&quot;00335EFF&quot;/&gt;&lt;wsp:rsid wsp:val=&quot;00342724&quot;/&gt;&lt;wsp:rsid wsp:val=&quot;003457A3&quot;/&gt;&lt;wsp:rsid wsp:val=&quot;00360C48&quot;/&gt;&lt;wsp:rsid wsp:val=&quot;00381AD8&quot;/&gt;&lt;wsp:rsid wsp:val=&quot;003850CA&quot;/&gt;&lt;wsp:rsid wsp:val=&quot;00387FA9&quot;/&gt;&lt;wsp:rsid wsp:val=&quot;00392CB6&quot;/&gt;&lt;wsp:rsid wsp:val=&quot;00395073&quot;/&gt;&lt;wsp:rsid wsp:val=&quot;0039529A&quot;/&gt;&lt;wsp:rsid wsp:val=&quot;00396C87&quot;/&gt;&lt;wsp:rsid wsp:val=&quot;003A0ED5&quot;/&gt;&lt;wsp:rsid wsp:val=&quot;003A260C&quot;/&gt;&lt;wsp:rsid wsp:val=&quot;003B0778&quot;/&gt;&lt;wsp:rsid wsp:val=&quot;003B0EE9&quot;/&gt;&lt;wsp:rsid wsp:val=&quot;003B12DF&quot;/&gt;&lt;wsp:rsid wsp:val=&quot;003B37F7&quot;/&gt;&lt;wsp:rsid wsp:val=&quot;003C30AE&quot;/&gt;&lt;wsp:rsid wsp:val=&quot;003D09F2&quot;/&gt;&lt;wsp:rsid wsp:val=&quot;003D60AA&quot;/&gt;&lt;wsp:rsid wsp:val=&quot;003D7B5E&quot;/&gt;&lt;wsp:rsid wsp:val=&quot;003E0DE9&quot;/&gt;&lt;wsp:rsid wsp:val=&quot;003E458E&quot;/&gt;&lt;wsp:rsid wsp:val=&quot;003E5F32&quot;/&gt;&lt;wsp:rsid wsp:val=&quot;003E74C1&quot;/&gt;&lt;wsp:rsid wsp:val=&quot;003F41B3&quot;/&gt;&lt;wsp:rsid wsp:val=&quot;003F428F&quot;/&gt;&lt;wsp:rsid wsp:val=&quot;004007C6&quot;/&gt;&lt;wsp:rsid wsp:val=&quot;0041580D&quot;/&gt;&lt;wsp:rsid wsp:val=&quot;00417BA5&quot;/&gt;&lt;wsp:rsid wsp:val=&quot;00420695&quot;/&gt;&lt;wsp:rsid wsp:val=&quot;00422DF1&quot;/&gt;&lt;wsp:rsid wsp:val=&quot;00433A01&quot;/&gt;&lt;wsp:rsid wsp:val=&quot;0043505F&quot;/&gt;&lt;wsp:rsid wsp:val=&quot;0043532F&quot;/&gt;&lt;wsp:rsid wsp:val=&quot;00435D3B&quot;/&gt;&lt;wsp:rsid wsp:val=&quot;00436FCA&quot;/&gt;&lt;wsp:rsid wsp:val=&quot;00441F62&quot;/&gt;&lt;wsp:rsid wsp:val=&quot;00443640&quot;/&gt;&lt;wsp:rsid wsp:val=&quot;00444437&quot;/&gt;&lt;wsp:rsid wsp:val=&quot;004479FC&quot;/&gt;&lt;wsp:rsid wsp:val=&quot;004559C4&quot;/&gt;&lt;wsp:rsid wsp:val=&quot;004660FF&quot;/&gt;&lt;wsp:rsid wsp:val=&quot;00480B46&quot;/&gt;&lt;wsp:rsid wsp:val=&quot;0048256E&quot;/&gt;&lt;wsp:rsid wsp:val=&quot;0048306D&quot;/&gt;&lt;wsp:rsid wsp:val=&quot;00490C5A&quot;/&gt;&lt;wsp:rsid wsp:val=&quot;00496F89&quot;/&gt;&lt;wsp:rsid wsp:val=&quot;004A47EE&quot;/&gt;&lt;wsp:rsid wsp:val=&quot;004B3A00&quot;/&gt;&lt;wsp:rsid wsp:val=&quot;004B3A7F&quot;/&gt;&lt;wsp:rsid wsp:val=&quot;004B5F62&quot;/&gt;&lt;wsp:rsid wsp:val=&quot;004D122D&quot;/&gt;&lt;wsp:rsid wsp:val=&quot;004D33A7&quot;/&gt;&lt;wsp:rsid wsp:val=&quot;004D3F9D&quot;/&gt;&lt;wsp:rsid wsp:val=&quot;004D73C4&quot;/&gt;&lt;wsp:rsid wsp:val=&quot;004D7F5C&quot;/&gt;&lt;wsp:rsid wsp:val=&quot;004E1BA8&quot;/&gt;&lt;wsp:rsid wsp:val=&quot;004F3C5E&quot;/&gt;&lt;wsp:rsid wsp:val=&quot;004F3DEF&quot;/&gt;&lt;wsp:rsid wsp:val=&quot;004F4AF7&quot;/&gt;&lt;wsp:rsid wsp:val=&quot;00500BB7&quot;/&gt;&lt;wsp:rsid wsp:val=&quot;00504591&quot;/&gt;&lt;wsp:rsid wsp:val=&quot;00504959&quot;/&gt;&lt;wsp:rsid wsp:val=&quot;00521F98&quot;/&gt;&lt;wsp:rsid wsp:val=&quot;005274FA&quot;/&gt;&lt;wsp:rsid wsp:val=&quot;00532815&quot;/&gt;&lt;wsp:rsid wsp:val=&quot;005358F5&quot;/&gt;&lt;wsp:rsid wsp:val=&quot;00537734&quot;/&gt;&lt;wsp:rsid wsp:val=&quot;005459E8&quot;/&gt;&lt;wsp:rsid wsp:val=&quot;00547D3B&quot;/&gt;&lt;wsp:rsid wsp:val=&quot;0055034F&quot;/&gt;&lt;wsp:rsid wsp:val=&quot;0055547C&quot;/&gt;&lt;wsp:rsid wsp:val=&quot;00570BDF&quot;/&gt;&lt;wsp:rsid wsp:val=&quot;005720C7&quot;/&gt;&lt;wsp:rsid wsp:val=&quot;00574543&quot;/&gt;&lt;wsp:rsid wsp:val=&quot;005778B3&quot;/&gt;&lt;wsp:rsid wsp:val=&quot;0058112E&quot;/&gt;&lt;wsp:rsid wsp:val=&quot;00581A19&quot;/&gt;&lt;wsp:rsid wsp:val=&quot;005847D7&quot;/&gt;&lt;wsp:rsid wsp:val=&quot;00585DF6&quot;/&gt;&lt;wsp:rsid wsp:val=&quot;005863AA&quot;/&gt;&lt;wsp:rsid wsp:val=&quot;005903F4&quot;/&gt;&lt;wsp:rsid wsp:val=&quot;005A1F5A&quot;/&gt;&lt;wsp:rsid wsp:val=&quot;005A798E&quot;/&gt;&lt;wsp:rsid wsp:val=&quot;005B207F&quot;/&gt;&lt;wsp:rsid wsp:val=&quot;005B3329&quot;/&gt;&lt;wsp:rsid wsp:val=&quot;005B5A48&quot;/&gt;&lt;wsp:rsid wsp:val=&quot;005B5EEE&quot;/&gt;&lt;wsp:rsid wsp:val=&quot;005C4657&quot;/&gt;&lt;wsp:rsid wsp:val=&quot;005D1763&quot;/&gt;&lt;wsp:rsid wsp:val=&quot;005D38A9&quot;/&gt;&lt;wsp:rsid wsp:val=&quot;005D71BE&quot;/&gt;&lt;wsp:rsid wsp:val=&quot;005E14AC&quot;/&gt;&lt;wsp:rsid wsp:val=&quot;005E5AC3&quot;/&gt;&lt;wsp:rsid wsp:val=&quot;00602497&quot;/&gt;&lt;wsp:rsid wsp:val=&quot;00602650&quot;/&gt;&lt;wsp:rsid wsp:val=&quot;006048B9&quot;/&gt;&lt;wsp:rsid wsp:val=&quot;00604AAB&quot;/&gt;&lt;wsp:rsid wsp:val=&quot;00615ED4&quot;/&gt;&lt;wsp:rsid wsp:val=&quot;00624CCE&quot;/&gt;&lt;wsp:rsid wsp:val=&quot;006256A2&quot;/&gt;&lt;wsp:rsid wsp:val=&quot;006260D1&quot;/&gt;&lt;wsp:rsid wsp:val=&quot;00626A83&quot;/&gt;&lt;wsp:rsid wsp:val=&quot;006270C5&quot;/&gt;&lt;wsp:rsid wsp:val=&quot;00634F31&quot;/&gt;&lt;wsp:rsid wsp:val=&quot;0063652D&quot;/&gt;&lt;wsp:rsid wsp:val=&quot;006373B8&quot;/&gt;&lt;wsp:rsid wsp:val=&quot;00637917&quot;/&gt;&lt;wsp:rsid wsp:val=&quot;00642219&quot;/&gt;&lt;wsp:rsid wsp:val=&quot;00642798&quot;/&gt;&lt;wsp:rsid wsp:val=&quot;00645056&quot;/&gt;&lt;wsp:rsid wsp:val=&quot;00652334&quot;/&gt;&lt;wsp:rsid wsp:val=&quot;0065233F&quot;/&gt;&lt;wsp:rsid wsp:val=&quot;00653F0D&quot;/&gt;&lt;wsp:rsid wsp:val=&quot;0066197E&quot;/&gt;&lt;wsp:rsid wsp:val=&quot;0067508D&quot;/&gt;&lt;wsp:rsid wsp:val=&quot;00675BDA&quot;/&gt;&lt;wsp:rsid wsp:val=&quot;00676C76&quot;/&gt;&lt;wsp:rsid wsp:val=&quot;006825FD&quot;/&gt;&lt;wsp:rsid wsp:val=&quot;0068428C&quot;/&gt;&lt;wsp:rsid wsp:val=&quot;006906FD&quot;/&gt;&lt;wsp:rsid wsp:val=&quot;006970AF&quot;/&gt;&lt;wsp:rsid wsp:val=&quot;006A1C1A&quot;/&gt;&lt;wsp:rsid wsp:val=&quot;006A2A94&quot;/&gt;&lt;wsp:rsid wsp:val=&quot;006A2F31&quot;/&gt;&lt;wsp:rsid wsp:val=&quot;006A78E6&quot;/&gt;&lt;wsp:rsid wsp:val=&quot;006B2C9F&quot;/&gt;&lt;wsp:rsid wsp:val=&quot;006B7151&quot;/&gt;&lt;wsp:rsid wsp:val=&quot;006B740A&quot;/&gt;&lt;wsp:rsid wsp:val=&quot;006C1F27&quot;/&gt;&lt;wsp:rsid wsp:val=&quot;006C2235&quot;/&gt;&lt;wsp:rsid wsp:val=&quot;006C2630&quot;/&gt;&lt;wsp:rsid wsp:val=&quot;006C3FD4&quot;/&gt;&lt;wsp:rsid wsp:val=&quot;006D09AF&quot;/&gt;&lt;wsp:rsid wsp:val=&quot;006D197A&quot;/&gt;&lt;wsp:rsid wsp:val=&quot;006D5145&quot;/&gt;&lt;wsp:rsid wsp:val=&quot;006E36C7&quot;/&gt;&lt;wsp:rsid wsp:val=&quot;006F1904&quot;/&gt;&lt;wsp:rsid wsp:val=&quot;0071798D&quot;/&gt;&lt;wsp:rsid wsp:val=&quot;00722DA5&quot;/&gt;&lt;wsp:rsid wsp:val=&quot;007250AC&quot;/&gt;&lt;wsp:rsid wsp:val=&quot;00733B17&quot;/&gt;&lt;wsp:rsid wsp:val=&quot;0073452A&quot;/&gt;&lt;wsp:rsid wsp:val=&quot;00736B39&quot;/&gt;&lt;wsp:rsid wsp:val=&quot;007418DE&quot;/&gt;&lt;wsp:rsid wsp:val=&quot;007425C4&quot;/&gt;&lt;wsp:rsid wsp:val=&quot;007623CC&quot;/&gt;&lt;wsp:rsid wsp:val=&quot;00762CAB&quot;/&gt;&lt;wsp:rsid wsp:val=&quot;00764AA6&quot;/&gt;&lt;wsp:rsid wsp:val=&quot;00765BA9&quot;/&gt;&lt;wsp:rsid wsp:val=&quot;00766155&quot;/&gt;&lt;wsp:rsid wsp:val=&quot;00770150&quot;/&gt;&lt;wsp:rsid wsp:val=&quot;00771F1A&quot;/&gt;&lt;wsp:rsid wsp:val=&quot;00772E32&quot;/&gt;&lt;wsp:rsid wsp:val=&quot;00777B91&quot;/&gt;&lt;wsp:rsid wsp:val=&quot;007806C6&quot;/&gt;&lt;wsp:rsid wsp:val=&quot;00782372&quot;/&gt;&lt;wsp:rsid wsp:val=&quot;00793116&quot;/&gt;&lt;wsp:rsid wsp:val=&quot;0079396A&quot;/&gt;&lt;wsp:rsid wsp:val=&quot;007961E0&quot;/&gt;&lt;wsp:rsid wsp:val=&quot;00796D91&quot;/&gt;&lt;wsp:rsid wsp:val=&quot;007978E9&quot;/&gt;&lt;wsp:rsid wsp:val=&quot;007A03FB&quot;/&gt;&lt;wsp:rsid wsp:val=&quot;007A225F&quot;/&gt;&lt;wsp:rsid wsp:val=&quot;007A55F9&quot;/&gt;&lt;wsp:rsid wsp:val=&quot;007A6256&quot;/&gt;&lt;wsp:rsid wsp:val=&quot;007B17BD&quot;/&gt;&lt;wsp:rsid wsp:val=&quot;007B361A&quot;/&gt;&lt;wsp:rsid wsp:val=&quot;007B5B4D&quot;/&gt;&lt;wsp:rsid wsp:val=&quot;007C3E88&quot;/&gt;&lt;wsp:rsid wsp:val=&quot;007D08C9&quot;/&gt;&lt;wsp:rsid wsp:val=&quot;007D11BE&quot;/&gt;&lt;wsp:rsid wsp:val=&quot;007D36DE&quot;/&gt;&lt;wsp:rsid wsp:val=&quot;007D5360&quot;/&gt;&lt;wsp:rsid wsp:val=&quot;007D5EA0&quot;/&gt;&lt;wsp:rsid wsp:val=&quot;007D711A&quot;/&gt;&lt;wsp:rsid wsp:val=&quot;007D788D&quot;/&gt;&lt;wsp:rsid wsp:val=&quot;007E31E3&quot;/&gt;&lt;wsp:rsid wsp:val=&quot;007E749C&quot;/&gt;&lt;wsp:rsid wsp:val=&quot;007F2F90&quot;/&gt;&lt;wsp:rsid wsp:val=&quot;007F4902&quot;/&gt;&lt;wsp:rsid wsp:val=&quot;0080183E&quot;/&gt;&lt;wsp:rsid wsp:val=&quot;008032E8&quot;/&gt;&lt;wsp:rsid wsp:val=&quot;008058E7&quot;/&gt;&lt;wsp:rsid wsp:val=&quot;00806675&quot;/&gt;&lt;wsp:rsid wsp:val=&quot;008068D1&quot;/&gt;&lt;wsp:rsid wsp:val=&quot;00811B6B&quot;/&gt;&lt;wsp:rsid wsp:val=&quot;00822980&quot;/&gt;&lt;wsp:rsid wsp:val=&quot;00824E44&quot;/&gt;&lt;wsp:rsid wsp:val=&quot;008261F6&quot;/&gt;&lt;wsp:rsid wsp:val=&quot;00832816&quot;/&gt;&lt;wsp:rsid wsp:val=&quot;00832F79&quot;/&gt;&lt;wsp:rsid wsp:val=&quot;00834671&quot;/&gt;&lt;wsp:rsid wsp:val=&quot;00835AF3&quot;/&gt;&lt;wsp:rsid wsp:val=&quot;00835C09&quot;/&gt;&lt;wsp:rsid wsp:val=&quot;0083656E&quot;/&gt;&lt;wsp:rsid wsp:val=&quot;008365D2&quot;/&gt;&lt;wsp:rsid wsp:val=&quot;0083777E&quot;/&gt;&lt;wsp:rsid wsp:val=&quot;008548E1&quot;/&gt;&lt;wsp:rsid wsp:val=&quot;00855C1C&quot;/&gt;&lt;wsp:rsid wsp:val=&quot;00864AF0&quot;/&gt;&lt;wsp:rsid wsp:val=&quot;0087281A&quot;/&gt;&lt;wsp:rsid wsp:val=&quot;008747A8&quot;/&gt;&lt;wsp:rsid wsp:val=&quot;00886218&quot;/&gt;&lt;wsp:rsid wsp:val=&quot;00887657&quot;/&gt;&lt;wsp:rsid wsp:val=&quot;00892313&quot;/&gt;&lt;wsp:rsid wsp:val=&quot;00892BAC&quot;/&gt;&lt;wsp:rsid wsp:val=&quot;00893EDB&quot;/&gt;&lt;wsp:rsid wsp:val=&quot;00895E91&quot;/&gt;&lt;wsp:rsid wsp:val=&quot;008A60BD&quot;/&gt;&lt;wsp:rsid wsp:val=&quot;008B00D7&quot;/&gt;&lt;wsp:rsid wsp:val=&quot;008B1A50&quot;/&gt;&lt;wsp:rsid wsp:val=&quot;008B2A66&quot;/&gt;&lt;wsp:rsid wsp:val=&quot;008B6E8A&quot;/&gt;&lt;wsp:rsid wsp:val=&quot;008C52DC&quot;/&gt;&lt;wsp:rsid wsp:val=&quot;008C59A0&quot;/&gt;&lt;wsp:rsid wsp:val=&quot;008D2792&quot;/&gt;&lt;wsp:rsid wsp:val=&quot;008D5126&quot;/&gt;&lt;wsp:rsid wsp:val=&quot;008D5DA4&quot;/&gt;&lt;wsp:rsid wsp:val=&quot;008E0688&quot;/&gt;&lt;wsp:rsid wsp:val=&quot;008E4E84&quot;/&gt;&lt;wsp:rsid wsp:val=&quot;008E63F6&quot;/&gt;&lt;wsp:rsid wsp:val=&quot;008E677C&quot;/&gt;&lt;wsp:rsid wsp:val=&quot;008E6C6A&quot;/&gt;&lt;wsp:rsid wsp:val=&quot;008F25A0&quot;/&gt;&lt;wsp:rsid wsp:val=&quot;008F2872&quot;/&gt;&lt;wsp:rsid wsp:val=&quot;009002AB&quot;/&gt;&lt;wsp:rsid wsp:val=&quot;00902886&quot;/&gt;&lt;wsp:rsid wsp:val=&quot;00906CAE&quot;/&gt;&lt;wsp:rsid wsp:val=&quot;00911058&quot;/&gt;&lt;wsp:rsid wsp:val=&quot;00913161&quot;/&gt;&lt;wsp:rsid wsp:val=&quot;00915DC4&quot;/&gt;&lt;wsp:rsid wsp:val=&quot;009200C7&quot;/&gt;&lt;wsp:rsid wsp:val=&quot;009230E6&quot;/&gt;&lt;wsp:rsid wsp:val=&quot;00930143&quot;/&gt;&lt;wsp:rsid wsp:val=&quot;0093156F&quot;/&gt;&lt;wsp:rsid wsp:val=&quot;009317A1&quot;/&gt;&lt;wsp:rsid wsp:val=&quot;009332D7&quot;/&gt;&lt;wsp:rsid wsp:val=&quot;00933E0C&quot;/&gt;&lt;wsp:rsid wsp:val=&quot;009377A0&quot;/&gt;&lt;wsp:rsid wsp:val=&quot;00947536&quot;/&gt;&lt;wsp:rsid wsp:val=&quot;009512E4&quot;/&gt;&lt;wsp:rsid wsp:val=&quot;00977B76&quot;/&gt;&lt;wsp:rsid wsp:val=&quot;00977C5D&quot;/&gt;&lt;wsp:rsid wsp:val=&quot;00981829&quot;/&gt;&lt;wsp:rsid wsp:val=&quot;0098584E&quot;/&gt;&lt;wsp:rsid wsp:val=&quot;00990ED2&quot;/&gt;&lt;wsp:rsid wsp:val=&quot;00993B03&quot;/&gt;&lt;wsp:rsid wsp:val=&quot;00996A9A&quot;/&gt;&lt;wsp:rsid wsp:val=&quot;009A13C2&quot;/&gt;&lt;wsp:rsid wsp:val=&quot;009C012A&quot;/&gt;&lt;wsp:rsid wsp:val=&quot;009C311B&quot;/&gt;&lt;wsp:rsid wsp:val=&quot;009C4DBE&quot;/&gt;&lt;wsp:rsid wsp:val=&quot;009C6BC1&quot;/&gt;&lt;wsp:rsid wsp:val=&quot;009D0045&quot;/&gt;&lt;wsp:rsid wsp:val=&quot;009D1B83&quot;/&gt;&lt;wsp:rsid wsp:val=&quot;009D222F&quot;/&gt;&lt;wsp:rsid wsp:val=&quot;009E32CA&quot;/&gt;&lt;wsp:rsid wsp:val=&quot;009E6D97&quot;/&gt;&lt;wsp:rsid wsp:val=&quot;009F4811&quot;/&gt;&lt;wsp:rsid wsp:val=&quot;009F4B71&quot;/&gt;&lt;wsp:rsid wsp:val=&quot;00A00200&quot;/&gt;&lt;wsp:rsid wsp:val=&quot;00A01E0B&quot;/&gt;&lt;wsp:rsid wsp:val=&quot;00A028DC&quot;/&gt;&lt;wsp:rsid wsp:val=&quot;00A02DE5&quot;/&gt;&lt;wsp:rsid wsp:val=&quot;00A03E84&quot;/&gt;&lt;wsp:rsid wsp:val=&quot;00A04257&quot;/&gt;&lt;wsp:rsid wsp:val=&quot;00A06193&quot;/&gt;&lt;wsp:rsid wsp:val=&quot;00A06A25&quot;/&gt;&lt;wsp:rsid wsp:val=&quot;00A1136A&quot;/&gt;&lt;wsp:rsid wsp:val=&quot;00A12C60&quot;/&gt;&lt;wsp:rsid wsp:val=&quot;00A16138&quot;/&gt;&lt;wsp:rsid wsp:val=&quot;00A17F12&quot;/&gt;&lt;wsp:rsid wsp:val=&quot;00A206E5&quot;/&gt;&lt;wsp:rsid wsp:val=&quot;00A30CBF&quot;/&gt;&lt;wsp:rsid wsp:val=&quot;00A31573&quot;/&gt;&lt;wsp:rsid wsp:val=&quot;00A36629&quot;/&gt;&lt;wsp:rsid wsp:val=&quot;00A41EF2&quot;/&gt;&lt;wsp:rsid wsp:val=&quot;00A5046B&quot;/&gt;&lt;wsp:rsid wsp:val=&quot;00A504BF&quot;/&gt;&lt;wsp:rsid wsp:val=&quot;00A63AB3&quot;/&gt;&lt;wsp:rsid wsp:val=&quot;00A64218&quot;/&gt;&lt;wsp:rsid wsp:val=&quot;00A643DE&quot;/&gt;&lt;wsp:rsid wsp:val=&quot;00A64FBF&quot;/&gt;&lt;wsp:rsid wsp:val=&quot;00A65969&quot;/&gt;&lt;wsp:rsid wsp:val=&quot;00A66FC0&quot;/&gt;&lt;wsp:rsid wsp:val=&quot;00A750CE&quot;/&gt;&lt;wsp:rsid wsp:val=&quot;00A76893&quot;/&gt;&lt;wsp:rsid wsp:val=&quot;00A8400F&quot;/&gt;&lt;wsp:rsid wsp:val=&quot;00A85DB4&quot;/&gt;&lt;wsp:rsid wsp:val=&quot;00A92958&quot;/&gt;&lt;wsp:rsid wsp:val=&quot;00AA41FD&quot;/&gt;&lt;wsp:rsid wsp:val=&quot;00AB19DC&quot;/&gt;&lt;wsp:rsid wsp:val=&quot;00AB3F00&quot;/&gt;&lt;wsp:rsid wsp:val=&quot;00AC5BC2&quot;/&gt;&lt;wsp:rsid wsp:val=&quot;00AD195C&quot;/&gt;&lt;wsp:rsid wsp:val=&quot;00AD7090&quot;/&gt;&lt;wsp:rsid wsp:val=&quot;00AD7516&quot;/&gt;&lt;wsp:rsid wsp:val=&quot;00AE4C72&quot;/&gt;&lt;wsp:rsid wsp:val=&quot;00AE4E75&quot;/&gt;&lt;wsp:rsid wsp:val=&quot;00AF3C3E&quot;/&gt;&lt;wsp:rsid wsp:val=&quot;00AF46F8&quot;/&gt;&lt;wsp:rsid wsp:val=&quot;00AF4FB1&quot;/&gt;&lt;wsp:rsid wsp:val=&quot;00AF5365&quot;/&gt;&lt;wsp:rsid wsp:val=&quot;00AF7901&quot;/&gt;&lt;wsp:rsid wsp:val=&quot;00B12895&quot;/&gt;&lt;wsp:rsid wsp:val=&quot;00B24E2F&quot;/&gt;&lt;wsp:rsid wsp:val=&quot;00B25EC0&quot;/&gt;&lt;wsp:rsid wsp:val=&quot;00B30202&quot;/&gt;&lt;wsp:rsid wsp:val=&quot;00B30D87&quot;/&gt;&lt;wsp:rsid wsp:val=&quot;00B40D32&quot;/&gt;&lt;wsp:rsid wsp:val=&quot;00B40F91&quot;/&gt;&lt;wsp:rsid wsp:val=&quot;00B4202C&quot;/&gt;&lt;wsp:rsid wsp:val=&quot;00B5202C&quot;/&gt;&lt;wsp:rsid wsp:val=&quot;00B5762A&quot;/&gt;&lt;wsp:rsid wsp:val=&quot;00B60D44&quot;/&gt;&lt;wsp:rsid wsp:val=&quot;00B66103&quot;/&gt;&lt;wsp:rsid wsp:val=&quot;00B67436&quot;/&gt;&lt;wsp:rsid wsp:val=&quot;00B72293&quot;/&gt;&lt;wsp:rsid wsp:val=&quot;00B804D1&quot;/&gt;&lt;wsp:rsid wsp:val=&quot;00B81F3C&quot;/&gt;&lt;wsp:rsid wsp:val=&quot;00B86389&quot;/&gt;&lt;wsp:rsid wsp:val=&quot;00B918D3&quot;/&gt;&lt;wsp:rsid wsp:val=&quot;00B97F6B&quot;/&gt;&lt;wsp:rsid wsp:val=&quot;00BA47B1&quot;/&gt;&lt;wsp:rsid wsp:val=&quot;00BA65EF&quot;/&gt;&lt;wsp:rsid wsp:val=&quot;00BA736C&quot;/&gt;&lt;wsp:rsid wsp:val=&quot;00BB10B6&quot;/&gt;&lt;wsp:rsid wsp:val=&quot;00BB4173&quot;/&gt;&lt;wsp:rsid wsp:val=&quot;00BB4655&quot;/&gt;&lt;wsp:rsid wsp:val=&quot;00BB5766&quot;/&gt;&lt;wsp:rsid wsp:val=&quot;00BC0A4F&quot;/&gt;&lt;wsp:rsid wsp:val=&quot;00BC0B7A&quot;/&gt;&lt;wsp:rsid wsp:val=&quot;00BC15DB&quot;/&gt;&lt;wsp:rsid wsp:val=&quot;00BE2349&quot;/&gt;&lt;wsp:rsid wsp:val=&quot;00BE350D&quot;/&gt;&lt;wsp:rsid wsp:val=&quot;00BE4F30&quot;/&gt;&lt;wsp:rsid wsp:val=&quot;00BF1A64&quot;/&gt;&lt;wsp:rsid wsp:val=&quot;00BF7945&quot;/&gt;&lt;wsp:rsid wsp:val=&quot;00C005E8&quot;/&gt;&lt;wsp:rsid wsp:val=&quot;00C13918&quot;/&gt;&lt;wsp:rsid wsp:val=&quot;00C16E62&quot;/&gt;&lt;wsp:rsid wsp:val=&quot;00C17ECB&quot;/&gt;&lt;wsp:rsid wsp:val=&quot;00C2284B&quot;/&gt;&lt;wsp:rsid wsp:val=&quot;00C312B5&quot;/&gt;&lt;wsp:rsid wsp:val=&quot;00C34E08&quot;/&gt;&lt;wsp:rsid wsp:val=&quot;00C50ED0&quot;/&gt;&lt;wsp:rsid wsp:val=&quot;00C51E23&quot;/&gt;&lt;wsp:rsid wsp:val=&quot;00C568DE&quot;/&gt;&lt;wsp:rsid wsp:val=&quot;00C71608&quot;/&gt;&lt;wsp:rsid wsp:val=&quot;00C77CDC&quot;/&gt;&lt;wsp:rsid wsp:val=&quot;00C81481&quot;/&gt;&lt;wsp:rsid wsp:val=&quot;00C826A2&quot;/&gt;&lt;wsp:rsid wsp:val=&quot;00C83929&quot;/&gt;&lt;wsp:rsid wsp:val=&quot;00C8561D&quot;/&gt;&lt;wsp:rsid wsp:val=&quot;00C865C9&quot;/&gt;&lt;wsp:rsid wsp:val=&quot;00C90495&quot;/&gt;&lt;wsp:rsid wsp:val=&quot;00C92F10&quot;/&gt;&lt;wsp:rsid wsp:val=&quot;00C94153&quot;/&gt;&lt;wsp:rsid wsp:val=&quot;00C97A70&quot;/&gt;&lt;wsp:rsid wsp:val=&quot;00CA0582&quot;/&gt;&lt;wsp:rsid wsp:val=&quot;00CA1615&quot;/&gt;&lt;wsp:rsid wsp:val=&quot;00CA3BF1&quot;/&gt;&lt;wsp:rsid wsp:val=&quot;00CA4D0D&quot;/&gt;&lt;wsp:rsid wsp:val=&quot;00CA60D5&quot;/&gt;&lt;wsp:rsid wsp:val=&quot;00CB503E&quot;/&gt;&lt;wsp:rsid wsp:val=&quot;00CB51EE&quot;/&gt;&lt;wsp:rsid wsp:val=&quot;00CB61D6&quot;/&gt;&lt;wsp:rsid wsp:val=&quot;00CB6ECC&quot;/&gt;&lt;wsp:rsid wsp:val=&quot;00CC6117&quot;/&gt;&lt;wsp:rsid wsp:val=&quot;00CE0AF6&quot;/&gt;&lt;wsp:rsid wsp:val=&quot;00CE6F11&quot;/&gt;&lt;wsp:rsid wsp:val=&quot;00CF0199&quot;/&gt;&lt;wsp:rsid wsp:val=&quot;00CF1183&quot;/&gt;&lt;wsp:rsid wsp:val=&quot;00CF5AA5&quot;/&gt;&lt;wsp:rsid wsp:val=&quot;00CF7D51&quot;/&gt;&lt;wsp:rsid wsp:val=&quot;00D11BC4&quot;/&gt;&lt;wsp:rsid wsp:val=&quot;00D2218F&quot;/&gt;&lt;wsp:rsid wsp:val=&quot;00D33384&quot;/&gt;&lt;wsp:rsid wsp:val=&quot;00D340CF&quot;/&gt;&lt;wsp:rsid wsp:val=&quot;00D34D05&quot;/&gt;&lt;wsp:rsid wsp:val=&quot;00D41220&quot;/&gt;&lt;wsp:rsid wsp:val=&quot;00D45F50&quot;/&gt;&lt;wsp:rsid wsp:val=&quot;00D511C3&quot;/&gt;&lt;wsp:rsid wsp:val=&quot;00D512BF&quot;/&gt;&lt;wsp:rsid wsp:val=&quot;00D61258&quot;/&gt;&lt;wsp:rsid wsp:val=&quot;00D62CFF&quot;/&gt;&lt;wsp:rsid wsp:val=&quot;00D66449&quot;/&gt;&lt;wsp:rsid wsp:val=&quot;00D7033A&quot;/&gt;&lt;wsp:rsid wsp:val=&quot;00D72F90&quot;/&gt;&lt;wsp:rsid wsp:val=&quot;00D7300A&quot;/&gt;&lt;wsp:rsid wsp:val=&quot;00D77999&quot;/&gt;&lt;wsp:rsid wsp:val=&quot;00D80700&quot;/&gt;&lt;wsp:rsid wsp:val=&quot;00D81B2D&quot;/&gt;&lt;wsp:rsid wsp:val=&quot;00D85E37&quot;/&gt;&lt;wsp:rsid wsp:val=&quot;00D86E08&quot;/&gt;&lt;wsp:rsid wsp:val=&quot;00D909D9&quot;/&gt;&lt;wsp:rsid wsp:val=&quot;00D97136&quot;/&gt;&lt;wsp:rsid wsp:val=&quot;00DA3038&quot;/&gt;&lt;wsp:rsid wsp:val=&quot;00DB0380&quot;/&gt;&lt;wsp:rsid wsp:val=&quot;00DB258F&quot;/&gt;&lt;wsp:rsid wsp:val=&quot;00DB29E4&quot;/&gt;&lt;wsp:rsid wsp:val=&quot;00DD0287&quot;/&gt;&lt;wsp:rsid wsp:val=&quot;00DD093F&quot;/&gt;&lt;wsp:rsid wsp:val=&quot;00DD1E08&quot;/&gt;&lt;wsp:rsid wsp:val=&quot;00DD7348&quot;/&gt;&lt;wsp:rsid wsp:val=&quot;00DE15C0&quot;/&gt;&lt;wsp:rsid wsp:val=&quot;00DE3634&quot;/&gt;&lt;wsp:rsid wsp:val=&quot;00DE6678&quot;/&gt;&lt;wsp:rsid wsp:val=&quot;00DE7B7F&quot;/&gt;&lt;wsp:rsid wsp:val=&quot;00DE7EC4&quot;/&gt;&lt;wsp:rsid wsp:val=&quot;00DF1C65&quot;/&gt;&lt;wsp:rsid wsp:val=&quot;00DF4491&quot;/&gt;&lt;wsp:rsid wsp:val=&quot;00DF5AB4&quot;/&gt;&lt;wsp:rsid wsp:val=&quot;00DF5AC1&quot;/&gt;&lt;wsp:rsid wsp:val=&quot;00DF5F17&quot;/&gt;&lt;wsp:rsid wsp:val=&quot;00DF6394&quot;/&gt;&lt;wsp:rsid wsp:val=&quot;00E000B4&quot;/&gt;&lt;wsp:rsid wsp:val=&quot;00E032D1&quot;/&gt;&lt;wsp:rsid wsp:val=&quot;00E04DA1&quot;/&gt;&lt;wsp:rsid wsp:val=&quot;00E05386&quot;/&gt;&lt;wsp:rsid wsp:val=&quot;00E14634&quot;/&gt;&lt;wsp:rsid wsp:val=&quot;00E203DA&quot;/&gt;&lt;wsp:rsid wsp:val=&quot;00E208BE&quot;/&gt;&lt;wsp:rsid wsp:val=&quot;00E23D9A&quot;/&gt;&lt;wsp:rsid wsp:val=&quot;00E33205&quot;/&gt;&lt;wsp:rsid wsp:val=&quot;00E33C5E&quot;/&gt;&lt;wsp:rsid wsp:val=&quot;00E3555A&quot;/&gt;&lt;wsp:rsid wsp:val=&quot;00E409D9&quot;/&gt;&lt;wsp:rsid wsp:val=&quot;00E42B89&quot;/&gt;&lt;wsp:rsid wsp:val=&quot;00E43A35&quot;/&gt;&lt;wsp:rsid wsp:val=&quot;00E45197&quot;/&gt;&lt;wsp:rsid wsp:val=&quot;00E475C9&quot;/&gt;&lt;wsp:rsid wsp:val=&quot;00E50513&quot;/&gt;&lt;wsp:rsid wsp:val=&quot;00E51422&quot;/&gt;&lt;wsp:rsid wsp:val=&quot;00E5471D&quot;/&gt;&lt;wsp:rsid wsp:val=&quot;00E55918&quot;/&gt;&lt;wsp:rsid wsp:val=&quot;00E56CC0&quot;/&gt;&lt;wsp:rsid wsp:val=&quot;00E61E6D&quot;/&gt;&lt;wsp:rsid wsp:val=&quot;00E65184&quot;/&gt;&lt;wsp:rsid wsp:val=&quot;00E73CA0&quot;/&gt;&lt;wsp:rsid wsp:val=&quot;00E779D8&quot;/&gt;&lt;wsp:rsid wsp:val=&quot;00E77C30&quot;/&gt;&lt;wsp:rsid wsp:val=&quot;00E8173A&quot;/&gt;&lt;wsp:rsid wsp:val=&quot;00E81891&quot;/&gt;&lt;wsp:rsid wsp:val=&quot;00E818EF&quot;/&gt;&lt;wsp:rsid wsp:val=&quot;00E824CE&quot;/&gt;&lt;wsp:rsid wsp:val=&quot;00E91875&quot;/&gt;&lt;wsp:rsid wsp:val=&quot;00E95EF4&quot;/&gt;&lt;wsp:rsid wsp:val=&quot;00EA0AD2&quot;/&gt;&lt;wsp:rsid wsp:val=&quot;00EA13C7&quot;/&gt;&lt;wsp:rsid wsp:val=&quot;00EA3137&quot;/&gt;&lt;wsp:rsid wsp:val=&quot;00EB0724&quot;/&gt;&lt;wsp:rsid wsp:val=&quot;00EB34AA&quot;/&gt;&lt;wsp:rsid wsp:val=&quot;00EB5902&quot;/&gt;&lt;wsp:rsid wsp:val=&quot;00EC633E&quot;/&gt;&lt;wsp:rsid wsp:val=&quot;00EC6803&quot;/&gt;&lt;wsp:rsid wsp:val=&quot;00EC6ED7&quot;/&gt;&lt;wsp:rsid wsp:val=&quot;00ED0383&quot;/&gt;&lt;wsp:rsid wsp:val=&quot;00ED0B1B&quot;/&gt;&lt;wsp:rsid wsp:val=&quot;00ED1DEB&quot;/&gt;&lt;wsp:rsid wsp:val=&quot;00ED68C2&quot;/&gt;&lt;wsp:rsid wsp:val=&quot;00ED6F64&quot;/&gt;&lt;wsp:rsid wsp:val=&quot;00EE1264&quot;/&gt;&lt;wsp:rsid wsp:val=&quot;00EE3402&quot;/&gt;&lt;wsp:rsid wsp:val=&quot;00EE5058&quot;/&gt;&lt;wsp:rsid wsp:val=&quot;00EE643F&quot;/&gt;&lt;wsp:rsid wsp:val=&quot;00F0644F&quot;/&gt;&lt;wsp:rsid wsp:val=&quot;00F147D1&quot;/&gt;&lt;wsp:rsid wsp:val=&quot;00F1529E&quot;/&gt;&lt;wsp:rsid wsp:val=&quot;00F166D8&quot;/&gt;&lt;wsp:rsid wsp:val=&quot;00F17FE6&quot;/&gt;&lt;wsp:rsid wsp:val=&quot;00F2675E&quot;/&gt;&lt;wsp:rsid wsp:val=&quot;00F316C5&quot;/&gt;&lt;wsp:rsid wsp:val=&quot;00F33C2C&quot;/&gt;&lt;wsp:rsid wsp:val=&quot;00F419F0&quot;/&gt;&lt;wsp:rsid wsp:val=&quot;00F468C8&quot;/&gt;&lt;wsp:rsid wsp:val=&quot;00F5065A&quot;/&gt;&lt;wsp:rsid wsp:val=&quot;00F61008&quot;/&gt;&lt;wsp:rsid wsp:val=&quot;00F619E4&quot;/&gt;&lt;wsp:rsid wsp:val=&quot;00F65D2C&quot;/&gt;&lt;wsp:rsid wsp:val=&quot;00F714F0&quot;/&gt;&lt;wsp:rsid wsp:val=&quot;00F719E8&quot;/&gt;&lt;wsp:rsid wsp:val=&quot;00F74C9C&quot;/&gt;&lt;wsp:rsid wsp:val=&quot;00F75105&quot;/&gt;&lt;wsp:rsid wsp:val=&quot;00F752EA&quot;/&gt;&lt;wsp:rsid wsp:val=&quot;00F75655&quot;/&gt;&lt;wsp:rsid wsp:val=&quot;00F756ED&quot;/&gt;&lt;wsp:rsid wsp:val=&quot;00F77974&quot;/&gt;&lt;wsp:rsid wsp:val=&quot;00F80E32&quot;/&gt;&lt;wsp:rsid wsp:val=&quot;00F848C9&quot;/&gt;&lt;wsp:rsid wsp:val=&quot;00F853AF&quot;/&gt;&lt;wsp:rsid wsp:val=&quot;00F9111D&quot;/&gt;&lt;wsp:rsid wsp:val=&quot;00F934AB&quot;/&gt;&lt;wsp:rsid wsp:val=&quot;00F96120&quot;/&gt;&lt;wsp:rsid wsp:val=&quot;00F96D71&quot;/&gt;&lt;wsp:rsid wsp:val=&quot;00F97DE3&quot;/&gt;&lt;wsp:rsid wsp:val=&quot;00FA1E8D&quot;/&gt;&lt;wsp:rsid wsp:val=&quot;00FA22B9&quot;/&gt;&lt;wsp:rsid wsp:val=&quot;00FA2FFC&quot;/&gt;&lt;wsp:rsid wsp:val=&quot;00FA47EB&quot;/&gt;&lt;wsp:rsid wsp:val=&quot;00FA6019&quot;/&gt;&lt;wsp:rsid wsp:val=&quot;00FC3783&quot;/&gt;&lt;wsp:rsid wsp:val=&quot;00FC6A74&quot;/&gt;&lt;wsp:rsid wsp:val=&quot;00FC7815&quot;/&gt;&lt;wsp:rsid wsp:val=&quot;00FC7C36&quot;/&gt;&lt;wsp:rsid wsp:val=&quot;00FD1773&quot;/&gt;&lt;wsp:rsid wsp:val=&quot;00FD295D&quot;/&gt;&lt;wsp:rsid wsp:val=&quot;00FD4795&quot;/&gt;&lt;wsp:rsid wsp:val=&quot;00FD573E&quot;/&gt;&lt;wsp:rsid wsp:val=&quot;00FD5AFF&quot;/&gt;&lt;wsp:rsid wsp:val=&quot;00FE0A31&quot;/&gt;&lt;wsp:rsid wsp:val=&quot;00FE1170&quot;/&gt;&lt;wsp:rsid wsp:val=&quot;00FE225B&quot;/&gt;&lt;wsp:rsid wsp:val=&quot;00FE257E&quot;/&gt;&lt;wsp:rsid wsp:val=&quot;00FE2CA0&quot;/&gt;&lt;wsp:rsid wsp:val=&quot;00FF3494&quot;/&gt;&lt;wsp:rsid wsp:val=&quot;00FF61B1&quot;/&gt;&lt;wsp:rsid wsp:val=&quot;00FF6E6B&quot;/&gt;&lt;wsp:rsid wsp:val=&quot;00FF6E9F&quot;/&gt;&lt;wsp:rsid wsp:val=&quot;00FF7A18&quot;/&gt;&lt;/wsp:rsids&gt;&lt;/w:docPr&gt;&lt;w:body&gt;&lt;w:p wsp:rsidR=&quot;00000000&quot; wsp:rsidRDefault=&quot;009C311B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Q&lt;/m:t&gt;&lt;/m:r&gt;&lt;/m:e&gt;&lt;m:sub&gt;&lt;m:r&gt;&lt;w:rPr&gt;&lt;w:rFonts w:ascii=&quot;Cambria Math&quot; w:h-ansi=&quot;Cambria Math&quot;/&gt;&lt;wx:font wx:val=&quot;Cambria Math&quot;/&gt;&lt;w:i/&gt;&lt;w:sz-cs w:val=&quot;28&quot;/&gt;&lt;/w:rPr&gt;&lt;m:t&gt;Р¶&lt;/m:t&gt;&lt;/m:r&gt;&lt;/m:sub&gt;&lt;/m:sSub&gt;&lt;m:r&gt;&lt;w:rPr&gt;&lt;w:rFonts w:ascii=&quot;Cambria Math&quot;/&gt;&lt;wx:font wx:val=&quot;Cambria Math&quot;/&gt;&lt;w:i/&gt;&lt;w:sz-cs w:val=&quot;28&quot;/&gt;&lt;/w:rPr&gt;&lt;m:t&gt;=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-cs w:val=&quot;28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-cs w:val=&quot;28&quot;/&gt;&lt;/w:rPr&gt;&lt;m:t&gt;Р¶&lt;/m:t&gt;&lt;/m:r&gt;&lt;/m:sub&gt;&lt;/m:sSub&gt;&lt;/m:e&gt;&lt;/m:nary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N&lt;/m:t&gt;&lt;/m:r&gt;&lt;/m:e&gt;&lt;m:sub&gt;&lt;m:r&gt;&lt;w:rPr&gt;&lt;w:rFonts w:ascii=&quot;Cambria Math&quot; w:h-ansi=&quot;Cambria Math&quot;/&gt;&lt;wx:font wx:val=&quot;Cambria Math&quot;/&gt;&lt;w:i/&gt;&lt;w:sz-cs w:val=&quot;28&quot;/&gt;&lt;/w:rPr&gt;&lt;m:t&gt;Р¶&lt;/m:t&gt;&lt;/m:r&gt;&lt;/m:sub&gt;&lt;/m:sSub&gt;&lt;m:r&gt;&lt;w:rPr&gt;&lt;w:rFonts w:ascii=&quot;Cambria Math&quot;/&gt;&lt;wx:font wx:val=&quot;Cambria Math&quot;/&gt;&lt;w:i/&gt;&lt;w:sz-cs w:val=&quot;28&quot;/&gt;&lt;/w:rPr&gt;&lt;m:t&gt;/10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</w:p>
    <w:p w:rsidR="00BE3174" w:rsidRPr="00F33C2C" w:rsidRDefault="00BE3174" w:rsidP="00F33C2C">
      <w:pPr>
        <w:rPr>
          <w:szCs w:val="28"/>
        </w:rPr>
      </w:pPr>
      <w:r w:rsidRPr="00F33C2C">
        <w:rPr>
          <w:szCs w:val="28"/>
        </w:rPr>
        <w:t>где </w:t>
      </w:r>
      <w:r w:rsidRPr="00F33C2C">
        <w:rPr>
          <w:szCs w:val="28"/>
          <w:lang w:val="en-US"/>
        </w:rPr>
        <w:t>q</w:t>
      </w:r>
      <w:r w:rsidRPr="00F33C2C">
        <w:rPr>
          <w:szCs w:val="28"/>
          <w:vertAlign w:val="subscript"/>
        </w:rPr>
        <w:t>ж</w:t>
      </w:r>
      <w:r w:rsidRPr="00F33C2C">
        <w:rPr>
          <w:szCs w:val="28"/>
        </w:rPr>
        <w:t> - удельное водопотребление, принимаемое 180 л/сут;</w:t>
      </w:r>
    </w:p>
    <w:p w:rsidR="00BE3174" w:rsidRPr="00F33C2C" w:rsidRDefault="00BE3174" w:rsidP="00F33C2C">
      <w:pPr>
        <w:rPr>
          <w:szCs w:val="28"/>
        </w:rPr>
      </w:pPr>
      <w:r w:rsidRPr="00F33C2C">
        <w:rPr>
          <w:szCs w:val="28"/>
          <w:lang w:val="en-US"/>
        </w:rPr>
        <w:t>N</w:t>
      </w:r>
      <w:r w:rsidRPr="00F33C2C">
        <w:rPr>
          <w:szCs w:val="28"/>
          <w:vertAlign w:val="subscript"/>
        </w:rPr>
        <w:t>ж</w:t>
      </w:r>
      <w:r w:rsidRPr="00F33C2C">
        <w:rPr>
          <w:szCs w:val="28"/>
        </w:rPr>
        <w:t> - расчетное число жителей в районах жилой застройки.</w:t>
      </w:r>
    </w:p>
    <w:p w:rsidR="00BE3174" w:rsidRPr="00F33C2C" w:rsidRDefault="00BE3174" w:rsidP="0023684C">
      <w:pPr>
        <w:autoSpaceDE w:val="0"/>
        <w:autoSpaceDN w:val="0"/>
        <w:adjustRightInd w:val="0"/>
        <w:ind w:firstLine="567"/>
        <w:rPr>
          <w:szCs w:val="28"/>
        </w:rPr>
      </w:pPr>
    </w:p>
    <w:p w:rsidR="00BE3174" w:rsidRDefault="00BE3174" w:rsidP="00AF3C3E">
      <w:r w:rsidRPr="004E1BA8">
        <w:rPr>
          <w:szCs w:val="28"/>
        </w:rPr>
        <w:t xml:space="preserve">Динамика </w:t>
      </w:r>
      <w:r w:rsidRPr="004E1BA8">
        <w:t xml:space="preserve">ожидаемого потребления населением питьевой </w:t>
      </w:r>
      <w:r w:rsidRPr="004E1BA8">
        <w:rPr>
          <w:szCs w:val="28"/>
        </w:rPr>
        <w:t>воды</w:t>
      </w:r>
      <w:r w:rsidRPr="004E1BA8">
        <w:t xml:space="preserve"> с уч</w:t>
      </w:r>
      <w:r w:rsidRPr="004E1BA8">
        <w:t>е</w:t>
      </w:r>
      <w:r w:rsidRPr="004E1BA8">
        <w:t xml:space="preserve">том перспективы развития и изменения состава и структуры застройки </w:t>
      </w:r>
      <w:r w:rsidRPr="004E1BA8">
        <w:rPr>
          <w:szCs w:val="28"/>
        </w:rPr>
        <w:t xml:space="preserve"> </w:t>
      </w:r>
      <w:r w:rsidRPr="004E1BA8">
        <w:rPr>
          <w:bCs/>
          <w:szCs w:val="28"/>
        </w:rPr>
        <w:t>МО «Майминское сельское поселение»</w:t>
      </w:r>
      <w:r w:rsidRPr="004E1BA8">
        <w:rPr>
          <w:szCs w:val="28"/>
        </w:rPr>
        <w:t xml:space="preserve"> (тыс. м</w:t>
      </w:r>
      <w:r w:rsidRPr="004E1BA8">
        <w:rPr>
          <w:szCs w:val="28"/>
          <w:vertAlign w:val="superscript"/>
        </w:rPr>
        <w:t>3</w:t>
      </w:r>
      <w:r w:rsidRPr="004E1BA8">
        <w:rPr>
          <w:szCs w:val="28"/>
        </w:rPr>
        <w:t>/год) приведена в таблице 8.</w:t>
      </w:r>
    </w:p>
    <w:p w:rsidR="00BE3174" w:rsidRDefault="00BE3174" w:rsidP="00F33C2C"/>
    <w:p w:rsidR="00BE3174" w:rsidRDefault="00BE3174" w:rsidP="00F33C2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8</w:t>
      </w:r>
      <w:r w:rsidRPr="00FE2CA0">
        <w:t>.</w:t>
      </w:r>
      <w:r>
        <w:t xml:space="preserve"> Сведения об ожидаемом потреблении населением питьевой воды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5"/>
        <w:gridCol w:w="1291"/>
        <w:gridCol w:w="17"/>
        <w:gridCol w:w="1362"/>
        <w:gridCol w:w="1282"/>
        <w:gridCol w:w="1313"/>
        <w:gridCol w:w="12"/>
        <w:gridCol w:w="1288"/>
        <w:gridCol w:w="1467"/>
      </w:tblGrid>
      <w:tr w:rsidR="00BE3174" w:rsidTr="00504959">
        <w:tc>
          <w:tcPr>
            <w:tcW w:w="1715" w:type="dxa"/>
            <w:vMerge w:val="restar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Наименование расхода</w:t>
            </w:r>
          </w:p>
        </w:tc>
        <w:tc>
          <w:tcPr>
            <w:tcW w:w="1291" w:type="dxa"/>
            <w:vMerge w:val="restar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Год</w:t>
            </w:r>
          </w:p>
        </w:tc>
        <w:tc>
          <w:tcPr>
            <w:tcW w:w="1379" w:type="dxa"/>
            <w:gridSpan w:val="2"/>
            <w:vMerge w:val="restar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Единица</w:t>
            </w:r>
          </w:p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измерения</w:t>
            </w:r>
          </w:p>
        </w:tc>
        <w:tc>
          <w:tcPr>
            <w:tcW w:w="1282" w:type="dxa"/>
            <w:vMerge w:val="restar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Кол-во</w:t>
            </w:r>
          </w:p>
        </w:tc>
        <w:tc>
          <w:tcPr>
            <w:tcW w:w="4080" w:type="dxa"/>
            <w:gridSpan w:val="4"/>
            <w:shd w:val="clear" w:color="auto" w:fill="C6D9F1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8"/>
                <w:szCs w:val="24"/>
              </w:rPr>
            </w:pPr>
            <w:r w:rsidRPr="00CC0DDB">
              <w:rPr>
                <w:szCs w:val="24"/>
              </w:rPr>
              <w:t>Водопотребление</w:t>
            </w:r>
          </w:p>
        </w:tc>
      </w:tr>
      <w:tr w:rsidR="00BE3174" w:rsidTr="00504959">
        <w:tc>
          <w:tcPr>
            <w:tcW w:w="1715" w:type="dxa"/>
            <w:vMerge/>
            <w:shd w:val="clear" w:color="auto" w:fill="C6D9F1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8"/>
                <w:szCs w:val="24"/>
              </w:rPr>
            </w:pPr>
          </w:p>
        </w:tc>
        <w:tc>
          <w:tcPr>
            <w:tcW w:w="1291" w:type="dxa"/>
            <w:vMerge/>
            <w:shd w:val="clear" w:color="auto" w:fill="C6D9F1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8"/>
                <w:szCs w:val="24"/>
              </w:rPr>
            </w:pPr>
          </w:p>
        </w:tc>
        <w:tc>
          <w:tcPr>
            <w:tcW w:w="1379" w:type="dxa"/>
            <w:gridSpan w:val="2"/>
            <w:vMerge/>
            <w:shd w:val="clear" w:color="auto" w:fill="C6D9F1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8"/>
                <w:szCs w:val="24"/>
              </w:rPr>
            </w:pPr>
          </w:p>
        </w:tc>
        <w:tc>
          <w:tcPr>
            <w:tcW w:w="1282" w:type="dxa"/>
            <w:vMerge/>
            <w:shd w:val="clear" w:color="auto" w:fill="C6D9F1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8"/>
                <w:szCs w:val="24"/>
              </w:rPr>
            </w:pPr>
          </w:p>
        </w:tc>
        <w:tc>
          <w:tcPr>
            <w:tcW w:w="1313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Годовое 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300" w:type="dxa"/>
            <w:gridSpan w:val="2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Сред. сут. 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/сут</w:t>
            </w:r>
          </w:p>
        </w:tc>
        <w:tc>
          <w:tcPr>
            <w:tcW w:w="1467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Макс. сут. 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/сут</w:t>
            </w:r>
          </w:p>
        </w:tc>
      </w:tr>
      <w:tr w:rsidR="00BE3174" w:rsidRPr="00286B29" w:rsidTr="00504959">
        <w:trPr>
          <w:trHeight w:val="431"/>
        </w:trPr>
        <w:tc>
          <w:tcPr>
            <w:tcW w:w="1715" w:type="dxa"/>
            <w:vMerge w:val="restar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bCs/>
                <w:color w:val="000000"/>
                <w:sz w:val="24"/>
                <w:szCs w:val="24"/>
              </w:rPr>
              <w:t>Хоз. питьевые нужды</w:t>
            </w:r>
          </w:p>
        </w:tc>
        <w:tc>
          <w:tcPr>
            <w:tcW w:w="1308" w:type="dxa"/>
            <w:gridSpan w:val="2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2018</w:t>
            </w:r>
          </w:p>
        </w:tc>
        <w:tc>
          <w:tcPr>
            <w:tcW w:w="1362" w:type="dxa"/>
            <w:vMerge w:val="restar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Чел.</w:t>
            </w:r>
          </w:p>
        </w:tc>
        <w:tc>
          <w:tcPr>
            <w:tcW w:w="1282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19760</w:t>
            </w:r>
          </w:p>
        </w:tc>
        <w:tc>
          <w:tcPr>
            <w:tcW w:w="1325" w:type="dxa"/>
            <w:gridSpan w:val="2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498,098</w:t>
            </w:r>
          </w:p>
        </w:tc>
        <w:tc>
          <w:tcPr>
            <w:tcW w:w="128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1364,653</w:t>
            </w:r>
          </w:p>
        </w:tc>
        <w:tc>
          <w:tcPr>
            <w:tcW w:w="146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1637,583</w:t>
            </w:r>
          </w:p>
        </w:tc>
      </w:tr>
      <w:tr w:rsidR="00BE3174" w:rsidRPr="00286B29" w:rsidTr="00504959">
        <w:trPr>
          <w:trHeight w:val="551"/>
        </w:trPr>
        <w:tc>
          <w:tcPr>
            <w:tcW w:w="1715" w:type="dxa"/>
            <w:vMerge/>
          </w:tcPr>
          <w:p w:rsidR="00BE3174" w:rsidRPr="00504959" w:rsidRDefault="00BE3174" w:rsidP="0050495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2019</w:t>
            </w:r>
          </w:p>
        </w:tc>
        <w:tc>
          <w:tcPr>
            <w:tcW w:w="1362" w:type="dxa"/>
            <w:vMerge/>
            <w:vAlign w:val="center"/>
          </w:tcPr>
          <w:p w:rsidR="00BE3174" w:rsidRPr="00504959" w:rsidRDefault="00BE3174" w:rsidP="005049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19780</w:t>
            </w:r>
          </w:p>
        </w:tc>
        <w:tc>
          <w:tcPr>
            <w:tcW w:w="1325" w:type="dxa"/>
            <w:gridSpan w:val="2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498,990</w:t>
            </w:r>
          </w:p>
        </w:tc>
        <w:tc>
          <w:tcPr>
            <w:tcW w:w="128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1367,095</w:t>
            </w:r>
          </w:p>
        </w:tc>
        <w:tc>
          <w:tcPr>
            <w:tcW w:w="146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1640,514</w:t>
            </w:r>
          </w:p>
        </w:tc>
      </w:tr>
      <w:tr w:rsidR="00BE3174" w:rsidRPr="00286B29" w:rsidTr="00504959">
        <w:trPr>
          <w:trHeight w:val="551"/>
        </w:trPr>
        <w:tc>
          <w:tcPr>
            <w:tcW w:w="1715" w:type="dxa"/>
            <w:vMerge/>
          </w:tcPr>
          <w:p w:rsidR="00BE3174" w:rsidRPr="00504959" w:rsidRDefault="00BE3174" w:rsidP="0050495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2024</w:t>
            </w:r>
          </w:p>
        </w:tc>
        <w:tc>
          <w:tcPr>
            <w:tcW w:w="1362" w:type="dxa"/>
            <w:vMerge/>
            <w:vAlign w:val="center"/>
          </w:tcPr>
          <w:p w:rsidR="00BE3174" w:rsidRPr="00504959" w:rsidRDefault="00BE3174" w:rsidP="005049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21736</w:t>
            </w:r>
          </w:p>
        </w:tc>
        <w:tc>
          <w:tcPr>
            <w:tcW w:w="1325" w:type="dxa"/>
            <w:gridSpan w:val="2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679,952</w:t>
            </w:r>
          </w:p>
        </w:tc>
        <w:tc>
          <w:tcPr>
            <w:tcW w:w="128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1862,881</w:t>
            </w:r>
          </w:p>
        </w:tc>
        <w:tc>
          <w:tcPr>
            <w:tcW w:w="146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2235,457</w:t>
            </w:r>
          </w:p>
        </w:tc>
      </w:tr>
    </w:tbl>
    <w:p w:rsidR="00BE3174" w:rsidRPr="00F33C2C" w:rsidRDefault="00BE3174" w:rsidP="0023684C">
      <w:pPr>
        <w:autoSpaceDE w:val="0"/>
        <w:autoSpaceDN w:val="0"/>
        <w:adjustRightInd w:val="0"/>
        <w:ind w:firstLine="567"/>
        <w:rPr>
          <w:szCs w:val="28"/>
        </w:rPr>
      </w:pPr>
    </w:p>
    <w:p w:rsidR="00BE3174" w:rsidRPr="00F33C2C" w:rsidRDefault="00BE3174" w:rsidP="0023684C">
      <w:pPr>
        <w:autoSpaceDE w:val="0"/>
        <w:autoSpaceDN w:val="0"/>
        <w:adjustRightInd w:val="0"/>
        <w:ind w:firstLine="567"/>
        <w:rPr>
          <w:szCs w:val="28"/>
        </w:rPr>
      </w:pPr>
    </w:p>
    <w:p w:rsidR="00BE3174" w:rsidRDefault="00BE3174" w:rsidP="00A76893">
      <w:pPr>
        <w:pStyle w:val="Heading3"/>
      </w:pPr>
      <w:bookmarkStart w:id="25" w:name="_Toc10132667"/>
      <w:r w:rsidRPr="00575D7C">
        <w:t>Сведения о фактическом и ожидаемом потреблении питьевой, технической воды</w:t>
      </w:r>
      <w:bookmarkEnd w:id="25"/>
    </w:p>
    <w:p w:rsidR="00BE3174" w:rsidRDefault="00BE3174" w:rsidP="008365D2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9</w:t>
      </w:r>
      <w:r w:rsidRPr="00FE2CA0">
        <w:t>.</w:t>
      </w:r>
      <w:r>
        <w:t xml:space="preserve"> Сведения о фактическом и ожидаемом потреблении воды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276"/>
        <w:gridCol w:w="1276"/>
        <w:gridCol w:w="1134"/>
        <w:gridCol w:w="1276"/>
        <w:gridCol w:w="1275"/>
      </w:tblGrid>
      <w:tr w:rsidR="00BE3174" w:rsidRPr="000D07C8" w:rsidTr="00504959">
        <w:tc>
          <w:tcPr>
            <w:tcW w:w="2093" w:type="dxa"/>
            <w:vMerge w:val="restart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Потребитель</w:t>
            </w:r>
          </w:p>
        </w:tc>
        <w:tc>
          <w:tcPr>
            <w:tcW w:w="7654" w:type="dxa"/>
            <w:gridSpan w:val="6"/>
            <w:shd w:val="clear" w:color="auto" w:fill="C6D9F1"/>
            <w:vAlign w:val="center"/>
          </w:tcPr>
          <w:p w:rsidR="00BE3174" w:rsidRDefault="00BE3174" w:rsidP="00504959">
            <w:pPr>
              <w:ind w:firstLine="0"/>
              <w:jc w:val="center"/>
            </w:pPr>
            <w:r w:rsidRPr="00504959">
              <w:rPr>
                <w:sz w:val="24"/>
                <w:szCs w:val="24"/>
              </w:rPr>
              <w:t>Периоды</w:t>
            </w:r>
          </w:p>
        </w:tc>
      </w:tr>
      <w:tr w:rsidR="00BE3174" w:rsidRPr="000D07C8" w:rsidTr="00504959">
        <w:tc>
          <w:tcPr>
            <w:tcW w:w="2093" w:type="dxa"/>
            <w:vMerge/>
            <w:shd w:val="clear" w:color="auto" w:fill="C6D9F1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3969" w:type="dxa"/>
            <w:gridSpan w:val="3"/>
            <w:shd w:val="clear" w:color="auto" w:fill="C6D9F1"/>
            <w:vAlign w:val="center"/>
          </w:tcPr>
          <w:p w:rsidR="00BE3174" w:rsidRDefault="00BE3174" w:rsidP="00504959">
            <w:pPr>
              <w:ind w:firstLine="0"/>
              <w:jc w:val="center"/>
            </w:pPr>
            <w:r w:rsidRPr="00504959">
              <w:rPr>
                <w:sz w:val="24"/>
                <w:szCs w:val="24"/>
              </w:rPr>
              <w:t>Факт 2018 г</w:t>
            </w:r>
          </w:p>
        </w:tc>
        <w:tc>
          <w:tcPr>
            <w:tcW w:w="3685" w:type="dxa"/>
            <w:gridSpan w:val="3"/>
            <w:shd w:val="clear" w:color="auto" w:fill="C6D9F1"/>
            <w:vAlign w:val="center"/>
          </w:tcPr>
          <w:p w:rsidR="00BE3174" w:rsidRDefault="00BE3174" w:rsidP="00504959">
            <w:pPr>
              <w:ind w:firstLine="0"/>
              <w:jc w:val="center"/>
            </w:pPr>
            <w:r w:rsidRPr="00504959">
              <w:rPr>
                <w:sz w:val="24"/>
                <w:szCs w:val="24"/>
              </w:rPr>
              <w:t>Расчетный срок, 2024 г</w:t>
            </w:r>
          </w:p>
        </w:tc>
      </w:tr>
      <w:tr w:rsidR="00BE3174" w:rsidRPr="000D07C8" w:rsidTr="00504959">
        <w:tc>
          <w:tcPr>
            <w:tcW w:w="2093" w:type="dxa"/>
            <w:vMerge/>
            <w:shd w:val="clear" w:color="auto" w:fill="C6D9F1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1417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Годовое тыс.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Сред. сут.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/сут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Макс. сут.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</w:t>
            </w:r>
          </w:p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сут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Годовое тыс.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Сред. сут.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/сут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Макс. сут.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/сут</w:t>
            </w:r>
          </w:p>
        </w:tc>
      </w:tr>
      <w:tr w:rsidR="00BE3174" w:rsidTr="00504959">
        <w:trPr>
          <w:trHeight w:val="77"/>
        </w:trPr>
        <w:tc>
          <w:tcPr>
            <w:tcW w:w="2093" w:type="dxa"/>
          </w:tcPr>
          <w:p w:rsidR="00BE3174" w:rsidRPr="006E7278" w:rsidRDefault="00BE3174" w:rsidP="005274FA">
            <w:pPr>
              <w:pStyle w:val="ad"/>
            </w:pPr>
            <w:r w:rsidRPr="00504959">
              <w:rPr>
                <w:bCs w:val="0"/>
                <w:szCs w:val="28"/>
              </w:rPr>
              <w:t>Майминское с.п.</w:t>
            </w:r>
          </w:p>
        </w:tc>
        <w:tc>
          <w:tcPr>
            <w:tcW w:w="1417" w:type="dxa"/>
            <w:vAlign w:val="center"/>
          </w:tcPr>
          <w:p w:rsidR="00BE3174" w:rsidRPr="00411DCA" w:rsidRDefault="00BE3174" w:rsidP="00504959">
            <w:pPr>
              <w:pStyle w:val="ad"/>
              <w:jc w:val="center"/>
            </w:pPr>
            <w:r>
              <w:t>498,098</w:t>
            </w:r>
          </w:p>
        </w:tc>
        <w:tc>
          <w:tcPr>
            <w:tcW w:w="1276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color w:val="000000"/>
                <w:szCs w:val="28"/>
              </w:rPr>
            </w:pPr>
            <w:r w:rsidRPr="00504959">
              <w:rPr>
                <w:color w:val="000000"/>
                <w:szCs w:val="28"/>
              </w:rPr>
              <w:t>1364,653</w:t>
            </w:r>
          </w:p>
        </w:tc>
        <w:tc>
          <w:tcPr>
            <w:tcW w:w="1276" w:type="dxa"/>
            <w:vAlign w:val="center"/>
          </w:tcPr>
          <w:p w:rsidR="00BE3174" w:rsidRPr="00411DCA" w:rsidRDefault="00BE3174" w:rsidP="00504959">
            <w:pPr>
              <w:pStyle w:val="ad"/>
              <w:jc w:val="center"/>
            </w:pPr>
            <w:r>
              <w:t>1637,583</w:t>
            </w:r>
          </w:p>
        </w:tc>
        <w:tc>
          <w:tcPr>
            <w:tcW w:w="1134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679,952</w:t>
            </w:r>
          </w:p>
        </w:tc>
        <w:tc>
          <w:tcPr>
            <w:tcW w:w="1276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1862,881</w:t>
            </w:r>
          </w:p>
        </w:tc>
        <w:tc>
          <w:tcPr>
            <w:tcW w:w="1275" w:type="dxa"/>
            <w:vAlign w:val="center"/>
          </w:tcPr>
          <w:p w:rsidR="00BE3174" w:rsidRPr="00411DCA" w:rsidRDefault="00BE3174" w:rsidP="00504959">
            <w:pPr>
              <w:pStyle w:val="ad"/>
              <w:jc w:val="center"/>
            </w:pPr>
            <w:r>
              <w:t>2235,457</w:t>
            </w:r>
          </w:p>
        </w:tc>
      </w:tr>
      <w:tr w:rsidR="00BE3174" w:rsidTr="00504959">
        <w:tc>
          <w:tcPr>
            <w:tcW w:w="2093" w:type="dxa"/>
          </w:tcPr>
          <w:p w:rsidR="00BE3174" w:rsidRPr="00504959" w:rsidRDefault="00BE3174" w:rsidP="005274FA">
            <w:pPr>
              <w:pStyle w:val="ad"/>
              <w:rPr>
                <w:szCs w:val="28"/>
              </w:rPr>
            </w:pPr>
            <w:r w:rsidRPr="00504959">
              <w:rPr>
                <w:szCs w:val="28"/>
              </w:rPr>
              <w:t>в т.ч.: с. Майма</w:t>
            </w:r>
          </w:p>
        </w:tc>
        <w:tc>
          <w:tcPr>
            <w:tcW w:w="1417" w:type="dxa"/>
            <w:vAlign w:val="center"/>
          </w:tcPr>
          <w:p w:rsidR="00BE3174" w:rsidRPr="00411DCA" w:rsidRDefault="00BE3174" w:rsidP="00504959">
            <w:pPr>
              <w:pStyle w:val="ad"/>
              <w:jc w:val="center"/>
            </w:pPr>
            <w:r>
              <w:t>444,882</w:t>
            </w:r>
          </w:p>
        </w:tc>
        <w:tc>
          <w:tcPr>
            <w:tcW w:w="1276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color w:val="000000"/>
                <w:szCs w:val="28"/>
              </w:rPr>
            </w:pPr>
            <w:r w:rsidRPr="00504959">
              <w:rPr>
                <w:color w:val="000000"/>
                <w:szCs w:val="28"/>
              </w:rPr>
              <w:t>1218,856</w:t>
            </w:r>
          </w:p>
        </w:tc>
        <w:tc>
          <w:tcPr>
            <w:tcW w:w="1276" w:type="dxa"/>
            <w:vAlign w:val="center"/>
          </w:tcPr>
          <w:p w:rsidR="00BE3174" w:rsidRPr="00411DCA" w:rsidRDefault="00BE3174" w:rsidP="00504959">
            <w:pPr>
              <w:pStyle w:val="ad"/>
              <w:jc w:val="center"/>
            </w:pPr>
            <w:r>
              <w:t>1462,627</w:t>
            </w:r>
          </w:p>
        </w:tc>
        <w:tc>
          <w:tcPr>
            <w:tcW w:w="1134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607,307</w:t>
            </w:r>
          </w:p>
        </w:tc>
        <w:tc>
          <w:tcPr>
            <w:tcW w:w="1276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1663,854</w:t>
            </w:r>
          </w:p>
        </w:tc>
        <w:tc>
          <w:tcPr>
            <w:tcW w:w="1275" w:type="dxa"/>
            <w:vAlign w:val="center"/>
          </w:tcPr>
          <w:p w:rsidR="00BE3174" w:rsidRPr="00411DCA" w:rsidRDefault="00BE3174" w:rsidP="00504959">
            <w:pPr>
              <w:pStyle w:val="ad"/>
              <w:jc w:val="center"/>
            </w:pPr>
            <w:r>
              <w:t>1996,625</w:t>
            </w:r>
          </w:p>
        </w:tc>
      </w:tr>
      <w:tr w:rsidR="00BE3174" w:rsidTr="00504959">
        <w:trPr>
          <w:trHeight w:val="77"/>
        </w:trPr>
        <w:tc>
          <w:tcPr>
            <w:tcW w:w="2093" w:type="dxa"/>
            <w:vAlign w:val="center"/>
          </w:tcPr>
          <w:p w:rsidR="00BE3174" w:rsidRPr="008365D2" w:rsidRDefault="00BE3174" w:rsidP="005274FA">
            <w:pPr>
              <w:pStyle w:val="ad"/>
            </w:pPr>
            <w:r w:rsidRPr="008365D2">
              <w:t>с. Подгорное</w:t>
            </w:r>
          </w:p>
        </w:tc>
        <w:tc>
          <w:tcPr>
            <w:tcW w:w="1417" w:type="dxa"/>
            <w:vAlign w:val="center"/>
          </w:tcPr>
          <w:p w:rsidR="00BE3174" w:rsidRPr="00411DCA" w:rsidRDefault="00BE3174" w:rsidP="00504959">
            <w:pPr>
              <w:pStyle w:val="ad"/>
              <w:jc w:val="center"/>
            </w:pPr>
            <w:r>
              <w:t>27,811</w:t>
            </w:r>
          </w:p>
        </w:tc>
        <w:tc>
          <w:tcPr>
            <w:tcW w:w="1276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color w:val="000000"/>
                <w:szCs w:val="28"/>
              </w:rPr>
            </w:pPr>
            <w:r w:rsidRPr="00504959">
              <w:rPr>
                <w:color w:val="000000"/>
                <w:szCs w:val="28"/>
              </w:rPr>
              <w:t>76,194</w:t>
            </w:r>
          </w:p>
        </w:tc>
        <w:tc>
          <w:tcPr>
            <w:tcW w:w="1276" w:type="dxa"/>
            <w:vAlign w:val="center"/>
          </w:tcPr>
          <w:p w:rsidR="00BE3174" w:rsidRPr="00411DCA" w:rsidRDefault="00BE3174" w:rsidP="00504959">
            <w:pPr>
              <w:pStyle w:val="ad"/>
              <w:jc w:val="center"/>
            </w:pPr>
            <w:r>
              <w:t>91,433</w:t>
            </w:r>
          </w:p>
        </w:tc>
        <w:tc>
          <w:tcPr>
            <w:tcW w:w="1134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37,964</w:t>
            </w:r>
          </w:p>
        </w:tc>
        <w:tc>
          <w:tcPr>
            <w:tcW w:w="1276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104,012</w:t>
            </w:r>
          </w:p>
        </w:tc>
        <w:tc>
          <w:tcPr>
            <w:tcW w:w="1275" w:type="dxa"/>
            <w:vAlign w:val="center"/>
          </w:tcPr>
          <w:p w:rsidR="00BE3174" w:rsidRPr="00411DCA" w:rsidRDefault="00BE3174" w:rsidP="00504959">
            <w:pPr>
              <w:pStyle w:val="ad"/>
              <w:jc w:val="center"/>
            </w:pPr>
            <w:r>
              <w:t>124,814</w:t>
            </w:r>
          </w:p>
        </w:tc>
      </w:tr>
      <w:tr w:rsidR="00BE3174" w:rsidTr="00504959">
        <w:tc>
          <w:tcPr>
            <w:tcW w:w="2093" w:type="dxa"/>
            <w:vAlign w:val="center"/>
          </w:tcPr>
          <w:p w:rsidR="00BE3174" w:rsidRPr="008365D2" w:rsidRDefault="00BE3174" w:rsidP="005274FA">
            <w:pPr>
              <w:pStyle w:val="ad"/>
            </w:pPr>
            <w:r w:rsidRPr="008365D2">
              <w:t>с. Верх-Карагуж</w:t>
            </w:r>
          </w:p>
        </w:tc>
        <w:tc>
          <w:tcPr>
            <w:tcW w:w="1417" w:type="dxa"/>
            <w:vAlign w:val="center"/>
          </w:tcPr>
          <w:p w:rsidR="00BE3174" w:rsidRPr="00411DCA" w:rsidRDefault="00BE3174" w:rsidP="00504959">
            <w:pPr>
              <w:pStyle w:val="ad"/>
              <w:jc w:val="center"/>
            </w:pPr>
            <w:r>
              <w:t>10,739</w:t>
            </w:r>
          </w:p>
        </w:tc>
        <w:tc>
          <w:tcPr>
            <w:tcW w:w="1276" w:type="dxa"/>
            <w:vAlign w:val="center"/>
          </w:tcPr>
          <w:p w:rsidR="00BE3174" w:rsidRPr="00411DCA" w:rsidRDefault="00BE3174" w:rsidP="00504959">
            <w:pPr>
              <w:pStyle w:val="ad"/>
              <w:jc w:val="center"/>
            </w:pPr>
            <w:r>
              <w:t>29,422</w:t>
            </w:r>
          </w:p>
        </w:tc>
        <w:tc>
          <w:tcPr>
            <w:tcW w:w="1276" w:type="dxa"/>
            <w:vAlign w:val="center"/>
          </w:tcPr>
          <w:p w:rsidR="00BE3174" w:rsidRPr="00411DCA" w:rsidRDefault="00BE3174" w:rsidP="00504959">
            <w:pPr>
              <w:pStyle w:val="ad"/>
              <w:jc w:val="center"/>
            </w:pPr>
            <w:r>
              <w:t>35,306</w:t>
            </w:r>
          </w:p>
        </w:tc>
        <w:tc>
          <w:tcPr>
            <w:tcW w:w="1134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14,660</w:t>
            </w:r>
          </w:p>
        </w:tc>
        <w:tc>
          <w:tcPr>
            <w:tcW w:w="1276" w:type="dxa"/>
            <w:vAlign w:val="center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40,164</w:t>
            </w:r>
          </w:p>
        </w:tc>
        <w:tc>
          <w:tcPr>
            <w:tcW w:w="1275" w:type="dxa"/>
            <w:vAlign w:val="center"/>
          </w:tcPr>
          <w:p w:rsidR="00BE3174" w:rsidRPr="00411DCA" w:rsidRDefault="00BE3174" w:rsidP="00504959">
            <w:pPr>
              <w:pStyle w:val="ad"/>
              <w:jc w:val="center"/>
            </w:pPr>
            <w:r>
              <w:t>48,196</w:t>
            </w:r>
          </w:p>
        </w:tc>
      </w:tr>
      <w:tr w:rsidR="00BE3174" w:rsidRPr="00411DCA" w:rsidTr="00504959">
        <w:trPr>
          <w:trHeight w:val="77"/>
        </w:trPr>
        <w:tc>
          <w:tcPr>
            <w:tcW w:w="2093" w:type="dxa"/>
          </w:tcPr>
          <w:p w:rsidR="00BE3174" w:rsidRPr="006E7278" w:rsidRDefault="00BE3174" w:rsidP="005274FA">
            <w:pPr>
              <w:pStyle w:val="ad"/>
            </w:pPr>
            <w:r w:rsidRPr="008365D2">
              <w:t>п. Карлушка</w:t>
            </w:r>
          </w:p>
        </w:tc>
        <w:tc>
          <w:tcPr>
            <w:tcW w:w="1417" w:type="dxa"/>
          </w:tcPr>
          <w:p w:rsidR="00BE3174" w:rsidRPr="00411DCA" w:rsidRDefault="00BE3174" w:rsidP="00504959">
            <w:pPr>
              <w:pStyle w:val="ad"/>
              <w:jc w:val="center"/>
            </w:pPr>
            <w:r>
              <w:t>13,779</w:t>
            </w:r>
          </w:p>
        </w:tc>
        <w:tc>
          <w:tcPr>
            <w:tcW w:w="1276" w:type="dxa"/>
          </w:tcPr>
          <w:p w:rsidR="00BE3174" w:rsidRPr="00504959" w:rsidRDefault="00BE3174" w:rsidP="00504959">
            <w:pPr>
              <w:pStyle w:val="ad"/>
              <w:jc w:val="center"/>
              <w:rPr>
                <w:color w:val="000000"/>
                <w:szCs w:val="28"/>
              </w:rPr>
            </w:pPr>
            <w:r w:rsidRPr="00504959">
              <w:rPr>
                <w:color w:val="000000"/>
                <w:szCs w:val="28"/>
              </w:rPr>
              <w:t>37,751</w:t>
            </w:r>
          </w:p>
        </w:tc>
        <w:tc>
          <w:tcPr>
            <w:tcW w:w="1276" w:type="dxa"/>
          </w:tcPr>
          <w:p w:rsidR="00BE3174" w:rsidRPr="00411DCA" w:rsidRDefault="00BE3174" w:rsidP="00504959">
            <w:pPr>
              <w:pStyle w:val="ad"/>
              <w:jc w:val="center"/>
            </w:pPr>
            <w:r>
              <w:t>45,301</w:t>
            </w:r>
          </w:p>
        </w:tc>
        <w:tc>
          <w:tcPr>
            <w:tcW w:w="1134" w:type="dxa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18,810</w:t>
            </w:r>
          </w:p>
        </w:tc>
        <w:tc>
          <w:tcPr>
            <w:tcW w:w="1276" w:type="dxa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51,533</w:t>
            </w:r>
          </w:p>
        </w:tc>
        <w:tc>
          <w:tcPr>
            <w:tcW w:w="1275" w:type="dxa"/>
          </w:tcPr>
          <w:p w:rsidR="00BE3174" w:rsidRPr="00411DCA" w:rsidRDefault="00BE3174" w:rsidP="00504959">
            <w:pPr>
              <w:pStyle w:val="ad"/>
              <w:jc w:val="center"/>
            </w:pPr>
            <w:r>
              <w:t>61,840</w:t>
            </w:r>
          </w:p>
        </w:tc>
      </w:tr>
      <w:tr w:rsidR="00BE3174" w:rsidRPr="00411DCA" w:rsidTr="00504959">
        <w:tc>
          <w:tcPr>
            <w:tcW w:w="2093" w:type="dxa"/>
          </w:tcPr>
          <w:p w:rsidR="00BE3174" w:rsidRPr="00504959" w:rsidRDefault="00BE3174" w:rsidP="005274FA">
            <w:pPr>
              <w:pStyle w:val="ad"/>
              <w:rPr>
                <w:szCs w:val="28"/>
              </w:rPr>
            </w:pPr>
            <w:r w:rsidRPr="00504959">
              <w:rPr>
                <w:szCs w:val="28"/>
              </w:rPr>
              <w:t>п. Дубровка</w:t>
            </w:r>
          </w:p>
        </w:tc>
        <w:tc>
          <w:tcPr>
            <w:tcW w:w="1417" w:type="dxa"/>
          </w:tcPr>
          <w:p w:rsidR="00BE3174" w:rsidRPr="00411DCA" w:rsidRDefault="00BE3174" w:rsidP="00504959">
            <w:pPr>
              <w:pStyle w:val="ad"/>
              <w:jc w:val="center"/>
            </w:pPr>
            <w:r>
              <w:t>0,887</w:t>
            </w:r>
          </w:p>
        </w:tc>
        <w:tc>
          <w:tcPr>
            <w:tcW w:w="1276" w:type="dxa"/>
          </w:tcPr>
          <w:p w:rsidR="00BE3174" w:rsidRPr="00504959" w:rsidRDefault="00BE3174" w:rsidP="00504959">
            <w:pPr>
              <w:pStyle w:val="ad"/>
              <w:jc w:val="center"/>
              <w:rPr>
                <w:color w:val="000000"/>
                <w:szCs w:val="28"/>
              </w:rPr>
            </w:pPr>
            <w:r w:rsidRPr="00504959">
              <w:rPr>
                <w:color w:val="000000"/>
                <w:szCs w:val="28"/>
              </w:rPr>
              <w:t>2,431</w:t>
            </w:r>
          </w:p>
        </w:tc>
        <w:tc>
          <w:tcPr>
            <w:tcW w:w="1276" w:type="dxa"/>
          </w:tcPr>
          <w:p w:rsidR="00BE3174" w:rsidRPr="00411DCA" w:rsidRDefault="00BE3174" w:rsidP="00504959">
            <w:pPr>
              <w:pStyle w:val="ad"/>
              <w:jc w:val="center"/>
            </w:pPr>
            <w:r>
              <w:t>2,917</w:t>
            </w:r>
          </w:p>
        </w:tc>
        <w:tc>
          <w:tcPr>
            <w:tcW w:w="1134" w:type="dxa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1,211</w:t>
            </w:r>
          </w:p>
        </w:tc>
        <w:tc>
          <w:tcPr>
            <w:tcW w:w="1276" w:type="dxa"/>
          </w:tcPr>
          <w:p w:rsidR="00BE3174" w:rsidRPr="00504959" w:rsidRDefault="00BE3174" w:rsidP="00504959">
            <w:pPr>
              <w:pStyle w:val="ad"/>
              <w:jc w:val="center"/>
              <w:rPr>
                <w:szCs w:val="28"/>
              </w:rPr>
            </w:pPr>
            <w:r w:rsidRPr="00504959">
              <w:rPr>
                <w:szCs w:val="28"/>
              </w:rPr>
              <w:t>3,318</w:t>
            </w:r>
          </w:p>
        </w:tc>
        <w:tc>
          <w:tcPr>
            <w:tcW w:w="1275" w:type="dxa"/>
          </w:tcPr>
          <w:p w:rsidR="00BE3174" w:rsidRPr="00411DCA" w:rsidRDefault="00BE3174" w:rsidP="00504959">
            <w:pPr>
              <w:pStyle w:val="ad"/>
              <w:jc w:val="center"/>
            </w:pPr>
            <w:r>
              <w:t>3,982</w:t>
            </w:r>
          </w:p>
        </w:tc>
      </w:tr>
    </w:tbl>
    <w:p w:rsidR="00BE3174" w:rsidRDefault="00BE3174" w:rsidP="008D2792"/>
    <w:p w:rsidR="00BE3174" w:rsidRDefault="00BE3174" w:rsidP="008D2792"/>
    <w:p w:rsidR="00BE3174" w:rsidRDefault="00BE3174" w:rsidP="00A76893">
      <w:pPr>
        <w:pStyle w:val="Heading3"/>
      </w:pPr>
      <w:bookmarkStart w:id="26" w:name="_Toc10132668"/>
      <w:r w:rsidRPr="00575D7C">
        <w:t>Описание территориальной стру</w:t>
      </w:r>
      <w:r>
        <w:t>ктуры потребления питьевой   воды</w:t>
      </w:r>
      <w:bookmarkEnd w:id="26"/>
    </w:p>
    <w:p w:rsidR="00BE3174" w:rsidRDefault="00BE3174" w:rsidP="008365D2">
      <w:r>
        <w:t xml:space="preserve">Основными потребителями услуг водоснабжения являются: население, бюджетные организации, промышленные и прочие организации. </w:t>
      </w:r>
    </w:p>
    <w:p w:rsidR="00BE3174" w:rsidRDefault="00BE3174" w:rsidP="008365D2">
      <w:pPr>
        <w:rPr>
          <w:szCs w:val="28"/>
        </w:rPr>
      </w:pPr>
      <w:r>
        <w:t xml:space="preserve">Объемы воды определяются по приборам учета, а при их отсутствии по </w:t>
      </w:r>
      <w:r>
        <w:rPr>
          <w:szCs w:val="28"/>
        </w:rPr>
        <w:t>нормам</w:t>
      </w:r>
      <w:r w:rsidRPr="00AB5B39">
        <w:rPr>
          <w:szCs w:val="28"/>
        </w:rPr>
        <w:t xml:space="preserve"> удельного водопотребления</w:t>
      </w:r>
      <w:r>
        <w:rPr>
          <w:szCs w:val="28"/>
        </w:rPr>
        <w:t xml:space="preserve">, </w:t>
      </w:r>
      <w:r>
        <w:t>действующим</w:t>
      </w:r>
      <w:r w:rsidRPr="00AB5B39">
        <w:t xml:space="preserve"> в настоящее время в </w:t>
      </w:r>
      <w:r w:rsidRPr="00AE4798">
        <w:rPr>
          <w:bCs/>
        </w:rPr>
        <w:t>МО «</w:t>
      </w:r>
      <w:r w:rsidRPr="00260BEF">
        <w:rPr>
          <w:bCs/>
          <w:szCs w:val="28"/>
        </w:rPr>
        <w:t>Майминское</w:t>
      </w:r>
      <w:r w:rsidRPr="00AE4798">
        <w:rPr>
          <w:bCs/>
        </w:rPr>
        <w:t xml:space="preserve"> сельское поселение»</w:t>
      </w:r>
      <w:r>
        <w:rPr>
          <w:bCs/>
        </w:rPr>
        <w:t xml:space="preserve">, </w:t>
      </w:r>
      <w:r>
        <w:t xml:space="preserve">установленым </w:t>
      </w:r>
      <w:r>
        <w:rPr>
          <w:szCs w:val="28"/>
        </w:rPr>
        <w:t>р</w:t>
      </w:r>
      <w:r w:rsidRPr="00AE4798">
        <w:rPr>
          <w:szCs w:val="28"/>
        </w:rPr>
        <w:t>ешение</w:t>
      </w:r>
      <w:r>
        <w:rPr>
          <w:szCs w:val="28"/>
        </w:rPr>
        <w:t>м</w:t>
      </w:r>
      <w:r w:rsidRPr="00AE4798">
        <w:rPr>
          <w:szCs w:val="28"/>
        </w:rPr>
        <w:t xml:space="preserve"> Майминского районного Совета </w:t>
      </w:r>
      <w:r w:rsidRPr="001E1147">
        <w:rPr>
          <w:szCs w:val="28"/>
        </w:rPr>
        <w:t>депутатов № 2-14 от 11.04.2018 г.</w:t>
      </w:r>
    </w:p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27" w:name="_Toc10132669"/>
      <w:r w:rsidRPr="00575D7C">
        <w:t>Прогноз распределения расходов воды на водоснабжение по типам абонентов, в том числе на водоснабжение жилых зданий, объектов о</w:t>
      </w:r>
      <w:r w:rsidRPr="00575D7C">
        <w:t>б</w:t>
      </w:r>
      <w:r w:rsidRPr="00575D7C">
        <w:t>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</w:r>
      <w:bookmarkEnd w:id="27"/>
    </w:p>
    <w:p w:rsidR="00BE3174" w:rsidRDefault="00BE3174" w:rsidP="00911058">
      <w:r w:rsidRPr="00A504BF">
        <w:t>Результаты прогноза распределения расходов воды на водоснабжение по типам абонентов приведены в таблице 10.</w:t>
      </w:r>
    </w:p>
    <w:p w:rsidR="00BE3174" w:rsidRDefault="00BE3174" w:rsidP="00911058"/>
    <w:p w:rsidR="00BE3174" w:rsidRDefault="00BE3174" w:rsidP="008365D2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10</w:t>
      </w:r>
      <w:r w:rsidRPr="00FE2CA0">
        <w:t>.</w:t>
      </w:r>
      <w:r>
        <w:t xml:space="preserve"> Р</w:t>
      </w:r>
      <w:r w:rsidRPr="00575D7C">
        <w:t>аспределения расходов воды по типам абонентов</w:t>
      </w:r>
      <w:r>
        <w:t xml:space="preserve">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6"/>
        <w:gridCol w:w="1934"/>
        <w:gridCol w:w="2127"/>
        <w:gridCol w:w="1985"/>
        <w:gridCol w:w="1948"/>
      </w:tblGrid>
      <w:tr w:rsidR="00BE3174" w:rsidRPr="005F76A8" w:rsidTr="00504959">
        <w:tc>
          <w:tcPr>
            <w:tcW w:w="823" w:type="pct"/>
            <w:vMerge w:val="restar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010" w:type="pc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Население</w:t>
            </w:r>
          </w:p>
        </w:tc>
        <w:tc>
          <w:tcPr>
            <w:tcW w:w="1111" w:type="pc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Бюджетные орг</w:t>
            </w:r>
            <w:r w:rsidRPr="00504959">
              <w:rPr>
                <w:sz w:val="24"/>
                <w:szCs w:val="24"/>
              </w:rPr>
              <w:t>а</w:t>
            </w:r>
            <w:r w:rsidRPr="00504959">
              <w:rPr>
                <w:sz w:val="24"/>
                <w:szCs w:val="24"/>
              </w:rPr>
              <w:t>низации</w:t>
            </w:r>
          </w:p>
        </w:tc>
        <w:tc>
          <w:tcPr>
            <w:tcW w:w="1037" w:type="pc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Предприятия</w:t>
            </w:r>
          </w:p>
        </w:tc>
        <w:tc>
          <w:tcPr>
            <w:tcW w:w="1018" w:type="pc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Прочие</w:t>
            </w:r>
          </w:p>
        </w:tc>
      </w:tr>
      <w:tr w:rsidR="00BE3174" w:rsidRPr="005F76A8" w:rsidTr="00504959">
        <w:tc>
          <w:tcPr>
            <w:tcW w:w="823" w:type="pct"/>
            <w:vMerge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10" w:type="pc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111" w:type="pc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18" w:type="pc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</w:tr>
      <w:tr w:rsidR="00BE3174" w:rsidRPr="005F76A8" w:rsidTr="00504959">
        <w:tc>
          <w:tcPr>
            <w:tcW w:w="823" w:type="pct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2018</w:t>
            </w:r>
          </w:p>
        </w:tc>
        <w:tc>
          <w:tcPr>
            <w:tcW w:w="1010" w:type="pct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402,463</w:t>
            </w:r>
          </w:p>
        </w:tc>
        <w:tc>
          <w:tcPr>
            <w:tcW w:w="1111" w:type="pct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45,825</w:t>
            </w:r>
          </w:p>
        </w:tc>
        <w:tc>
          <w:tcPr>
            <w:tcW w:w="1037" w:type="pct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0</w:t>
            </w:r>
          </w:p>
        </w:tc>
        <w:tc>
          <w:tcPr>
            <w:tcW w:w="1018" w:type="pct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49,810</w:t>
            </w:r>
          </w:p>
        </w:tc>
      </w:tr>
      <w:tr w:rsidR="00BE3174" w:rsidRPr="005F76A8" w:rsidTr="00504959">
        <w:tc>
          <w:tcPr>
            <w:tcW w:w="823" w:type="pct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2019</w:t>
            </w:r>
          </w:p>
        </w:tc>
        <w:tc>
          <w:tcPr>
            <w:tcW w:w="1010" w:type="pct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403,184</w:t>
            </w:r>
          </w:p>
        </w:tc>
        <w:tc>
          <w:tcPr>
            <w:tcW w:w="1111" w:type="pct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45,907</w:t>
            </w:r>
          </w:p>
        </w:tc>
        <w:tc>
          <w:tcPr>
            <w:tcW w:w="1037" w:type="pct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0</w:t>
            </w:r>
          </w:p>
        </w:tc>
        <w:tc>
          <w:tcPr>
            <w:tcW w:w="1018" w:type="pct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49,899</w:t>
            </w:r>
          </w:p>
        </w:tc>
      </w:tr>
      <w:tr w:rsidR="00BE3174" w:rsidRPr="005F76A8" w:rsidTr="00504959">
        <w:tc>
          <w:tcPr>
            <w:tcW w:w="823" w:type="pct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2024</w:t>
            </w:r>
          </w:p>
        </w:tc>
        <w:tc>
          <w:tcPr>
            <w:tcW w:w="1010" w:type="pct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549,401</w:t>
            </w:r>
          </w:p>
        </w:tc>
        <w:tc>
          <w:tcPr>
            <w:tcW w:w="1111" w:type="pct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62,556</w:t>
            </w:r>
          </w:p>
        </w:tc>
        <w:tc>
          <w:tcPr>
            <w:tcW w:w="1037" w:type="pct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0</w:t>
            </w:r>
          </w:p>
        </w:tc>
        <w:tc>
          <w:tcPr>
            <w:tcW w:w="1018" w:type="pct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67,995</w:t>
            </w:r>
          </w:p>
        </w:tc>
      </w:tr>
    </w:tbl>
    <w:p w:rsidR="00BE3174" w:rsidRDefault="00BE3174" w:rsidP="008365D2"/>
    <w:p w:rsidR="00BE3174" w:rsidRPr="00AB5B39" w:rsidRDefault="00BE3174" w:rsidP="008365D2">
      <w:r w:rsidRPr="00AB5B39">
        <w:t xml:space="preserve">Прогнозные балансы потребления воды </w:t>
      </w:r>
      <w:r w:rsidRPr="00D10887">
        <w:rPr>
          <w:bCs/>
        </w:rPr>
        <w:t>МО «</w:t>
      </w:r>
      <w:r w:rsidRPr="00260BEF">
        <w:rPr>
          <w:bCs/>
          <w:szCs w:val="28"/>
        </w:rPr>
        <w:t>Майминское</w:t>
      </w:r>
      <w:r w:rsidRPr="00D10887">
        <w:rPr>
          <w:bCs/>
        </w:rPr>
        <w:t xml:space="preserve"> сельское п</w:t>
      </w:r>
      <w:r w:rsidRPr="00D10887">
        <w:rPr>
          <w:bCs/>
        </w:rPr>
        <w:t>о</w:t>
      </w:r>
      <w:r w:rsidRPr="00D10887">
        <w:rPr>
          <w:bCs/>
        </w:rPr>
        <w:t>селение»</w:t>
      </w:r>
      <w:r>
        <w:rPr>
          <w:bCs/>
        </w:rPr>
        <w:t xml:space="preserve"> </w:t>
      </w:r>
      <w:r w:rsidRPr="00AB5B39">
        <w:t>рассчитаны в соответствии со СНиП 2.04.02-84 «Водоснабжение. Наружные сети и сооружения».</w:t>
      </w:r>
    </w:p>
    <w:p w:rsidR="00BE3174" w:rsidRDefault="00BE3174">
      <w:pPr>
        <w:spacing w:line="240" w:lineRule="auto"/>
        <w:ind w:firstLine="0"/>
        <w:jc w:val="left"/>
      </w:pPr>
      <w:r>
        <w:br w:type="page"/>
      </w:r>
    </w:p>
    <w:p w:rsidR="00BE3174" w:rsidRDefault="00BE3174" w:rsidP="00A76893">
      <w:pPr>
        <w:pStyle w:val="Heading3"/>
      </w:pPr>
      <w:bookmarkStart w:id="28" w:name="_Toc10132670"/>
      <w:r w:rsidRPr="00575D7C">
        <w:t>Сведения о фактических и планируемых потерях питьевой, техн</w:t>
      </w:r>
      <w:r w:rsidRPr="00575D7C">
        <w:t>и</w:t>
      </w:r>
      <w:r w:rsidRPr="00575D7C">
        <w:t>ческой воды при ее транспортировке (годовые, среднесуточные значения)</w:t>
      </w:r>
      <w:bookmarkEnd w:id="28"/>
    </w:p>
    <w:p w:rsidR="00BE3174" w:rsidRDefault="00BE3174" w:rsidP="0033000A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11</w:t>
      </w:r>
      <w:r w:rsidRPr="00FE2CA0">
        <w:t>.</w:t>
      </w:r>
      <w:r>
        <w:t xml:space="preserve"> Фактические и планируемые потери</w:t>
      </w:r>
      <w:r w:rsidRPr="00575D7C">
        <w:t xml:space="preserve"> воды</w:t>
      </w:r>
      <w:r>
        <w:t xml:space="preserve"> по поселению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1701"/>
        <w:gridCol w:w="1701"/>
        <w:gridCol w:w="1559"/>
        <w:gridCol w:w="1382"/>
      </w:tblGrid>
      <w:tr w:rsidR="00BE3174" w:rsidRPr="000D07C8" w:rsidTr="00504959">
        <w:tc>
          <w:tcPr>
            <w:tcW w:w="3227" w:type="dxa"/>
            <w:vMerge w:val="restart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Показатель</w:t>
            </w:r>
          </w:p>
        </w:tc>
        <w:tc>
          <w:tcPr>
            <w:tcW w:w="6343" w:type="dxa"/>
            <w:gridSpan w:val="4"/>
            <w:shd w:val="clear" w:color="auto" w:fill="C6D9F1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Периоды</w:t>
            </w:r>
          </w:p>
        </w:tc>
      </w:tr>
      <w:tr w:rsidR="00BE3174" w:rsidRPr="000D07C8" w:rsidTr="00504959">
        <w:tc>
          <w:tcPr>
            <w:tcW w:w="3227" w:type="dxa"/>
            <w:vMerge/>
            <w:shd w:val="clear" w:color="auto" w:fill="C6D9F1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C6D9F1"/>
            <w:vAlign w:val="center"/>
          </w:tcPr>
          <w:p w:rsidR="00BE3174" w:rsidRDefault="00BE3174" w:rsidP="00504959">
            <w:pPr>
              <w:ind w:firstLine="0"/>
              <w:jc w:val="center"/>
            </w:pPr>
            <w:r w:rsidRPr="00504959">
              <w:rPr>
                <w:sz w:val="24"/>
                <w:szCs w:val="24"/>
              </w:rPr>
              <w:t>Факт 2018 г</w:t>
            </w:r>
          </w:p>
        </w:tc>
        <w:tc>
          <w:tcPr>
            <w:tcW w:w="2941" w:type="dxa"/>
            <w:gridSpan w:val="2"/>
            <w:shd w:val="clear" w:color="auto" w:fill="C6D9F1"/>
            <w:vAlign w:val="center"/>
          </w:tcPr>
          <w:p w:rsidR="00BE3174" w:rsidRDefault="00BE3174" w:rsidP="00504959">
            <w:pPr>
              <w:ind w:firstLine="0"/>
              <w:jc w:val="center"/>
            </w:pPr>
            <w:r w:rsidRPr="00504959">
              <w:rPr>
                <w:sz w:val="24"/>
                <w:szCs w:val="24"/>
              </w:rPr>
              <w:t>Расчетный срок, 2024 г</w:t>
            </w:r>
          </w:p>
        </w:tc>
      </w:tr>
      <w:tr w:rsidR="00BE3174" w:rsidRPr="000D07C8" w:rsidTr="00504959">
        <w:tc>
          <w:tcPr>
            <w:tcW w:w="3227" w:type="dxa"/>
            <w:vMerge/>
            <w:shd w:val="clear" w:color="auto" w:fill="C6D9F1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1701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Годовое тыс.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Сред. сут.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/сут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Годовое тыс.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382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Сред. сут.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/сут</w:t>
            </w:r>
          </w:p>
        </w:tc>
      </w:tr>
      <w:tr w:rsidR="00BE3174" w:rsidTr="00504959">
        <w:tc>
          <w:tcPr>
            <w:tcW w:w="3227" w:type="dxa"/>
          </w:tcPr>
          <w:p w:rsidR="00BE3174" w:rsidRPr="008D2792" w:rsidRDefault="00BE3174" w:rsidP="005274FA">
            <w:pPr>
              <w:pStyle w:val="ad"/>
            </w:pPr>
            <w:r>
              <w:t>Поднято воды и подано в сеть</w:t>
            </w:r>
          </w:p>
        </w:tc>
        <w:tc>
          <w:tcPr>
            <w:tcW w:w="1701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802,157</w:t>
            </w:r>
          </w:p>
        </w:tc>
        <w:tc>
          <w:tcPr>
            <w:tcW w:w="1701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2197,690</w:t>
            </w:r>
          </w:p>
        </w:tc>
        <w:tc>
          <w:tcPr>
            <w:tcW w:w="1559" w:type="dxa"/>
            <w:vAlign w:val="center"/>
          </w:tcPr>
          <w:p w:rsidR="00BE3174" w:rsidRPr="00766155" w:rsidRDefault="00BE3174" w:rsidP="00504959">
            <w:pPr>
              <w:pStyle w:val="ad"/>
              <w:jc w:val="center"/>
            </w:pPr>
            <w:r>
              <w:t>1049,363</w:t>
            </w:r>
          </w:p>
        </w:tc>
        <w:tc>
          <w:tcPr>
            <w:tcW w:w="1382" w:type="dxa"/>
            <w:vAlign w:val="center"/>
          </w:tcPr>
          <w:p w:rsidR="00BE3174" w:rsidRPr="00766155" w:rsidRDefault="00BE3174" w:rsidP="00504959">
            <w:pPr>
              <w:pStyle w:val="ad"/>
              <w:jc w:val="center"/>
            </w:pPr>
            <w:r>
              <w:t>2874,968</w:t>
            </w:r>
          </w:p>
        </w:tc>
      </w:tr>
      <w:tr w:rsidR="00BE3174" w:rsidTr="00504959">
        <w:tc>
          <w:tcPr>
            <w:tcW w:w="3227" w:type="dxa"/>
          </w:tcPr>
          <w:p w:rsidR="00BE3174" w:rsidRPr="00F77974" w:rsidRDefault="00BE3174" w:rsidP="005274FA">
            <w:pPr>
              <w:pStyle w:val="ad"/>
            </w:pPr>
            <w:r>
              <w:t>Потери воды</w:t>
            </w:r>
          </w:p>
        </w:tc>
        <w:tc>
          <w:tcPr>
            <w:tcW w:w="1701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304,059</w:t>
            </w:r>
          </w:p>
        </w:tc>
        <w:tc>
          <w:tcPr>
            <w:tcW w:w="1701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833,038</w:t>
            </w:r>
          </w:p>
        </w:tc>
        <w:tc>
          <w:tcPr>
            <w:tcW w:w="1559" w:type="dxa"/>
            <w:vAlign w:val="center"/>
          </w:tcPr>
          <w:p w:rsidR="00BE3174" w:rsidRPr="00766155" w:rsidRDefault="00BE3174" w:rsidP="00504959">
            <w:pPr>
              <w:pStyle w:val="ad"/>
              <w:jc w:val="center"/>
            </w:pPr>
            <w:r>
              <w:t>369,412</w:t>
            </w:r>
          </w:p>
        </w:tc>
        <w:tc>
          <w:tcPr>
            <w:tcW w:w="1382" w:type="dxa"/>
            <w:vAlign w:val="center"/>
          </w:tcPr>
          <w:p w:rsidR="00BE3174" w:rsidRPr="00766155" w:rsidRDefault="00BE3174" w:rsidP="00504959">
            <w:pPr>
              <w:pStyle w:val="ad"/>
              <w:jc w:val="center"/>
            </w:pPr>
            <w:r>
              <w:t>1012,087</w:t>
            </w:r>
          </w:p>
        </w:tc>
      </w:tr>
      <w:tr w:rsidR="00BE3174" w:rsidTr="00504959">
        <w:tc>
          <w:tcPr>
            <w:tcW w:w="3227" w:type="dxa"/>
          </w:tcPr>
          <w:p w:rsidR="00BE3174" w:rsidRPr="00F77974" w:rsidRDefault="00BE3174" w:rsidP="005274FA">
            <w:pPr>
              <w:pStyle w:val="ad"/>
            </w:pPr>
            <w:r w:rsidRPr="00CC2CEA">
              <w:t>Доля потерь воды</w:t>
            </w:r>
            <w:r w:rsidRPr="00666A69">
              <w:t xml:space="preserve"> </w:t>
            </w:r>
            <w:r>
              <w:t>к объему поданной воды в сеть, %</w:t>
            </w:r>
          </w:p>
        </w:tc>
        <w:tc>
          <w:tcPr>
            <w:tcW w:w="1701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37,91</w:t>
            </w:r>
          </w:p>
        </w:tc>
        <w:tc>
          <w:tcPr>
            <w:tcW w:w="1701" w:type="dxa"/>
            <w:vAlign w:val="center"/>
          </w:tcPr>
          <w:p w:rsidR="00BE3174" w:rsidRDefault="00BE3174" w:rsidP="00504959">
            <w:pPr>
              <w:pStyle w:val="ad"/>
              <w:jc w:val="center"/>
            </w:pPr>
            <w:r>
              <w:t>37,91</w:t>
            </w:r>
          </w:p>
        </w:tc>
        <w:tc>
          <w:tcPr>
            <w:tcW w:w="1559" w:type="dxa"/>
            <w:vAlign w:val="center"/>
          </w:tcPr>
          <w:p w:rsidR="00BE3174" w:rsidRPr="00766155" w:rsidRDefault="00BE3174" w:rsidP="00504959">
            <w:pPr>
              <w:pStyle w:val="ad"/>
              <w:jc w:val="center"/>
            </w:pPr>
            <w:r>
              <w:t>35,20</w:t>
            </w:r>
          </w:p>
        </w:tc>
        <w:tc>
          <w:tcPr>
            <w:tcW w:w="1382" w:type="dxa"/>
            <w:vAlign w:val="center"/>
          </w:tcPr>
          <w:p w:rsidR="00BE3174" w:rsidRPr="00766155" w:rsidRDefault="00BE3174" w:rsidP="00504959">
            <w:pPr>
              <w:pStyle w:val="ad"/>
              <w:jc w:val="center"/>
            </w:pPr>
            <w:r>
              <w:t>35,20</w:t>
            </w:r>
          </w:p>
        </w:tc>
      </w:tr>
    </w:tbl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29" w:name="_Toc10132671"/>
      <w:r w:rsidRPr="00575D7C">
        <w:t>Перспективные балансы водоснабжения и водоотведения (общий – баланс подачи и реализации питьевой, технической воды, территориал</w:t>
      </w:r>
      <w:r w:rsidRPr="00575D7C">
        <w:t>ь</w:t>
      </w:r>
      <w:r w:rsidRPr="00575D7C">
        <w:t>ный – баланс подачи питьевой, технической воды по технологическим зонам водоснабжения, структурный - баланс реализации питьевой, те</w:t>
      </w:r>
      <w:r w:rsidRPr="00575D7C">
        <w:t>х</w:t>
      </w:r>
      <w:r w:rsidRPr="00575D7C">
        <w:t>нической воды по группам абонентов)</w:t>
      </w:r>
      <w:bookmarkEnd w:id="29"/>
    </w:p>
    <w:p w:rsidR="00BE3174" w:rsidRDefault="00BE3174" w:rsidP="00321C9F">
      <w:r>
        <w:t>Сведения по перспективным</w:t>
      </w:r>
      <w:r w:rsidRPr="00575D7C">
        <w:t xml:space="preserve"> балансы водоснабжения и водоотведения</w:t>
      </w:r>
      <w:r>
        <w:t xml:space="preserve"> </w:t>
      </w:r>
      <w:r w:rsidRPr="00575D7C">
        <w:t>(общий – баланс подачи и реализации питьевой, технической воды, террит</w:t>
      </w:r>
      <w:r w:rsidRPr="00575D7C">
        <w:t>о</w:t>
      </w:r>
      <w:r w:rsidRPr="00575D7C">
        <w:t>риальный – баланс подачи питьевой, технической воды по технологическим зонам водоснабжения, структурный - баланс реализации питьевой, технич</w:t>
      </w:r>
      <w:r w:rsidRPr="00575D7C">
        <w:t>е</w:t>
      </w:r>
      <w:r w:rsidRPr="00575D7C">
        <w:t>ской воды по группам абонентов)</w:t>
      </w:r>
      <w:r>
        <w:t xml:space="preserve"> на 2019г и расчетный период, 2024 г. по </w:t>
      </w:r>
      <w:r w:rsidRPr="00321C9F">
        <w:t>МО «Майминское сельское</w:t>
      </w:r>
      <w:r w:rsidRPr="00D10887">
        <w:rPr>
          <w:bCs/>
        </w:rPr>
        <w:t xml:space="preserve"> поселение»</w:t>
      </w:r>
      <w:r>
        <w:rPr>
          <w:bCs/>
        </w:rPr>
        <w:t xml:space="preserve"> </w:t>
      </w:r>
      <w:r>
        <w:t>представлен ниже, в таблицах 12-14.</w:t>
      </w:r>
    </w:p>
    <w:p w:rsidR="00BE3174" w:rsidRDefault="00BE3174" w:rsidP="00782372"/>
    <w:p w:rsidR="00BE3174" w:rsidRDefault="00BE3174" w:rsidP="00F1529E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12</w:t>
      </w:r>
      <w:r w:rsidRPr="00FE2CA0">
        <w:t>.</w:t>
      </w:r>
      <w:r>
        <w:t xml:space="preserve"> Общий баланс подачи и реализации воды по поселению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69"/>
        <w:gridCol w:w="1688"/>
        <w:gridCol w:w="2023"/>
        <w:gridCol w:w="2190"/>
      </w:tblGrid>
      <w:tr w:rsidR="00BE3174" w:rsidRPr="00F1529E" w:rsidTr="00504959">
        <w:tc>
          <w:tcPr>
            <w:tcW w:w="1917" w:type="pct"/>
            <w:vMerge w:val="restar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Целевое назначение</w:t>
            </w:r>
          </w:p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водопотребления</w:t>
            </w:r>
          </w:p>
        </w:tc>
        <w:tc>
          <w:tcPr>
            <w:tcW w:w="882" w:type="pct"/>
            <w:vMerge w:val="restar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Единицы и</w:t>
            </w:r>
            <w:r w:rsidRPr="00504959">
              <w:rPr>
                <w:sz w:val="24"/>
                <w:szCs w:val="24"/>
              </w:rPr>
              <w:t>з</w:t>
            </w:r>
            <w:r w:rsidRPr="00504959">
              <w:rPr>
                <w:sz w:val="24"/>
                <w:szCs w:val="24"/>
              </w:rPr>
              <w:t>мерения</w:t>
            </w:r>
          </w:p>
        </w:tc>
        <w:tc>
          <w:tcPr>
            <w:tcW w:w="2201" w:type="pct"/>
            <w:gridSpan w:val="2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Периоды</w:t>
            </w:r>
          </w:p>
        </w:tc>
      </w:tr>
      <w:tr w:rsidR="00BE3174" w:rsidRPr="00F1529E" w:rsidTr="00504959">
        <w:trPr>
          <w:trHeight w:val="325"/>
        </w:trPr>
        <w:tc>
          <w:tcPr>
            <w:tcW w:w="1917" w:type="pct"/>
            <w:vMerge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2019 г</w:t>
            </w:r>
          </w:p>
        </w:tc>
        <w:tc>
          <w:tcPr>
            <w:tcW w:w="1144" w:type="pc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2024 г.</w:t>
            </w:r>
          </w:p>
        </w:tc>
      </w:tr>
      <w:tr w:rsidR="00BE3174" w:rsidRPr="00F1529E" w:rsidTr="00504959">
        <w:trPr>
          <w:trHeight w:val="329"/>
        </w:trPr>
        <w:tc>
          <w:tcPr>
            <w:tcW w:w="1917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Поднято воды и подано в сеть</w:t>
            </w:r>
          </w:p>
        </w:tc>
        <w:tc>
          <w:tcPr>
            <w:tcW w:w="882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803,039</w:t>
            </w:r>
          </w:p>
        </w:tc>
        <w:tc>
          <w:tcPr>
            <w:tcW w:w="1144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1049,363</w:t>
            </w:r>
          </w:p>
        </w:tc>
      </w:tr>
      <w:tr w:rsidR="00BE3174" w:rsidRPr="00F1529E" w:rsidTr="00504959">
        <w:trPr>
          <w:trHeight w:val="419"/>
        </w:trPr>
        <w:tc>
          <w:tcPr>
            <w:tcW w:w="1917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Потери</w:t>
            </w:r>
          </w:p>
        </w:tc>
        <w:tc>
          <w:tcPr>
            <w:tcW w:w="882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304,050</w:t>
            </w:r>
          </w:p>
        </w:tc>
        <w:tc>
          <w:tcPr>
            <w:tcW w:w="1144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369,412</w:t>
            </w:r>
          </w:p>
        </w:tc>
      </w:tr>
      <w:tr w:rsidR="00BE3174" w:rsidRPr="00F1529E" w:rsidTr="00504959">
        <w:trPr>
          <w:trHeight w:val="411"/>
        </w:trPr>
        <w:tc>
          <w:tcPr>
            <w:tcW w:w="1917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Потери</w:t>
            </w:r>
          </w:p>
        </w:tc>
        <w:tc>
          <w:tcPr>
            <w:tcW w:w="882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%</w:t>
            </w:r>
          </w:p>
        </w:tc>
        <w:tc>
          <w:tcPr>
            <w:tcW w:w="1057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37,86</w:t>
            </w:r>
          </w:p>
        </w:tc>
        <w:tc>
          <w:tcPr>
            <w:tcW w:w="1144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35,20</w:t>
            </w:r>
          </w:p>
        </w:tc>
      </w:tr>
      <w:tr w:rsidR="00BE3174" w:rsidRPr="00F1529E" w:rsidTr="00504959">
        <w:trPr>
          <w:trHeight w:val="417"/>
        </w:trPr>
        <w:tc>
          <w:tcPr>
            <w:tcW w:w="1917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Реализовано потребителю</w:t>
            </w:r>
          </w:p>
        </w:tc>
        <w:tc>
          <w:tcPr>
            <w:tcW w:w="882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498,990</w:t>
            </w:r>
          </w:p>
        </w:tc>
        <w:tc>
          <w:tcPr>
            <w:tcW w:w="1144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679,952</w:t>
            </w:r>
          </w:p>
        </w:tc>
      </w:tr>
    </w:tbl>
    <w:p w:rsidR="00BE3174" w:rsidRDefault="00BE3174" w:rsidP="00782372"/>
    <w:p w:rsidR="00BE3174" w:rsidRDefault="00BE3174" w:rsidP="00782372"/>
    <w:p w:rsidR="00BE3174" w:rsidRDefault="00BE3174" w:rsidP="00782372"/>
    <w:p w:rsidR="00BE3174" w:rsidRDefault="00BE3174" w:rsidP="00F1529E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13</w:t>
      </w:r>
      <w:r w:rsidRPr="00FE2CA0">
        <w:t>.</w:t>
      </w:r>
      <w:r>
        <w:t xml:space="preserve"> </w:t>
      </w:r>
      <w:r w:rsidRPr="00387FA9">
        <w:t>Территориальный баланс подачи воды по технологическим зонам водосна</w:t>
      </w:r>
      <w:r w:rsidRPr="00387FA9">
        <w:t>б</w:t>
      </w:r>
      <w:r w:rsidRPr="00387FA9">
        <w:t>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1"/>
        <w:gridCol w:w="1686"/>
        <w:gridCol w:w="2023"/>
        <w:gridCol w:w="2190"/>
      </w:tblGrid>
      <w:tr w:rsidR="00BE3174" w:rsidRPr="00F1529E" w:rsidTr="00504959">
        <w:tc>
          <w:tcPr>
            <w:tcW w:w="1918" w:type="pct"/>
            <w:vMerge w:val="restar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Целевое назначение</w:t>
            </w:r>
          </w:p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водопотребления</w:t>
            </w:r>
          </w:p>
        </w:tc>
        <w:tc>
          <w:tcPr>
            <w:tcW w:w="881" w:type="pct"/>
            <w:vMerge w:val="restar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Единицы и</w:t>
            </w:r>
            <w:r w:rsidRPr="00504959">
              <w:rPr>
                <w:sz w:val="24"/>
                <w:szCs w:val="24"/>
              </w:rPr>
              <w:t>з</w:t>
            </w:r>
            <w:r w:rsidRPr="00504959">
              <w:rPr>
                <w:sz w:val="24"/>
                <w:szCs w:val="24"/>
              </w:rPr>
              <w:t>мерения</w:t>
            </w:r>
          </w:p>
        </w:tc>
        <w:tc>
          <w:tcPr>
            <w:tcW w:w="2201" w:type="pct"/>
            <w:gridSpan w:val="2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Периоды</w:t>
            </w:r>
          </w:p>
        </w:tc>
      </w:tr>
      <w:tr w:rsidR="00BE3174" w:rsidRPr="00F1529E" w:rsidTr="00504959">
        <w:tc>
          <w:tcPr>
            <w:tcW w:w="1918" w:type="pct"/>
            <w:vMerge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1" w:type="pct"/>
            <w:vMerge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2019 г</w:t>
            </w:r>
          </w:p>
        </w:tc>
        <w:tc>
          <w:tcPr>
            <w:tcW w:w="1144" w:type="pc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2024 г.</w:t>
            </w:r>
          </w:p>
        </w:tc>
      </w:tr>
      <w:tr w:rsidR="00BE3174" w:rsidRPr="00387FA9" w:rsidTr="00504959">
        <w:tc>
          <w:tcPr>
            <w:tcW w:w="1918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с. Майма</w:t>
            </w:r>
          </w:p>
        </w:tc>
        <w:tc>
          <w:tcPr>
            <w:tcW w:w="881" w:type="pct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445,679</w:t>
            </w:r>
          </w:p>
        </w:tc>
        <w:tc>
          <w:tcPr>
            <w:tcW w:w="1144" w:type="pct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607,307</w:t>
            </w:r>
          </w:p>
        </w:tc>
      </w:tr>
      <w:tr w:rsidR="00BE3174" w:rsidRPr="00387FA9" w:rsidTr="00504959">
        <w:tc>
          <w:tcPr>
            <w:tcW w:w="1918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с. Подгорное</w:t>
            </w:r>
          </w:p>
        </w:tc>
        <w:tc>
          <w:tcPr>
            <w:tcW w:w="881" w:type="pct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27,861</w:t>
            </w:r>
          </w:p>
        </w:tc>
        <w:tc>
          <w:tcPr>
            <w:tcW w:w="1144" w:type="pct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37,964</w:t>
            </w:r>
          </w:p>
        </w:tc>
      </w:tr>
      <w:tr w:rsidR="00BE3174" w:rsidRPr="00387FA9" w:rsidTr="00504959">
        <w:tc>
          <w:tcPr>
            <w:tcW w:w="1918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с. Верх-Карагуж</w:t>
            </w:r>
          </w:p>
        </w:tc>
        <w:tc>
          <w:tcPr>
            <w:tcW w:w="881" w:type="pct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10,758</w:t>
            </w:r>
          </w:p>
        </w:tc>
        <w:tc>
          <w:tcPr>
            <w:tcW w:w="1144" w:type="pct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14,660</w:t>
            </w:r>
          </w:p>
        </w:tc>
      </w:tr>
      <w:tr w:rsidR="00BE3174" w:rsidRPr="00387FA9" w:rsidTr="00504959">
        <w:tc>
          <w:tcPr>
            <w:tcW w:w="1918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п. Карлушка</w:t>
            </w:r>
          </w:p>
        </w:tc>
        <w:tc>
          <w:tcPr>
            <w:tcW w:w="881" w:type="pct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13,804</w:t>
            </w:r>
          </w:p>
        </w:tc>
        <w:tc>
          <w:tcPr>
            <w:tcW w:w="1144" w:type="pct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18,810</w:t>
            </w:r>
          </w:p>
        </w:tc>
      </w:tr>
      <w:tr w:rsidR="00BE3174" w:rsidRPr="00387FA9" w:rsidTr="00504959">
        <w:tc>
          <w:tcPr>
            <w:tcW w:w="1918" w:type="pct"/>
          </w:tcPr>
          <w:p w:rsidR="00BE3174" w:rsidRPr="00387FA9" w:rsidRDefault="00BE3174" w:rsidP="00504959">
            <w:pPr>
              <w:spacing w:line="240" w:lineRule="auto"/>
              <w:ind w:firstLine="0"/>
              <w:jc w:val="left"/>
            </w:pPr>
            <w:r w:rsidRPr="00504959">
              <w:rPr>
                <w:sz w:val="24"/>
                <w:szCs w:val="24"/>
              </w:rPr>
              <w:t>п. Дубровка</w:t>
            </w:r>
          </w:p>
        </w:tc>
        <w:tc>
          <w:tcPr>
            <w:tcW w:w="881" w:type="pct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тыс.м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0,889</w:t>
            </w:r>
          </w:p>
        </w:tc>
        <w:tc>
          <w:tcPr>
            <w:tcW w:w="1144" w:type="pct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1,211</w:t>
            </w:r>
          </w:p>
        </w:tc>
      </w:tr>
    </w:tbl>
    <w:p w:rsidR="00BE3174" w:rsidRPr="00387FA9" w:rsidRDefault="00BE3174" w:rsidP="00782372"/>
    <w:p w:rsidR="00BE3174" w:rsidRPr="007978E9" w:rsidRDefault="00BE3174" w:rsidP="00782372">
      <w:pPr>
        <w:rPr>
          <w:highlight w:val="yellow"/>
        </w:rPr>
      </w:pPr>
    </w:p>
    <w:p w:rsidR="00BE3174" w:rsidRPr="00387FA9" w:rsidRDefault="00BE3174" w:rsidP="00321C9F">
      <w:pPr>
        <w:pStyle w:val="List"/>
        <w:numPr>
          <w:ilvl w:val="0"/>
          <w:numId w:val="0"/>
        </w:numPr>
      </w:pPr>
      <w:r w:rsidRPr="00387FA9">
        <w:t>Таблица 4. Распределения расходов воды по типам абонентов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69"/>
        <w:gridCol w:w="1688"/>
        <w:gridCol w:w="2023"/>
        <w:gridCol w:w="2190"/>
      </w:tblGrid>
      <w:tr w:rsidR="00BE3174" w:rsidRPr="007978E9" w:rsidTr="00504959">
        <w:tc>
          <w:tcPr>
            <w:tcW w:w="1917" w:type="pct"/>
            <w:vMerge w:val="restar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Целевое назначение</w:t>
            </w:r>
          </w:p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водопотребления</w:t>
            </w:r>
          </w:p>
        </w:tc>
        <w:tc>
          <w:tcPr>
            <w:tcW w:w="882" w:type="pct"/>
            <w:vMerge w:val="restar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Единицы и</w:t>
            </w:r>
            <w:r w:rsidRPr="00504959">
              <w:rPr>
                <w:sz w:val="24"/>
                <w:szCs w:val="24"/>
              </w:rPr>
              <w:t>з</w:t>
            </w:r>
            <w:r w:rsidRPr="00504959">
              <w:rPr>
                <w:sz w:val="24"/>
                <w:szCs w:val="24"/>
              </w:rPr>
              <w:t>мерения</w:t>
            </w:r>
          </w:p>
        </w:tc>
        <w:tc>
          <w:tcPr>
            <w:tcW w:w="2201" w:type="pct"/>
            <w:gridSpan w:val="2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Периоды</w:t>
            </w:r>
          </w:p>
        </w:tc>
      </w:tr>
      <w:tr w:rsidR="00BE3174" w:rsidRPr="007978E9" w:rsidTr="00504959">
        <w:tc>
          <w:tcPr>
            <w:tcW w:w="1917" w:type="pct"/>
            <w:vMerge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2019 г</w:t>
            </w:r>
          </w:p>
        </w:tc>
        <w:tc>
          <w:tcPr>
            <w:tcW w:w="1144" w:type="pct"/>
            <w:shd w:val="clear" w:color="auto" w:fill="C6D9F1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2024 г.</w:t>
            </w:r>
          </w:p>
        </w:tc>
      </w:tr>
      <w:tr w:rsidR="00BE3174" w:rsidRPr="007978E9" w:rsidTr="00504959">
        <w:tc>
          <w:tcPr>
            <w:tcW w:w="1917" w:type="pct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Объем реализации по потребит</w:t>
            </w:r>
            <w:r w:rsidRPr="00504959">
              <w:rPr>
                <w:sz w:val="24"/>
                <w:szCs w:val="24"/>
              </w:rPr>
              <w:t>е</w:t>
            </w:r>
            <w:r w:rsidRPr="00504959">
              <w:rPr>
                <w:sz w:val="24"/>
                <w:szCs w:val="24"/>
              </w:rPr>
              <w:t>лям, в т.ч.</w:t>
            </w:r>
          </w:p>
        </w:tc>
        <w:tc>
          <w:tcPr>
            <w:tcW w:w="882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498,990</w:t>
            </w:r>
          </w:p>
        </w:tc>
        <w:tc>
          <w:tcPr>
            <w:tcW w:w="1144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679,952</w:t>
            </w:r>
          </w:p>
        </w:tc>
      </w:tr>
      <w:tr w:rsidR="00BE3174" w:rsidRPr="007978E9" w:rsidTr="00504959">
        <w:tc>
          <w:tcPr>
            <w:tcW w:w="1917" w:type="pct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Население</w:t>
            </w:r>
          </w:p>
        </w:tc>
        <w:tc>
          <w:tcPr>
            <w:tcW w:w="882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403,184</w:t>
            </w:r>
          </w:p>
        </w:tc>
        <w:tc>
          <w:tcPr>
            <w:tcW w:w="1144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549,401</w:t>
            </w:r>
          </w:p>
        </w:tc>
      </w:tr>
      <w:tr w:rsidR="00BE3174" w:rsidRPr="007978E9" w:rsidTr="00504959">
        <w:tc>
          <w:tcPr>
            <w:tcW w:w="1917" w:type="pct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Бюджетные организации</w:t>
            </w:r>
          </w:p>
        </w:tc>
        <w:tc>
          <w:tcPr>
            <w:tcW w:w="882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45,907</w:t>
            </w:r>
          </w:p>
        </w:tc>
        <w:tc>
          <w:tcPr>
            <w:tcW w:w="1144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62,556</w:t>
            </w:r>
          </w:p>
        </w:tc>
      </w:tr>
      <w:tr w:rsidR="00BE3174" w:rsidRPr="00F1529E" w:rsidTr="00504959">
        <w:tc>
          <w:tcPr>
            <w:tcW w:w="1917" w:type="pct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Прочие</w:t>
            </w:r>
          </w:p>
        </w:tc>
        <w:tc>
          <w:tcPr>
            <w:tcW w:w="882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т.м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19,899</w:t>
            </w:r>
          </w:p>
        </w:tc>
        <w:tc>
          <w:tcPr>
            <w:tcW w:w="1144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67,995</w:t>
            </w:r>
          </w:p>
        </w:tc>
      </w:tr>
    </w:tbl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30" w:name="_Toc10132672"/>
      <w:r w:rsidRPr="00575D7C">
        <w:t>Расчет требуемой мощности водозаборных и очистных сооруж</w:t>
      </w:r>
      <w:r w:rsidRPr="00575D7C">
        <w:t>е</w:t>
      </w:r>
      <w:r w:rsidRPr="00575D7C">
        <w:t>ний исходя из данных о перспективном потреблении питьевой, технич</w:t>
      </w:r>
      <w:r w:rsidRPr="00575D7C">
        <w:t>е</w:t>
      </w:r>
      <w:r w:rsidRPr="00575D7C">
        <w:t>ской воды и величины потерь питьевой, технической воды при ее тран</w:t>
      </w:r>
      <w:r w:rsidRPr="00575D7C">
        <w:t>с</w:t>
      </w:r>
      <w:r w:rsidRPr="00575D7C">
        <w:t>портировке с указанием требуемых объемов подачи и потребления пит</w:t>
      </w:r>
      <w:r w:rsidRPr="00575D7C">
        <w:t>ь</w:t>
      </w:r>
      <w:r w:rsidRPr="00575D7C">
        <w:t>евой, технической воды, дефицита (резерва) мощностей по технологич</w:t>
      </w:r>
      <w:r w:rsidRPr="00575D7C">
        <w:t>е</w:t>
      </w:r>
      <w:r w:rsidRPr="00575D7C">
        <w:t>ским зонам с разбивкой по годам</w:t>
      </w:r>
      <w:bookmarkEnd w:id="30"/>
    </w:p>
    <w:p w:rsidR="00BE3174" w:rsidRPr="00AB5B39" w:rsidRDefault="00BE3174" w:rsidP="00B5202C">
      <w:r>
        <w:t>Р</w:t>
      </w:r>
      <w:r w:rsidRPr="00AB5B39">
        <w:t xml:space="preserve">езультата анализа запланированных к присоединению нагрузок, </w:t>
      </w:r>
      <w:r>
        <w:t>пок</w:t>
      </w:r>
      <w:r>
        <w:t>а</w:t>
      </w:r>
      <w:r>
        <w:t xml:space="preserve">зал, </w:t>
      </w:r>
      <w:r w:rsidRPr="00AB5B39">
        <w:t>что максимальное потребление воды приходится на 202</w:t>
      </w:r>
      <w:r>
        <w:t>4</w:t>
      </w:r>
      <w:r w:rsidRPr="00AB5B39">
        <w:t xml:space="preserve"> год, поэтому расчет требуемой мощности оборудования водозаборных узлов (ВЗУ) прои</w:t>
      </w:r>
      <w:r w:rsidRPr="00AB5B39">
        <w:t>з</w:t>
      </w:r>
      <w:r w:rsidRPr="00AB5B39">
        <w:t>веде</w:t>
      </w:r>
      <w:r>
        <w:t>н</w:t>
      </w:r>
      <w:r w:rsidRPr="00AB5B39">
        <w:t xml:space="preserve"> на расчетные расходы воды,</w:t>
      </w:r>
      <w:r>
        <w:t xml:space="preserve"> соответствующему</w:t>
      </w:r>
      <w:r w:rsidRPr="00AB5B39">
        <w:t xml:space="preserve"> периоду:</w:t>
      </w:r>
    </w:p>
    <w:p w:rsidR="00BE3174" w:rsidRDefault="00BE3174" w:rsidP="00B5202C">
      <w:pPr>
        <w:pStyle w:val="ListParagraph"/>
        <w:numPr>
          <w:ilvl w:val="0"/>
          <w:numId w:val="43"/>
        </w:numPr>
        <w:ind w:left="851" w:hanging="284"/>
      </w:pPr>
      <w:r w:rsidRPr="00AB5B39">
        <w:t xml:space="preserve">объем отпуска </w:t>
      </w:r>
      <w:r>
        <w:t xml:space="preserve">воды </w:t>
      </w:r>
      <w:r w:rsidRPr="00AB5B39">
        <w:t>от водозаборных узлов в сеть составляет:</w:t>
      </w:r>
    </w:p>
    <w:p w:rsidR="00BE3174" w:rsidRDefault="00BE3174" w:rsidP="00B5202C">
      <w:pPr>
        <w:pStyle w:val="ListParagraph"/>
        <w:ind w:left="851" w:firstLine="0"/>
      </w:pPr>
      <w:r>
        <w:t xml:space="preserve">679951,64 </w:t>
      </w:r>
      <w:r w:rsidRPr="00AB5B39">
        <w:t>м</w:t>
      </w:r>
      <w:r w:rsidRPr="003C3150">
        <w:rPr>
          <w:vertAlign w:val="superscript"/>
        </w:rPr>
        <w:t>3</w:t>
      </w:r>
      <w:r w:rsidRPr="00AB5B39">
        <w:t>;</w:t>
      </w:r>
    </w:p>
    <w:p w:rsidR="00BE3174" w:rsidRDefault="00BE3174" w:rsidP="00B5202C">
      <w:pPr>
        <w:pStyle w:val="ListParagraph"/>
        <w:numPr>
          <w:ilvl w:val="0"/>
          <w:numId w:val="43"/>
        </w:numPr>
        <w:ind w:left="851" w:hanging="284"/>
      </w:pPr>
      <w:r w:rsidRPr="00AB5B39">
        <w:t>расчетная производительность ВЗУ составляет:</w:t>
      </w:r>
      <w:r>
        <w:t xml:space="preserve"> </w:t>
      </w:r>
    </w:p>
    <w:p w:rsidR="00BE3174" w:rsidRDefault="00BE3174" w:rsidP="00B5202C">
      <w:pPr>
        <w:pStyle w:val="ListParagraph"/>
        <w:ind w:left="851" w:firstLine="0"/>
      </w:pPr>
      <w:r>
        <w:t>679951,64 /</w:t>
      </w:r>
      <w:r w:rsidRPr="00AB5B39">
        <w:t xml:space="preserve">365*1,3 = </w:t>
      </w:r>
      <w:r>
        <w:t>2421,75 м</w:t>
      </w:r>
      <w:r w:rsidRPr="003C3150">
        <w:rPr>
          <w:vertAlign w:val="superscript"/>
        </w:rPr>
        <w:t>3</w:t>
      </w:r>
      <w:r w:rsidRPr="00AB5B39">
        <w:t>/сут;</w:t>
      </w:r>
    </w:p>
    <w:p w:rsidR="00BE3174" w:rsidRDefault="00BE3174" w:rsidP="00B5202C">
      <w:pPr>
        <w:pStyle w:val="ListParagraph"/>
        <w:numPr>
          <w:ilvl w:val="0"/>
          <w:numId w:val="43"/>
        </w:numPr>
        <w:ind w:left="851" w:hanging="284"/>
      </w:pPr>
      <w:r>
        <w:t xml:space="preserve">существующая </w:t>
      </w:r>
      <w:r w:rsidRPr="00AB5B39">
        <w:t xml:space="preserve">производительность ВЗУ: </w:t>
      </w:r>
      <w:r>
        <w:t>33828м</w:t>
      </w:r>
      <w:r w:rsidRPr="003C3150">
        <w:rPr>
          <w:vertAlign w:val="superscript"/>
        </w:rPr>
        <w:t>3</w:t>
      </w:r>
      <w:r w:rsidRPr="00AB5B39">
        <w:t>/сут;</w:t>
      </w:r>
    </w:p>
    <w:p w:rsidR="00BE3174" w:rsidRPr="00AB5B39" w:rsidRDefault="00BE3174" w:rsidP="00B5202C">
      <w:pPr>
        <w:pStyle w:val="ListParagraph"/>
        <w:numPr>
          <w:ilvl w:val="0"/>
          <w:numId w:val="43"/>
        </w:numPr>
        <w:ind w:left="851" w:hanging="284"/>
      </w:pPr>
      <w:r w:rsidRPr="00AB5B39">
        <w:t>запас производительности</w:t>
      </w:r>
      <w:r>
        <w:t xml:space="preserve"> </w:t>
      </w:r>
      <w:r w:rsidRPr="00AB5B39">
        <w:t>ВЗУ: (1-</w:t>
      </w:r>
      <w:r>
        <w:t>2421,75</w:t>
      </w:r>
      <w:r w:rsidRPr="00AB5B39">
        <w:t>/</w:t>
      </w:r>
      <w:r>
        <w:t>33828</w:t>
      </w:r>
      <w:r w:rsidRPr="00AB5B39">
        <w:t xml:space="preserve">)*100 = </w:t>
      </w:r>
      <w:r>
        <w:t xml:space="preserve">92,8 </w:t>
      </w:r>
      <w:r w:rsidRPr="00AB5B39">
        <w:t>%.</w:t>
      </w:r>
    </w:p>
    <w:p w:rsidR="00BE3174" w:rsidRPr="00AB5B39" w:rsidRDefault="00BE3174" w:rsidP="00B5202C">
      <w:r w:rsidRPr="00AB5B39">
        <w:t>Анализ результатов расчета показывает, что при прогнозируемой те</w:t>
      </w:r>
      <w:r w:rsidRPr="00AB5B39">
        <w:t>н</w:t>
      </w:r>
      <w:r w:rsidRPr="00AB5B39">
        <w:t>денции к увеличению численности населения и подключению новых потр</w:t>
      </w:r>
      <w:r w:rsidRPr="00AB5B39">
        <w:t>е</w:t>
      </w:r>
      <w:r w:rsidRPr="00AB5B39">
        <w:t>бителей, а также при уменьшении потерь и неучтенных расходов при тран</w:t>
      </w:r>
      <w:r w:rsidRPr="00AB5B39">
        <w:t>с</w:t>
      </w:r>
      <w:r w:rsidRPr="00AB5B39">
        <w:t>портировке воды, при существующих мощностях ВЗУ имеется резерв по производительностям основного технологического оборудования.</w:t>
      </w:r>
    </w:p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31" w:name="_Toc10132673"/>
      <w:r w:rsidRPr="00575D7C">
        <w:t>Наименование организации, которая наделена статусом гарант</w:t>
      </w:r>
      <w:r w:rsidRPr="00575D7C">
        <w:t>и</w:t>
      </w:r>
      <w:r w:rsidRPr="00575D7C">
        <w:t>рующей организации</w:t>
      </w:r>
      <w:bookmarkEnd w:id="31"/>
    </w:p>
    <w:p w:rsidR="00BE3174" w:rsidRDefault="00BE3174" w:rsidP="00321C9F">
      <w:r w:rsidRPr="006479CC">
        <w:t>Организацией, наделённой статусом гарантирующей организации, я</w:t>
      </w:r>
      <w:r w:rsidRPr="006479CC">
        <w:t>в</w:t>
      </w:r>
      <w:r w:rsidRPr="006479CC">
        <w:t>ляется МУП «Кристалл».</w:t>
      </w:r>
    </w:p>
    <w:p w:rsidR="00BE3174" w:rsidRDefault="00BE3174" w:rsidP="002B731D">
      <w:pPr>
        <w:rPr>
          <w:szCs w:val="28"/>
        </w:rPr>
      </w:pPr>
    </w:p>
    <w:p w:rsidR="00BE3174" w:rsidRDefault="00BE3174" w:rsidP="002B731D">
      <w:pPr>
        <w:rPr>
          <w:szCs w:val="28"/>
        </w:rPr>
      </w:pPr>
    </w:p>
    <w:p w:rsidR="00BE3174" w:rsidRDefault="00BE3174" w:rsidP="00A76893">
      <w:pPr>
        <w:pStyle w:val="Heading2"/>
      </w:pPr>
      <w:bookmarkStart w:id="32" w:name="_Toc10132674"/>
      <w:r w:rsidRPr="00575D7C">
        <w:t>Предложения по строительству, реконструкции и модернизации объектов централизованных систем водоснабжения</w:t>
      </w:r>
      <w:bookmarkEnd w:id="32"/>
    </w:p>
    <w:p w:rsidR="00BE3174" w:rsidRDefault="00BE3174" w:rsidP="00A76893">
      <w:pPr>
        <w:pStyle w:val="Heading3"/>
      </w:pPr>
      <w:bookmarkStart w:id="33" w:name="_Toc10132675"/>
      <w:r w:rsidRPr="00575D7C">
        <w:t>Перечень основных мероприятий по реализации схем водоснабж</w:t>
      </w:r>
      <w:r w:rsidRPr="00575D7C">
        <w:t>е</w:t>
      </w:r>
      <w:r w:rsidRPr="00575D7C">
        <w:t>ния с разбивкой по годам</w:t>
      </w:r>
      <w:bookmarkEnd w:id="33"/>
    </w:p>
    <w:p w:rsidR="00BE3174" w:rsidRDefault="00BE3174" w:rsidP="00157897">
      <w:pPr>
        <w:ind w:firstLine="567"/>
        <w:rPr>
          <w:szCs w:val="28"/>
        </w:rPr>
      </w:pPr>
      <w:r w:rsidRPr="00006D09">
        <w:rPr>
          <w:szCs w:val="28"/>
        </w:rPr>
        <w:t>В 2018 г. МУП «Кристал»</w:t>
      </w:r>
      <w:r>
        <w:rPr>
          <w:szCs w:val="28"/>
        </w:rPr>
        <w:t xml:space="preserve"> провели мероприятия </w:t>
      </w:r>
      <w:r w:rsidRPr="00006D09">
        <w:rPr>
          <w:szCs w:val="28"/>
        </w:rPr>
        <w:t>по ремонту</w:t>
      </w:r>
      <w:r>
        <w:rPr>
          <w:szCs w:val="28"/>
        </w:rPr>
        <w:t xml:space="preserve"> </w:t>
      </w:r>
      <w:r w:rsidRPr="00006D09">
        <w:rPr>
          <w:szCs w:val="28"/>
        </w:rPr>
        <w:t>водопр</w:t>
      </w:r>
      <w:r w:rsidRPr="00006D09">
        <w:rPr>
          <w:szCs w:val="28"/>
        </w:rPr>
        <w:t>о</w:t>
      </w:r>
      <w:r w:rsidRPr="00006D09">
        <w:rPr>
          <w:szCs w:val="28"/>
        </w:rPr>
        <w:t>водных сетей</w:t>
      </w:r>
      <w:r>
        <w:rPr>
          <w:szCs w:val="28"/>
        </w:rPr>
        <w:t xml:space="preserve"> и повышению энергосбережения скважин поселения, таблица 15-16.</w:t>
      </w:r>
    </w:p>
    <w:p w:rsidR="00BE3174" w:rsidRDefault="00BE3174" w:rsidP="00157897">
      <w:pPr>
        <w:ind w:firstLine="567"/>
        <w:rPr>
          <w:szCs w:val="28"/>
        </w:rPr>
      </w:pPr>
    </w:p>
    <w:p w:rsidR="00BE3174" w:rsidRPr="00006D09" w:rsidRDefault="00BE3174" w:rsidP="00157897">
      <w:pPr>
        <w:pStyle w:val="List"/>
        <w:numPr>
          <w:ilvl w:val="0"/>
          <w:numId w:val="0"/>
        </w:numPr>
      </w:pPr>
      <w:r>
        <w:t>Таблица 15</w:t>
      </w:r>
      <w:r w:rsidRPr="00006D09">
        <w:t>. Ремонт водопроводных сетей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895"/>
      </w:tblGrid>
      <w:tr w:rsidR="00BE3174" w:rsidTr="00504959">
        <w:tc>
          <w:tcPr>
            <w:tcW w:w="675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№</w:t>
            </w:r>
          </w:p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п/п</w:t>
            </w:r>
          </w:p>
        </w:tc>
        <w:tc>
          <w:tcPr>
            <w:tcW w:w="8895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Наименование мероприятий</w:t>
            </w:r>
          </w:p>
        </w:tc>
      </w:tr>
      <w:tr w:rsidR="00BE3174" w:rsidTr="00504959">
        <w:trPr>
          <w:trHeight w:val="320"/>
        </w:trPr>
        <w:tc>
          <w:tcPr>
            <w:tcW w:w="9570" w:type="dxa"/>
            <w:gridSpan w:val="2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504959">
              <w:rPr>
                <w:b/>
                <w:i/>
                <w:sz w:val="24"/>
              </w:rPr>
              <w:t>с. Майма</w:t>
            </w:r>
          </w:p>
        </w:tc>
      </w:tr>
      <w:tr w:rsidR="00BE3174" w:rsidTr="00504959">
        <w:trPr>
          <w:trHeight w:val="423"/>
        </w:trPr>
        <w:tc>
          <w:tcPr>
            <w:tcW w:w="67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04959">
              <w:rPr>
                <w:sz w:val="24"/>
                <w:szCs w:val="24"/>
              </w:rPr>
              <w:t>Ремонт водопровода по ул. Алтайская, 31</w:t>
            </w:r>
          </w:p>
        </w:tc>
      </w:tr>
      <w:tr w:rsidR="00BE3174" w:rsidTr="00504959">
        <w:trPr>
          <w:trHeight w:val="415"/>
        </w:trPr>
        <w:tc>
          <w:tcPr>
            <w:tcW w:w="67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</w:t>
            </w:r>
          </w:p>
        </w:tc>
        <w:tc>
          <w:tcPr>
            <w:tcW w:w="889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Ремонт водопровода по ул. Алтайская, 29-31</w:t>
            </w:r>
          </w:p>
        </w:tc>
      </w:tr>
      <w:tr w:rsidR="00BE3174" w:rsidTr="00504959">
        <w:trPr>
          <w:trHeight w:val="422"/>
        </w:trPr>
        <w:tc>
          <w:tcPr>
            <w:tcW w:w="67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</w:t>
            </w:r>
          </w:p>
        </w:tc>
        <w:tc>
          <w:tcPr>
            <w:tcW w:w="889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Ремонт водопровода по ул. Ленина 34-38</w:t>
            </w:r>
          </w:p>
        </w:tc>
      </w:tr>
      <w:tr w:rsidR="00BE3174" w:rsidRPr="00006D09" w:rsidTr="00504959">
        <w:trPr>
          <w:trHeight w:val="400"/>
        </w:trPr>
        <w:tc>
          <w:tcPr>
            <w:tcW w:w="67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</w:t>
            </w:r>
          </w:p>
        </w:tc>
        <w:tc>
          <w:tcPr>
            <w:tcW w:w="889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Текущий ремонт водопровода по пер. Северный</w:t>
            </w:r>
          </w:p>
        </w:tc>
      </w:tr>
      <w:tr w:rsidR="00BE3174" w:rsidRPr="00006D09" w:rsidTr="00504959">
        <w:trPr>
          <w:trHeight w:val="433"/>
        </w:trPr>
        <w:tc>
          <w:tcPr>
            <w:tcW w:w="67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5</w:t>
            </w:r>
          </w:p>
        </w:tc>
        <w:tc>
          <w:tcPr>
            <w:tcW w:w="889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Текущий ремонт водопровода по ул. 50 лет Победы</w:t>
            </w:r>
          </w:p>
        </w:tc>
      </w:tr>
      <w:tr w:rsidR="00BE3174" w:rsidRPr="00006D09" w:rsidTr="00504959">
        <w:trPr>
          <w:trHeight w:val="260"/>
        </w:trPr>
        <w:tc>
          <w:tcPr>
            <w:tcW w:w="67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6</w:t>
            </w:r>
          </w:p>
        </w:tc>
        <w:tc>
          <w:tcPr>
            <w:tcW w:w="889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Ремонт пожарных гидрантов</w:t>
            </w:r>
          </w:p>
        </w:tc>
      </w:tr>
      <w:tr w:rsidR="00BE3174" w:rsidRPr="00006D09" w:rsidTr="00504959">
        <w:trPr>
          <w:trHeight w:val="396"/>
        </w:trPr>
        <w:tc>
          <w:tcPr>
            <w:tcW w:w="9570" w:type="dxa"/>
            <w:gridSpan w:val="2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b/>
                <w:i/>
                <w:sz w:val="24"/>
                <w:szCs w:val="24"/>
              </w:rPr>
              <w:t>п. Дубровка</w:t>
            </w:r>
          </w:p>
        </w:tc>
      </w:tr>
      <w:tr w:rsidR="00BE3174" w:rsidRPr="00006D09" w:rsidTr="00504959">
        <w:trPr>
          <w:trHeight w:val="421"/>
        </w:trPr>
        <w:tc>
          <w:tcPr>
            <w:tcW w:w="67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Ремонт водопровода</w:t>
            </w:r>
          </w:p>
        </w:tc>
      </w:tr>
    </w:tbl>
    <w:p w:rsidR="00BE3174" w:rsidRPr="00006D09" w:rsidRDefault="00BE3174" w:rsidP="00157897">
      <w:pPr>
        <w:pStyle w:val="List"/>
        <w:numPr>
          <w:ilvl w:val="0"/>
          <w:numId w:val="0"/>
        </w:numPr>
      </w:pPr>
      <w:r>
        <w:t>Таблица 16</w:t>
      </w:r>
      <w:r w:rsidRPr="00006D09">
        <w:t xml:space="preserve">. </w:t>
      </w:r>
      <w:r>
        <w:t xml:space="preserve">Мероприятия по </w:t>
      </w:r>
      <w:r>
        <w:rPr>
          <w:szCs w:val="28"/>
        </w:rPr>
        <w:t>энергосбережению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895"/>
      </w:tblGrid>
      <w:tr w:rsidR="00BE3174" w:rsidTr="00504959">
        <w:tc>
          <w:tcPr>
            <w:tcW w:w="675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№</w:t>
            </w:r>
          </w:p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п/п</w:t>
            </w:r>
          </w:p>
        </w:tc>
        <w:tc>
          <w:tcPr>
            <w:tcW w:w="8895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Наименование мероприятий</w:t>
            </w:r>
          </w:p>
        </w:tc>
      </w:tr>
      <w:tr w:rsidR="00BE3174" w:rsidTr="00504959">
        <w:trPr>
          <w:trHeight w:val="316"/>
        </w:trPr>
        <w:tc>
          <w:tcPr>
            <w:tcW w:w="9570" w:type="dxa"/>
            <w:gridSpan w:val="2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504959">
              <w:rPr>
                <w:b/>
                <w:i/>
                <w:sz w:val="24"/>
              </w:rPr>
              <w:t>Майминское сельское поселение</w:t>
            </w:r>
          </w:p>
        </w:tc>
      </w:tr>
      <w:tr w:rsidR="00BE3174" w:rsidTr="00504959">
        <w:trPr>
          <w:trHeight w:val="278"/>
        </w:trPr>
        <w:tc>
          <w:tcPr>
            <w:tcW w:w="67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Замена существующих ламп накаливания на светодиодные лампы в павильонах скважин</w:t>
            </w:r>
          </w:p>
        </w:tc>
      </w:tr>
      <w:tr w:rsidR="00BE3174" w:rsidTr="00504959">
        <w:trPr>
          <w:trHeight w:val="376"/>
        </w:trPr>
        <w:tc>
          <w:tcPr>
            <w:tcW w:w="67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</w:t>
            </w:r>
          </w:p>
        </w:tc>
        <w:tc>
          <w:tcPr>
            <w:tcW w:w="889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Установка приборов учета воды на скважинах</w:t>
            </w:r>
          </w:p>
        </w:tc>
      </w:tr>
      <w:tr w:rsidR="00BE3174" w:rsidTr="00504959">
        <w:trPr>
          <w:trHeight w:val="316"/>
        </w:trPr>
        <w:tc>
          <w:tcPr>
            <w:tcW w:w="9570" w:type="dxa"/>
            <w:gridSpan w:val="2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504959">
              <w:rPr>
                <w:b/>
                <w:i/>
                <w:sz w:val="24"/>
              </w:rPr>
              <w:t>с. Майма</w:t>
            </w:r>
          </w:p>
        </w:tc>
      </w:tr>
      <w:tr w:rsidR="00BE3174" w:rsidTr="00504959">
        <w:trPr>
          <w:trHeight w:val="278"/>
        </w:trPr>
        <w:tc>
          <w:tcPr>
            <w:tcW w:w="67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04959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Установка частотного регулирования приводов насосов скважины № Г 36/88 по ул. Энергетиков д. 41</w:t>
            </w:r>
          </w:p>
        </w:tc>
      </w:tr>
      <w:tr w:rsidR="00BE3174" w:rsidTr="00504959">
        <w:trPr>
          <w:trHeight w:val="316"/>
        </w:trPr>
        <w:tc>
          <w:tcPr>
            <w:tcW w:w="9570" w:type="dxa"/>
            <w:gridSpan w:val="2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04959">
              <w:rPr>
                <w:b/>
                <w:i/>
                <w:sz w:val="24"/>
                <w:szCs w:val="24"/>
              </w:rPr>
              <w:t>с. Верх-Карагуж</w:t>
            </w:r>
          </w:p>
        </w:tc>
      </w:tr>
      <w:tr w:rsidR="00BE3174" w:rsidTr="00504959">
        <w:trPr>
          <w:trHeight w:val="278"/>
        </w:trPr>
        <w:tc>
          <w:tcPr>
            <w:tcW w:w="67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04959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Замена обогревателя в павильоне скважины Г 11/82 по ул. 2П ятилетка</w:t>
            </w:r>
          </w:p>
        </w:tc>
      </w:tr>
      <w:tr w:rsidR="00BE3174" w:rsidTr="00504959">
        <w:trPr>
          <w:trHeight w:val="316"/>
        </w:trPr>
        <w:tc>
          <w:tcPr>
            <w:tcW w:w="9570" w:type="dxa"/>
            <w:gridSpan w:val="2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504959">
              <w:rPr>
                <w:b/>
                <w:i/>
                <w:sz w:val="24"/>
                <w:szCs w:val="24"/>
              </w:rPr>
              <w:t>п. Дубровка</w:t>
            </w:r>
          </w:p>
        </w:tc>
      </w:tr>
      <w:tr w:rsidR="00BE3174" w:rsidTr="00504959">
        <w:trPr>
          <w:trHeight w:val="278"/>
        </w:trPr>
        <w:tc>
          <w:tcPr>
            <w:tcW w:w="67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504959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Замена обогревателя в павильоне скважины Г 19/78</w:t>
            </w:r>
          </w:p>
        </w:tc>
      </w:tr>
    </w:tbl>
    <w:p w:rsidR="00BE3174" w:rsidRDefault="00BE3174" w:rsidP="00782372"/>
    <w:p w:rsidR="00BE3174" w:rsidRPr="00AB5B39" w:rsidRDefault="00BE3174" w:rsidP="000F363E">
      <w:pPr>
        <w:ind w:firstLine="567"/>
        <w:rPr>
          <w:szCs w:val="28"/>
        </w:rPr>
      </w:pPr>
      <w:r w:rsidRPr="007E4F21">
        <w:rPr>
          <w:szCs w:val="28"/>
        </w:rPr>
        <w:t>На основании Генерального плана</w:t>
      </w:r>
      <w:r w:rsidRPr="007E4F21">
        <w:t xml:space="preserve"> развития системы водоснабжения </w:t>
      </w:r>
      <w:r w:rsidRPr="007E4F21">
        <w:rPr>
          <w:bCs/>
        </w:rPr>
        <w:t>МО «</w:t>
      </w:r>
      <w:r>
        <w:rPr>
          <w:bCs/>
        </w:rPr>
        <w:t xml:space="preserve">Майминское </w:t>
      </w:r>
      <w:r w:rsidRPr="007E4F21">
        <w:rPr>
          <w:bCs/>
        </w:rPr>
        <w:t xml:space="preserve">сельское поселение» на период </w:t>
      </w:r>
      <w:r w:rsidRPr="007E4F21">
        <w:t xml:space="preserve">2019-2024 гг., </w:t>
      </w:r>
      <w:r w:rsidRPr="007E4F21">
        <w:rPr>
          <w:szCs w:val="28"/>
        </w:rPr>
        <w:t>планов админ</w:t>
      </w:r>
      <w:r w:rsidRPr="007E4F21">
        <w:rPr>
          <w:szCs w:val="28"/>
        </w:rPr>
        <w:t>и</w:t>
      </w:r>
      <w:r w:rsidRPr="007E4F21">
        <w:rPr>
          <w:szCs w:val="28"/>
        </w:rPr>
        <w:t>страции поселения, программ ресурсоснабжающей организации рекоменд</w:t>
      </w:r>
      <w:r w:rsidRPr="007E4F21">
        <w:rPr>
          <w:szCs w:val="28"/>
        </w:rPr>
        <w:t>о</w:t>
      </w:r>
      <w:r w:rsidRPr="007E4F21">
        <w:rPr>
          <w:szCs w:val="28"/>
        </w:rPr>
        <w:t xml:space="preserve">ваны мероприятия перечисленные </w:t>
      </w:r>
      <w:r w:rsidRPr="007E4F21">
        <w:t>в таблице 17.</w:t>
      </w:r>
    </w:p>
    <w:p w:rsidR="00BE3174" w:rsidRDefault="00BE3174" w:rsidP="000F363E"/>
    <w:p w:rsidR="00BE3174" w:rsidRDefault="00BE3174" w:rsidP="000F363E">
      <w:pPr>
        <w:pStyle w:val="List"/>
        <w:numPr>
          <w:ilvl w:val="0"/>
          <w:numId w:val="0"/>
        </w:numPr>
      </w:pPr>
      <w:r>
        <w:t>Таблица 17</w:t>
      </w:r>
      <w:r w:rsidRPr="001830DA">
        <w:t>. Перечень мероприятий по развитию системы водоснабжения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7371"/>
        <w:gridCol w:w="1665"/>
      </w:tblGrid>
      <w:tr w:rsidR="00BE3174" w:rsidRPr="001830DA" w:rsidTr="00504959">
        <w:tc>
          <w:tcPr>
            <w:tcW w:w="534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№</w:t>
            </w:r>
          </w:p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п/п</w:t>
            </w:r>
          </w:p>
        </w:tc>
        <w:tc>
          <w:tcPr>
            <w:tcW w:w="7371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Наименование мероприятий</w:t>
            </w:r>
          </w:p>
        </w:tc>
        <w:tc>
          <w:tcPr>
            <w:tcW w:w="1665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Планируемый период ре</w:t>
            </w:r>
            <w:r w:rsidRPr="00CC0DDB">
              <w:rPr>
                <w:szCs w:val="24"/>
              </w:rPr>
              <w:t>а</w:t>
            </w:r>
            <w:r w:rsidRPr="00CC0DDB">
              <w:rPr>
                <w:szCs w:val="24"/>
              </w:rPr>
              <w:t>лизации</w:t>
            </w:r>
          </w:p>
        </w:tc>
      </w:tr>
      <w:tr w:rsidR="00BE3174" w:rsidRPr="001830DA" w:rsidTr="00504959">
        <w:trPr>
          <w:trHeight w:val="375"/>
        </w:trPr>
        <w:tc>
          <w:tcPr>
            <w:tcW w:w="9570" w:type="dxa"/>
            <w:gridSpan w:val="3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  <w:highlight w:val="yellow"/>
              </w:rPr>
            </w:pPr>
            <w:r w:rsidRPr="00CC0DDB">
              <w:rPr>
                <w:b/>
                <w:i/>
                <w:szCs w:val="24"/>
              </w:rPr>
              <w:t>с. Майма</w:t>
            </w:r>
          </w:p>
        </w:tc>
      </w:tr>
      <w:tr w:rsidR="00BE3174" w:rsidRPr="001830DA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Реконструкция существующих скважин (9 шт) с установкой насоса первого подъема с системой плавного пуска (частотных преобраз</w:t>
            </w:r>
            <w:r w:rsidRPr="00CC0DDB">
              <w:rPr>
                <w:szCs w:val="24"/>
              </w:rPr>
              <w:t>о</w:t>
            </w:r>
            <w:r w:rsidRPr="00CC0DDB">
              <w:rPr>
                <w:szCs w:val="24"/>
              </w:rPr>
              <w:t>вателей)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1830DA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737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Модернизация существующих водопроводных сетей по ул. Нагорная 2-26 с подключением абонентов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2019-2022 г.</w:t>
            </w:r>
          </w:p>
        </w:tc>
      </w:tr>
      <w:tr w:rsidR="00BE3174" w:rsidRPr="001830DA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3</w:t>
            </w:r>
          </w:p>
        </w:tc>
        <w:tc>
          <w:tcPr>
            <w:tcW w:w="737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Строительство водовода от котельной № 13 до скважины Энергет</w:t>
            </w:r>
            <w:r w:rsidRPr="00CC0DDB">
              <w:rPr>
                <w:szCs w:val="24"/>
              </w:rPr>
              <w:t>и</w:t>
            </w:r>
            <w:r w:rsidRPr="00CC0DDB">
              <w:rPr>
                <w:szCs w:val="24"/>
              </w:rPr>
              <w:t>ков – 50-лет Победы- Биотехнологии - Карлушки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2019-2023 гг.</w:t>
            </w:r>
          </w:p>
        </w:tc>
      </w:tr>
      <w:tr w:rsidR="00BE3174" w:rsidRPr="001830DA" w:rsidTr="00504959">
        <w:trPr>
          <w:trHeight w:val="476"/>
        </w:trPr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4</w:t>
            </w:r>
          </w:p>
        </w:tc>
        <w:tc>
          <w:tcPr>
            <w:tcW w:w="737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1830DA" w:rsidTr="00504959">
        <w:trPr>
          <w:trHeight w:val="342"/>
        </w:trPr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5</w:t>
            </w:r>
          </w:p>
        </w:tc>
        <w:tc>
          <w:tcPr>
            <w:tcW w:w="737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Поэтапное строительство новых водопроводных сетей</w:t>
            </w:r>
          </w:p>
        </w:tc>
        <w:tc>
          <w:tcPr>
            <w:tcW w:w="1665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1830DA" w:rsidTr="00504959">
        <w:trPr>
          <w:trHeight w:val="345"/>
        </w:trPr>
        <w:tc>
          <w:tcPr>
            <w:tcW w:w="9570" w:type="dxa"/>
            <w:gridSpan w:val="3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  <w:highlight w:val="yellow"/>
              </w:rPr>
            </w:pPr>
            <w:r w:rsidRPr="00CC0DDB">
              <w:rPr>
                <w:b/>
                <w:i/>
                <w:szCs w:val="24"/>
              </w:rPr>
              <w:t>с. Подгорное</w:t>
            </w:r>
          </w:p>
        </w:tc>
      </w:tr>
      <w:tr w:rsidR="00BE3174" w:rsidRPr="001830DA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Реконструкция существующих скважин (2 шт) с установкой насоса первого подъема с системой плавного пуска (частотных преобраз</w:t>
            </w:r>
            <w:r w:rsidRPr="00CC0DDB">
              <w:rPr>
                <w:szCs w:val="24"/>
              </w:rPr>
              <w:t>о</w:t>
            </w:r>
            <w:r w:rsidRPr="00CC0DDB">
              <w:rPr>
                <w:szCs w:val="24"/>
              </w:rPr>
              <w:t>вателей)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1830DA" w:rsidTr="00504959">
        <w:trPr>
          <w:trHeight w:val="406"/>
        </w:trPr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Капитальный ремонт водопровода взамен расположенного на учас</w:t>
            </w:r>
            <w:r w:rsidRPr="00CC0DDB">
              <w:rPr>
                <w:szCs w:val="24"/>
              </w:rPr>
              <w:t>т</w:t>
            </w:r>
            <w:r w:rsidRPr="00CC0DDB">
              <w:rPr>
                <w:szCs w:val="24"/>
              </w:rPr>
              <w:t>ках частного домовладения (замена чугунного водопровода на пол</w:t>
            </w:r>
            <w:r w:rsidRPr="00CC0DDB">
              <w:rPr>
                <w:szCs w:val="24"/>
              </w:rPr>
              <w:t>и</w:t>
            </w:r>
            <w:r w:rsidRPr="00CC0DDB">
              <w:rPr>
                <w:szCs w:val="24"/>
              </w:rPr>
              <w:t>этиленовую трубу высокого давления)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2019-2021 г.</w:t>
            </w:r>
          </w:p>
        </w:tc>
      </w:tr>
      <w:tr w:rsidR="00BE3174" w:rsidRPr="001830DA" w:rsidTr="00504959">
        <w:trPr>
          <w:trHeight w:val="406"/>
        </w:trPr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3</w:t>
            </w:r>
          </w:p>
        </w:tc>
        <w:tc>
          <w:tcPr>
            <w:tcW w:w="737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1830DA" w:rsidTr="00504959">
        <w:trPr>
          <w:trHeight w:val="269"/>
        </w:trPr>
        <w:tc>
          <w:tcPr>
            <w:tcW w:w="534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4</w:t>
            </w:r>
          </w:p>
        </w:tc>
        <w:tc>
          <w:tcPr>
            <w:tcW w:w="737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Поэтапное строительство новых водопроводных сетей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1830DA" w:rsidTr="00504959">
        <w:trPr>
          <w:trHeight w:val="417"/>
        </w:trPr>
        <w:tc>
          <w:tcPr>
            <w:tcW w:w="9570" w:type="dxa"/>
            <w:gridSpan w:val="3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  <w:highlight w:val="yellow"/>
              </w:rPr>
            </w:pPr>
            <w:r w:rsidRPr="00CC0DDB">
              <w:rPr>
                <w:b/>
                <w:i/>
                <w:szCs w:val="24"/>
              </w:rPr>
              <w:t>с. Верх-Карагуж</w:t>
            </w:r>
          </w:p>
        </w:tc>
      </w:tr>
      <w:tr w:rsidR="00BE3174" w:rsidRPr="001830DA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Реконструкция существующих скважин (2 шт) с установкой насоса первого подъема с системой плавного пуска (частотных преобраз</w:t>
            </w:r>
            <w:r w:rsidRPr="00CC0DDB">
              <w:rPr>
                <w:szCs w:val="24"/>
              </w:rPr>
              <w:t>о</w:t>
            </w:r>
            <w:r w:rsidRPr="00CC0DDB">
              <w:rPr>
                <w:szCs w:val="24"/>
              </w:rPr>
              <w:t>вателей)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1830DA" w:rsidTr="00504959">
        <w:trPr>
          <w:trHeight w:val="293"/>
        </w:trPr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1830DA" w:rsidTr="00504959">
        <w:trPr>
          <w:trHeight w:val="256"/>
        </w:trPr>
        <w:tc>
          <w:tcPr>
            <w:tcW w:w="534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3</w:t>
            </w:r>
          </w:p>
        </w:tc>
        <w:tc>
          <w:tcPr>
            <w:tcW w:w="737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Поэтапное строительство новых водопроводных сетей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E000B4" w:rsidTr="00504959">
        <w:trPr>
          <w:trHeight w:val="415"/>
        </w:trPr>
        <w:tc>
          <w:tcPr>
            <w:tcW w:w="9570" w:type="dxa"/>
            <w:gridSpan w:val="3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  <w:highlight w:val="yellow"/>
              </w:rPr>
            </w:pPr>
            <w:r w:rsidRPr="00CC0DDB">
              <w:rPr>
                <w:b/>
                <w:i/>
                <w:szCs w:val="24"/>
              </w:rPr>
              <w:t>п. Карлушка</w:t>
            </w:r>
          </w:p>
        </w:tc>
      </w:tr>
      <w:tr w:rsidR="00BE3174" w:rsidRPr="00E000B4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Реконструкция существующей скважины с установкой насоса перв</w:t>
            </w:r>
            <w:r w:rsidRPr="00CC0DDB">
              <w:rPr>
                <w:szCs w:val="24"/>
              </w:rPr>
              <w:t>о</w:t>
            </w:r>
            <w:r w:rsidRPr="00CC0DDB">
              <w:rPr>
                <w:szCs w:val="24"/>
              </w:rPr>
              <w:t>го подъема с системой плавного пуска (частотных преобразователей)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E000B4" w:rsidTr="00504959">
        <w:trPr>
          <w:trHeight w:val="428"/>
        </w:trPr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E000B4" w:rsidTr="00504959">
        <w:trPr>
          <w:trHeight w:val="432"/>
        </w:trPr>
        <w:tc>
          <w:tcPr>
            <w:tcW w:w="534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3</w:t>
            </w:r>
          </w:p>
        </w:tc>
        <w:tc>
          <w:tcPr>
            <w:tcW w:w="737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Поэтапное строительство новых водопроводных сетей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E000B4" w:rsidTr="00504959">
        <w:trPr>
          <w:trHeight w:val="407"/>
        </w:trPr>
        <w:tc>
          <w:tcPr>
            <w:tcW w:w="9570" w:type="dxa"/>
            <w:gridSpan w:val="3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  <w:highlight w:val="yellow"/>
              </w:rPr>
            </w:pPr>
            <w:r w:rsidRPr="00CC0DDB">
              <w:rPr>
                <w:b/>
                <w:i/>
                <w:szCs w:val="24"/>
              </w:rPr>
              <w:t>п. Дубровка</w:t>
            </w:r>
          </w:p>
        </w:tc>
      </w:tr>
      <w:tr w:rsidR="00BE3174" w:rsidRPr="00E000B4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Реконструкция существующей скважины с установкой насоса перв</w:t>
            </w:r>
            <w:r w:rsidRPr="00CC0DDB">
              <w:rPr>
                <w:szCs w:val="24"/>
              </w:rPr>
              <w:t>о</w:t>
            </w:r>
            <w:r w:rsidRPr="00CC0DDB">
              <w:rPr>
                <w:szCs w:val="24"/>
              </w:rPr>
              <w:t>го подъема с системой плавного пуска (частотных преобразователей)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E000B4" w:rsidTr="00504959">
        <w:trPr>
          <w:trHeight w:val="412"/>
        </w:trPr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  <w:tr w:rsidR="00BE3174" w:rsidRPr="00E000B4" w:rsidTr="00504959">
        <w:trPr>
          <w:trHeight w:val="425"/>
        </w:trPr>
        <w:tc>
          <w:tcPr>
            <w:tcW w:w="534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3</w:t>
            </w:r>
          </w:p>
        </w:tc>
        <w:tc>
          <w:tcPr>
            <w:tcW w:w="737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Поэтапное строительство новых водопроводных сетей</w:t>
            </w:r>
          </w:p>
        </w:tc>
        <w:tc>
          <w:tcPr>
            <w:tcW w:w="1665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</w:tr>
    </w:tbl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34" w:name="_Toc10132676"/>
      <w:r w:rsidRPr="00575D7C">
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</w:t>
      </w:r>
      <w:r w:rsidRPr="00575D7C">
        <w:t>и</w:t>
      </w:r>
      <w:r w:rsidRPr="00575D7C">
        <w:t>ки источников водоснабжения, а также возможное изменение указанных характеристик в результате реализации</w:t>
      </w:r>
      <w:r>
        <w:t xml:space="preserve"> </w:t>
      </w:r>
      <w:r w:rsidRPr="00575D7C">
        <w:t>мероприятий, предусмотре</w:t>
      </w:r>
      <w:r w:rsidRPr="00575D7C">
        <w:t>н</w:t>
      </w:r>
      <w:r w:rsidRPr="00575D7C">
        <w:t>ных схемами водоснабжения и водоотведения</w:t>
      </w:r>
      <w:bookmarkEnd w:id="34"/>
      <w:r>
        <w:t xml:space="preserve"> </w:t>
      </w:r>
    </w:p>
    <w:p w:rsidR="00BE3174" w:rsidRDefault="00BE3174" w:rsidP="006F1904">
      <w:r>
        <w:t>Реализация мероприятий по развитию и модернизации системы вод</w:t>
      </w:r>
      <w:r>
        <w:t>о</w:t>
      </w:r>
      <w:r>
        <w:t xml:space="preserve">снабжения </w:t>
      </w:r>
      <w:r w:rsidRPr="00D10887">
        <w:rPr>
          <w:bCs/>
        </w:rPr>
        <w:t>МО «</w:t>
      </w:r>
      <w:r>
        <w:rPr>
          <w:bCs/>
        </w:rPr>
        <w:t xml:space="preserve">Майминское </w:t>
      </w:r>
      <w:r w:rsidRPr="00D10887">
        <w:rPr>
          <w:bCs/>
        </w:rPr>
        <w:t>сельское поселение»</w:t>
      </w:r>
      <w:r>
        <w:rPr>
          <w:bCs/>
        </w:rPr>
        <w:t xml:space="preserve"> </w:t>
      </w:r>
      <w:r>
        <w:t>позволит:</w:t>
      </w:r>
    </w:p>
    <w:p w:rsidR="00BE3174" w:rsidRDefault="00BE3174" w:rsidP="006F1904">
      <w:pPr>
        <w:pStyle w:val="ListParagraph"/>
        <w:numPr>
          <w:ilvl w:val="0"/>
          <w:numId w:val="41"/>
        </w:numPr>
        <w:ind w:left="851" w:hanging="284"/>
      </w:pPr>
      <w:r>
        <w:t xml:space="preserve">улучшить качественные показатели питьевой воды; </w:t>
      </w:r>
    </w:p>
    <w:p w:rsidR="00BE3174" w:rsidRDefault="00BE3174" w:rsidP="006F1904">
      <w:pPr>
        <w:pStyle w:val="ListParagraph"/>
        <w:numPr>
          <w:ilvl w:val="0"/>
          <w:numId w:val="41"/>
        </w:numPr>
        <w:ind w:left="851" w:hanging="284"/>
      </w:pPr>
      <w:r>
        <w:t xml:space="preserve"> сократить затраты на проведение ремонтных работ на сетях вод</w:t>
      </w:r>
      <w:r>
        <w:t>о</w:t>
      </w:r>
      <w:r>
        <w:t xml:space="preserve">снабжения; </w:t>
      </w:r>
    </w:p>
    <w:p w:rsidR="00BE3174" w:rsidRDefault="00BE3174" w:rsidP="006F1904">
      <w:pPr>
        <w:pStyle w:val="ListParagraph"/>
        <w:numPr>
          <w:ilvl w:val="0"/>
          <w:numId w:val="41"/>
        </w:numPr>
        <w:ind w:left="851" w:hanging="284"/>
      </w:pPr>
      <w:r>
        <w:t>сократить потери</w:t>
      </w:r>
      <w:r w:rsidRPr="00C90411">
        <w:t xml:space="preserve"> воды при ее транспортировке</w:t>
      </w:r>
      <w:r>
        <w:t>;</w:t>
      </w:r>
    </w:p>
    <w:p w:rsidR="00BE3174" w:rsidRDefault="00BE3174" w:rsidP="006F1904">
      <w:pPr>
        <w:pStyle w:val="ListParagraph"/>
        <w:numPr>
          <w:ilvl w:val="0"/>
          <w:numId w:val="41"/>
        </w:numPr>
        <w:ind w:left="851" w:hanging="284"/>
      </w:pPr>
      <w:r>
        <w:t xml:space="preserve"> сократить удельные расходы на энергию и другие эксплуатационные расходы; </w:t>
      </w:r>
    </w:p>
    <w:p w:rsidR="00BE3174" w:rsidRDefault="00BE3174" w:rsidP="006F1904">
      <w:pPr>
        <w:pStyle w:val="ListParagraph"/>
        <w:numPr>
          <w:ilvl w:val="0"/>
          <w:numId w:val="41"/>
        </w:numPr>
        <w:ind w:left="851" w:hanging="284"/>
      </w:pPr>
      <w:r>
        <w:t xml:space="preserve"> увеличить количество потребителей услуг, а также объем сбора сред-ств за предоставленные услуги; </w:t>
      </w:r>
    </w:p>
    <w:p w:rsidR="00BE3174" w:rsidRDefault="00BE3174" w:rsidP="00317980">
      <w:pPr>
        <w:pStyle w:val="ListParagraph"/>
        <w:numPr>
          <w:ilvl w:val="0"/>
          <w:numId w:val="41"/>
        </w:numPr>
        <w:spacing w:line="240" w:lineRule="auto"/>
        <w:ind w:left="851" w:firstLine="0"/>
        <w:jc w:val="left"/>
      </w:pPr>
      <w:r>
        <w:t xml:space="preserve"> повысить рентабельность деятельности предприятия, эксплуат</w:t>
      </w:r>
      <w:r>
        <w:t>и</w:t>
      </w:r>
      <w:r>
        <w:t>рующего систему водоснабжения</w:t>
      </w:r>
      <w:r w:rsidRPr="00317980">
        <w:rPr>
          <w:bCs/>
        </w:rPr>
        <w:t xml:space="preserve"> сельского поселения</w:t>
      </w:r>
      <w:r>
        <w:t>.</w:t>
      </w:r>
      <w:r>
        <w:br w:type="page"/>
      </w:r>
    </w:p>
    <w:p w:rsidR="00BE3174" w:rsidRDefault="00BE3174" w:rsidP="00A76893">
      <w:pPr>
        <w:pStyle w:val="Heading3"/>
      </w:pPr>
      <w:bookmarkStart w:id="35" w:name="_Toc10132677"/>
      <w:r w:rsidRPr="00575D7C">
        <w:t>Сведения о вновь строящихся, реконструируемых и</w:t>
      </w:r>
      <w:r>
        <w:t xml:space="preserve"> </w:t>
      </w:r>
      <w:r w:rsidRPr="00575D7C">
        <w:t>предлагаемых к выводу из эксплуатации объектах системы водоснабжения</w:t>
      </w:r>
      <w:bookmarkEnd w:id="35"/>
    </w:p>
    <w:p w:rsidR="00BE3174" w:rsidRDefault="00BE3174" w:rsidP="003229EF">
      <w:r>
        <w:t xml:space="preserve">На основании Майминского суда от 28.03.2019 г. принято решение о закрытии скважин в </w:t>
      </w:r>
      <w:r w:rsidRPr="005C4657">
        <w:t>с. Майма</w:t>
      </w:r>
      <w:r>
        <w:t xml:space="preserve">: скважины Г 57/09 </w:t>
      </w:r>
      <w:r w:rsidRPr="005C4657">
        <w:t>по ул. 50 лет Победы</w:t>
      </w:r>
      <w:r>
        <w:t xml:space="preserve"> 15, скважины Г 22/90 </w:t>
      </w:r>
      <w:r w:rsidRPr="005C4657">
        <w:t>по ул. 50 лет Победы</w:t>
      </w:r>
      <w:r>
        <w:t xml:space="preserve"> 30 в течении двух лет. </w:t>
      </w:r>
    </w:p>
    <w:p w:rsidR="00BE3174" w:rsidRDefault="00BE3174" w:rsidP="003229EF">
      <w:r>
        <w:t xml:space="preserve">По предоставленной информации </w:t>
      </w:r>
      <w:r w:rsidRPr="00D10887">
        <w:rPr>
          <w:bCs/>
        </w:rPr>
        <w:t>МО «</w:t>
      </w:r>
      <w:r>
        <w:rPr>
          <w:bCs/>
        </w:rPr>
        <w:t>Майминское</w:t>
      </w:r>
      <w:r w:rsidRPr="00D10887">
        <w:rPr>
          <w:bCs/>
        </w:rPr>
        <w:t xml:space="preserve"> сельское посел</w:t>
      </w:r>
      <w:r w:rsidRPr="00D10887">
        <w:rPr>
          <w:bCs/>
        </w:rPr>
        <w:t>е</w:t>
      </w:r>
      <w:r w:rsidRPr="00D10887">
        <w:rPr>
          <w:bCs/>
        </w:rPr>
        <w:t>ние»</w:t>
      </w:r>
      <w:r>
        <w:rPr>
          <w:bCs/>
        </w:rPr>
        <w:t xml:space="preserve"> необходимо </w:t>
      </w:r>
      <w:r>
        <w:t>с</w:t>
      </w:r>
      <w:r w:rsidRPr="0095459E">
        <w:t xml:space="preserve">троительство водовода от котельной № 13 до скважины Энергетиков – 50-лет Победы- Биотехнологии </w:t>
      </w:r>
      <w:r>
        <w:t>–</w:t>
      </w:r>
      <w:r w:rsidRPr="0095459E">
        <w:t xml:space="preserve"> Карлушки</w:t>
      </w:r>
      <w:r>
        <w:t xml:space="preserve">. Вывода объектов </w:t>
      </w:r>
      <w:r w:rsidRPr="00575D7C">
        <w:t>системы водоснабжения</w:t>
      </w:r>
      <w:r>
        <w:t xml:space="preserve"> не планируется.</w:t>
      </w:r>
    </w:p>
    <w:p w:rsidR="00BE3174" w:rsidRDefault="00BE3174" w:rsidP="006F1904">
      <w:r>
        <w:t>Оборудование централизованной системы водоснабжения:</w:t>
      </w:r>
    </w:p>
    <w:p w:rsidR="00BE3174" w:rsidRDefault="00BE3174" w:rsidP="006256A2">
      <w:pPr>
        <w:pStyle w:val="ListParagraph"/>
        <w:numPr>
          <w:ilvl w:val="0"/>
          <w:numId w:val="45"/>
        </w:numPr>
        <w:ind w:left="0" w:firstLine="709"/>
      </w:pPr>
      <w:r w:rsidRPr="005C4657">
        <w:t>с. Майма, скважин</w:t>
      </w:r>
      <w:r>
        <w:t xml:space="preserve">ы Г 36/88 по </w:t>
      </w:r>
      <w:r w:rsidRPr="005C4657">
        <w:t>ул.</w:t>
      </w:r>
      <w:r>
        <w:t xml:space="preserve"> </w:t>
      </w:r>
      <w:r w:rsidRPr="005C4657">
        <w:t>Энергетиков</w:t>
      </w:r>
      <w:r>
        <w:t xml:space="preserve">; </w:t>
      </w:r>
      <w:r w:rsidRPr="005C4657">
        <w:t xml:space="preserve">скважин </w:t>
      </w:r>
      <w:r>
        <w:t xml:space="preserve">Г </w:t>
      </w:r>
      <w:r w:rsidRPr="005C4657">
        <w:t>10/92, №11/92, №13/92, №14/92, №15/92, №16/92, №3/93, №4/93</w:t>
      </w:r>
      <w:r>
        <w:t xml:space="preserve"> </w:t>
      </w:r>
      <w:r w:rsidRPr="005C4657">
        <w:t>остр. Пихтовый</w:t>
      </w:r>
      <w:r>
        <w:t xml:space="preserve">; </w:t>
      </w:r>
    </w:p>
    <w:p w:rsidR="00BE3174" w:rsidRDefault="00BE3174" w:rsidP="006256A2">
      <w:pPr>
        <w:pStyle w:val="ListParagraph"/>
        <w:numPr>
          <w:ilvl w:val="0"/>
          <w:numId w:val="45"/>
        </w:numPr>
        <w:ind w:left="0" w:firstLine="709"/>
      </w:pPr>
      <w:r w:rsidRPr="005C4657">
        <w:t>с. Подгорное</w:t>
      </w:r>
      <w:r>
        <w:t xml:space="preserve">, скважины </w:t>
      </w:r>
      <w:r w:rsidRPr="005C4657">
        <w:t>Г</w:t>
      </w:r>
      <w:r>
        <w:t xml:space="preserve"> 9/81 по </w:t>
      </w:r>
      <w:r w:rsidRPr="006256A2">
        <w:t>пер. Весенний</w:t>
      </w:r>
      <w:r>
        <w:t xml:space="preserve">; Г 9а/81по </w:t>
      </w:r>
      <w:r w:rsidRPr="006256A2">
        <w:t>ул. Полевая</w:t>
      </w:r>
      <w:r>
        <w:t xml:space="preserve">; </w:t>
      </w:r>
    </w:p>
    <w:p w:rsidR="00BE3174" w:rsidRDefault="00BE3174" w:rsidP="006256A2">
      <w:pPr>
        <w:pStyle w:val="ListParagraph"/>
        <w:numPr>
          <w:ilvl w:val="0"/>
          <w:numId w:val="45"/>
        </w:numPr>
        <w:ind w:left="0" w:firstLine="709"/>
      </w:pPr>
      <w:r w:rsidRPr="005C4657">
        <w:t>с. Верх-Карагуж</w:t>
      </w:r>
      <w:r>
        <w:t xml:space="preserve">, скважин </w:t>
      </w:r>
      <w:r w:rsidRPr="005C4657">
        <w:t>Г</w:t>
      </w:r>
      <w:r>
        <w:t xml:space="preserve"> 11/82 по </w:t>
      </w:r>
      <w:r w:rsidRPr="00835C09">
        <w:t>ул. 2 Пятилетки;</w:t>
      </w:r>
      <w:r>
        <w:t xml:space="preserve"> Г 14/82 по </w:t>
      </w:r>
      <w:r w:rsidRPr="00835C09">
        <w:t>ул.</w:t>
      </w:r>
      <w:r>
        <w:t xml:space="preserve"> </w:t>
      </w:r>
      <w:r w:rsidRPr="00835C09">
        <w:t>Нагорная</w:t>
      </w:r>
      <w:r>
        <w:t xml:space="preserve">; </w:t>
      </w:r>
    </w:p>
    <w:p w:rsidR="00BE3174" w:rsidRDefault="00BE3174" w:rsidP="006256A2">
      <w:pPr>
        <w:pStyle w:val="ListParagraph"/>
        <w:numPr>
          <w:ilvl w:val="0"/>
          <w:numId w:val="45"/>
        </w:numPr>
        <w:ind w:left="0" w:firstLine="709"/>
      </w:pPr>
      <w:r w:rsidRPr="005C4657">
        <w:t>п. Карлушка</w:t>
      </w:r>
      <w:r>
        <w:t xml:space="preserve">, скважины </w:t>
      </w:r>
      <w:r w:rsidRPr="005C4657">
        <w:t>Г</w:t>
      </w:r>
      <w:r>
        <w:t xml:space="preserve"> 17/90; </w:t>
      </w:r>
    </w:p>
    <w:p w:rsidR="00BE3174" w:rsidRDefault="00BE3174" w:rsidP="006256A2">
      <w:pPr>
        <w:pStyle w:val="ListParagraph"/>
        <w:numPr>
          <w:ilvl w:val="0"/>
          <w:numId w:val="45"/>
        </w:numPr>
        <w:ind w:left="0" w:firstLine="709"/>
      </w:pPr>
      <w:r w:rsidRPr="005C4657">
        <w:t>п. Дубровка</w:t>
      </w:r>
      <w:r>
        <w:t xml:space="preserve">, скважины </w:t>
      </w:r>
      <w:r w:rsidRPr="005C4657">
        <w:t>Г</w:t>
      </w:r>
      <w:r>
        <w:t xml:space="preserve"> 19/78. </w:t>
      </w:r>
    </w:p>
    <w:p w:rsidR="00BE3174" w:rsidRDefault="00BE3174" w:rsidP="00835C09">
      <w:r>
        <w:t>Работающее оборудование централизованной системы водоснабжения, перечисленное выше, устарело, не соответствует современным требованиям по надежности и энергопотреблению. Сети водоснабжения имеют большой процент износа, что требует ремонт сетей и замену устаревшего оборудов</w:t>
      </w:r>
      <w:r>
        <w:t>а</w:t>
      </w:r>
      <w:r>
        <w:t>ния на современное, отвечающее энергосберегающим технологиям</w:t>
      </w:r>
      <w:r w:rsidRPr="003938A2">
        <w:t xml:space="preserve">. </w:t>
      </w:r>
    </w:p>
    <w:p w:rsidR="00BE3174" w:rsidRDefault="00BE3174" w:rsidP="00835C09">
      <w:r w:rsidRPr="003938A2">
        <w:t>Рекомендуется полная реконструкция</w:t>
      </w:r>
      <w:r>
        <w:t xml:space="preserve"> системы водоснабжения выш</w:t>
      </w:r>
      <w:r>
        <w:t>е</w:t>
      </w:r>
      <w:r>
        <w:t>перечисленных скважин, включая реконструкцию сетей водоснабжения и з</w:t>
      </w:r>
      <w:r>
        <w:t>а</w:t>
      </w:r>
      <w:r>
        <w:t>мену устаревшего оборудования на современное, отвечающее энергосбер</w:t>
      </w:r>
      <w:r>
        <w:t>е</w:t>
      </w:r>
      <w:r>
        <w:t>гающим технологиям.</w:t>
      </w:r>
    </w:p>
    <w:p w:rsidR="00BE3174" w:rsidRDefault="00BE3174" w:rsidP="00835C09">
      <w:pPr>
        <w:pStyle w:val="ListParagraph"/>
        <w:ind w:left="709" w:firstLine="0"/>
      </w:pPr>
    </w:p>
    <w:p w:rsidR="00BE3174" w:rsidRDefault="00BE3174" w:rsidP="00835C09">
      <w:pPr>
        <w:pStyle w:val="ListParagraph"/>
        <w:ind w:left="709" w:firstLine="0"/>
      </w:pPr>
    </w:p>
    <w:p w:rsidR="00BE3174" w:rsidRDefault="00BE3174" w:rsidP="00A76893">
      <w:pPr>
        <w:pStyle w:val="Heading3"/>
      </w:pPr>
      <w:bookmarkStart w:id="36" w:name="_Toc10132678"/>
      <w:r w:rsidRPr="00575D7C"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36"/>
    </w:p>
    <w:p w:rsidR="00BE3174" w:rsidRDefault="00BE3174" w:rsidP="00835C09">
      <w:r w:rsidRPr="007E4F21">
        <w:t>На основании прогноза социально-экономического развития муниц</w:t>
      </w:r>
      <w:r w:rsidRPr="007E4F21">
        <w:t>и</w:t>
      </w:r>
      <w:r w:rsidRPr="007E4F21">
        <w:t>пального образования «Майминский район» на период 2019 -2024 годов, м</w:t>
      </w:r>
      <w:r w:rsidRPr="007E4F21">
        <w:t>у</w:t>
      </w:r>
      <w:r w:rsidRPr="007E4F21">
        <w:t>ниципальной программы «Комплексное развитие систем коммунальной и</w:t>
      </w:r>
      <w:r w:rsidRPr="007E4F21">
        <w:t>н</w:t>
      </w:r>
      <w:r w:rsidRPr="007E4F21">
        <w:t>фраструктуры МО «</w:t>
      </w:r>
      <w:r>
        <w:rPr>
          <w:bCs/>
        </w:rPr>
        <w:t>Майминское</w:t>
      </w:r>
      <w:r w:rsidRPr="007E4F21">
        <w:t xml:space="preserve"> сельского поселения» на период до 2024 г</w:t>
      </w:r>
      <w:r w:rsidRPr="007E4F21">
        <w:t>о</w:t>
      </w:r>
      <w:r w:rsidRPr="007E4F21">
        <w:t>да</w:t>
      </w:r>
      <w:r>
        <w:t xml:space="preserve"> </w:t>
      </w:r>
      <w:r>
        <w:rPr>
          <w:bCs/>
        </w:rPr>
        <w:t xml:space="preserve">не </w:t>
      </w:r>
      <w:r>
        <w:t>предусмотрено внедрение системы телемеханики и автоматизирова</w:t>
      </w:r>
      <w:r>
        <w:t>н</w:t>
      </w:r>
      <w:r>
        <w:t>ной системы управления технологическими процессами с реконструкцией контрольно - измерительных приборов и автоматики (КИП и А) насосных станций.</w:t>
      </w:r>
    </w:p>
    <w:p w:rsidR="00BE3174" w:rsidRPr="00AB5B39" w:rsidRDefault="00BE3174" w:rsidP="006F1904">
      <w:pPr>
        <w:ind w:firstLine="567"/>
        <w:rPr>
          <w:szCs w:val="28"/>
        </w:rPr>
      </w:pPr>
      <w:r>
        <w:t xml:space="preserve">Однако </w:t>
      </w:r>
      <w:r>
        <w:rPr>
          <w:szCs w:val="28"/>
        </w:rPr>
        <w:t>п</w:t>
      </w:r>
      <w:r w:rsidRPr="00AB5B39">
        <w:rPr>
          <w:szCs w:val="28"/>
        </w:rPr>
        <w:t xml:space="preserve">роведенный анализ ситуации в </w:t>
      </w:r>
      <w:r>
        <w:rPr>
          <w:szCs w:val="28"/>
        </w:rPr>
        <w:t>сельском поселении</w:t>
      </w:r>
      <w:r w:rsidRPr="00AB5B39">
        <w:rPr>
          <w:szCs w:val="28"/>
        </w:rPr>
        <w:t xml:space="preserve"> показал н</w:t>
      </w:r>
      <w:r w:rsidRPr="00AB5B39">
        <w:rPr>
          <w:szCs w:val="28"/>
        </w:rPr>
        <w:t>е</w:t>
      </w:r>
      <w:r w:rsidRPr="00AB5B39">
        <w:rPr>
          <w:szCs w:val="28"/>
        </w:rPr>
        <w:t>обходимость внедрения новых высокоэффективных энергосберегающих те</w:t>
      </w:r>
      <w:r w:rsidRPr="00AB5B39">
        <w:rPr>
          <w:szCs w:val="28"/>
        </w:rPr>
        <w:t>х</w:t>
      </w:r>
      <w:r w:rsidRPr="00AB5B39">
        <w:rPr>
          <w:szCs w:val="28"/>
        </w:rPr>
        <w:t>нологий</w:t>
      </w:r>
      <w:r>
        <w:rPr>
          <w:szCs w:val="28"/>
        </w:rPr>
        <w:t xml:space="preserve">, а именно - </w:t>
      </w:r>
      <w:r w:rsidRPr="00AB5B39">
        <w:rPr>
          <w:szCs w:val="28"/>
        </w:rPr>
        <w:t>необходимо установить частотные преобразователи, шкафы автоматизации, датчики давления и приборы учета на всех повыс</w:t>
      </w:r>
      <w:r w:rsidRPr="00AB5B39">
        <w:rPr>
          <w:szCs w:val="28"/>
        </w:rPr>
        <w:t>и</w:t>
      </w:r>
      <w:r w:rsidRPr="00AB5B39">
        <w:rPr>
          <w:szCs w:val="28"/>
        </w:rPr>
        <w:t>тельных насосных станциях.</w:t>
      </w:r>
    </w:p>
    <w:p w:rsidR="00BE3174" w:rsidRDefault="00BE3174" w:rsidP="006F1904">
      <w:r w:rsidRPr="00AB5B39">
        <w:rPr>
          <w:szCs w:val="28"/>
        </w:rPr>
        <w:t>Установленные частотные преобразователи снижают потребление электроэнергии до 30%, обеспечивают плавный режим работы электродвиг</w:t>
      </w:r>
      <w:r w:rsidRPr="00AB5B39">
        <w:rPr>
          <w:szCs w:val="28"/>
        </w:rPr>
        <w:t>а</w:t>
      </w:r>
      <w:r w:rsidRPr="00AB5B39">
        <w:rPr>
          <w:szCs w:val="28"/>
        </w:rPr>
        <w:t>телей насос</w:t>
      </w:r>
      <w:r>
        <w:rPr>
          <w:szCs w:val="28"/>
        </w:rPr>
        <w:t>ных агрегатов, исключа</w:t>
      </w:r>
      <w:r w:rsidRPr="00AB5B39">
        <w:rPr>
          <w:szCs w:val="28"/>
        </w:rPr>
        <w:t>т гидроудары, одновременно достигнут эффект круглосуточного бесперебойного водоснабжения на верхних этажах жилых домов.</w:t>
      </w:r>
    </w:p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37" w:name="_Toc10132679"/>
      <w:r w:rsidRPr="00575D7C">
        <w:t xml:space="preserve">Сведения об оснащенности зданий, строений, сооружений </w:t>
      </w:r>
      <w:r>
        <w:t xml:space="preserve">          </w:t>
      </w:r>
      <w:r w:rsidRPr="00575D7C">
        <w:t>приборами учета воды и их применении при осуществлении расчетов за потребленную воду</w:t>
      </w:r>
      <w:bookmarkEnd w:id="37"/>
    </w:p>
    <w:p w:rsidR="00BE3174" w:rsidRDefault="00BE3174" w:rsidP="006F1904">
      <w:r>
        <w:t>Предусмотрена установка расходомеров на всех внутридомовых вводах</w:t>
      </w:r>
    </w:p>
    <w:p w:rsidR="00BE3174" w:rsidRDefault="00BE3174" w:rsidP="006F1904">
      <w:r w:rsidRPr="00AB5B39">
        <w:rPr>
          <w:szCs w:val="28"/>
        </w:rPr>
        <w:t xml:space="preserve">При отсутствии </w:t>
      </w:r>
      <w:r>
        <w:rPr>
          <w:szCs w:val="28"/>
        </w:rPr>
        <w:t>пунктов коммерческого учета (</w:t>
      </w:r>
      <w:r w:rsidRPr="00AB5B39">
        <w:rPr>
          <w:szCs w:val="28"/>
        </w:rPr>
        <w:t>ПКУ</w:t>
      </w:r>
      <w:r>
        <w:rPr>
          <w:szCs w:val="28"/>
        </w:rPr>
        <w:t>)</w:t>
      </w:r>
      <w:r w:rsidRPr="00AB5B39">
        <w:rPr>
          <w:szCs w:val="28"/>
        </w:rPr>
        <w:t xml:space="preserve"> расчеты с насел</w:t>
      </w:r>
      <w:r w:rsidRPr="00AB5B39">
        <w:rPr>
          <w:szCs w:val="28"/>
        </w:rPr>
        <w:t>е</w:t>
      </w:r>
      <w:r w:rsidRPr="00AB5B39">
        <w:rPr>
          <w:szCs w:val="28"/>
        </w:rPr>
        <w:t>нием ведутся по действующим нормативам. Для рационального использов</w:t>
      </w:r>
      <w:r w:rsidRPr="00AB5B39">
        <w:rPr>
          <w:szCs w:val="28"/>
        </w:rPr>
        <w:t>а</w:t>
      </w:r>
      <w:r w:rsidRPr="00AB5B39">
        <w:rPr>
          <w:szCs w:val="28"/>
        </w:rPr>
        <w:t>ния коммунальных ресурсов необходимо проводить работы по установке счетчиков, при этом устанавливать счетчики с импульсным выходом.</w:t>
      </w:r>
    </w:p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38" w:name="_Toc10132680"/>
      <w:r w:rsidRPr="00575D7C">
        <w:t xml:space="preserve">Описание вариантов маршрутов прохождения трубопроводов (трасс) по территории </w:t>
      </w:r>
      <w:r>
        <w:t>поселения</w:t>
      </w:r>
      <w:r w:rsidRPr="00575D7C">
        <w:t xml:space="preserve"> и их обоснование</w:t>
      </w:r>
      <w:bookmarkEnd w:id="38"/>
    </w:p>
    <w:p w:rsidR="00BE3174" w:rsidRDefault="00BE3174" w:rsidP="006F1904">
      <w:pPr>
        <w:rPr>
          <w:szCs w:val="28"/>
        </w:rPr>
      </w:pPr>
      <w:r>
        <w:rPr>
          <w:szCs w:val="28"/>
        </w:rPr>
        <w:t>Маршрут</w:t>
      </w:r>
      <w:r w:rsidRPr="00AB5B39">
        <w:rPr>
          <w:szCs w:val="28"/>
        </w:rPr>
        <w:t xml:space="preserve"> прохождения трубопроводов (трасс) по территории </w:t>
      </w:r>
      <w:r>
        <w:rPr>
          <w:bCs/>
          <w:iCs/>
          <w:color w:val="000000"/>
          <w:szCs w:val="28"/>
        </w:rPr>
        <w:t>Майми</w:t>
      </w:r>
      <w:r>
        <w:rPr>
          <w:bCs/>
          <w:iCs/>
          <w:color w:val="000000"/>
          <w:szCs w:val="28"/>
        </w:rPr>
        <w:t>н</w:t>
      </w:r>
      <w:r>
        <w:rPr>
          <w:bCs/>
          <w:iCs/>
          <w:color w:val="000000"/>
          <w:szCs w:val="28"/>
        </w:rPr>
        <w:t xml:space="preserve">ского </w:t>
      </w:r>
      <w:r>
        <w:rPr>
          <w:bCs/>
          <w:color w:val="000000"/>
          <w:szCs w:val="28"/>
        </w:rPr>
        <w:t xml:space="preserve">сельского поселения </w:t>
      </w:r>
      <w:r w:rsidRPr="00AB5B39">
        <w:rPr>
          <w:szCs w:val="28"/>
        </w:rPr>
        <w:t xml:space="preserve">на перспективу сохраняются </w:t>
      </w:r>
      <w:r>
        <w:rPr>
          <w:szCs w:val="28"/>
        </w:rPr>
        <w:t xml:space="preserve">по </w:t>
      </w:r>
      <w:r w:rsidRPr="00AB5B39">
        <w:rPr>
          <w:szCs w:val="28"/>
        </w:rPr>
        <w:t>существую</w:t>
      </w:r>
      <w:r>
        <w:rPr>
          <w:szCs w:val="28"/>
        </w:rPr>
        <w:t>щим маршрутам</w:t>
      </w:r>
      <w:r w:rsidRPr="00AB5B39">
        <w:rPr>
          <w:szCs w:val="28"/>
        </w:rPr>
        <w:t xml:space="preserve"> прохождения трубопроводов</w:t>
      </w:r>
      <w:r>
        <w:rPr>
          <w:szCs w:val="28"/>
        </w:rPr>
        <w:t>.</w:t>
      </w:r>
    </w:p>
    <w:p w:rsidR="00BE3174" w:rsidRPr="00777B91" w:rsidRDefault="00BE3174" w:rsidP="006F1904">
      <w:r w:rsidRPr="00777B91">
        <w:t>Протяженность водопроводных сетей поселения составляет 68,842 км. Водопроводная сеть проходит вдоль улиц, с разводкой по потребителям.</w:t>
      </w:r>
    </w:p>
    <w:p w:rsidR="00BE3174" w:rsidRPr="00777B91" w:rsidRDefault="00BE3174" w:rsidP="005720C7">
      <w:pPr>
        <w:ind w:firstLine="567"/>
        <w:rPr>
          <w:szCs w:val="28"/>
        </w:rPr>
      </w:pPr>
      <w:r w:rsidRPr="00777B91">
        <w:rPr>
          <w:szCs w:val="28"/>
        </w:rPr>
        <w:t>Новые трубопроводы рекомендуется прокладывать вдоль проезжих ча</w:t>
      </w:r>
      <w:r w:rsidRPr="00777B91">
        <w:rPr>
          <w:szCs w:val="28"/>
        </w:rPr>
        <w:t>с</w:t>
      </w:r>
      <w:r w:rsidRPr="00777B91">
        <w:rPr>
          <w:szCs w:val="28"/>
        </w:rPr>
        <w:t xml:space="preserve">тей автомобильных дорог, для оперативного доступа, в случае возникновения аварийных ситуаций. </w:t>
      </w:r>
    </w:p>
    <w:p w:rsidR="00BE3174" w:rsidRPr="00AB5B39" w:rsidRDefault="00BE3174" w:rsidP="005720C7">
      <w:pPr>
        <w:pStyle w:val="14"/>
        <w:spacing w:line="276" w:lineRule="auto"/>
        <w:ind w:right="23" w:firstLine="567"/>
        <w:rPr>
          <w:color w:val="00000A"/>
          <w:sz w:val="28"/>
          <w:szCs w:val="28"/>
        </w:rPr>
      </w:pPr>
      <w:r w:rsidRPr="00777B91">
        <w:rPr>
          <w:sz w:val="28"/>
          <w:szCs w:val="28"/>
        </w:rPr>
        <w:t>Точная трассировка сетей будет проводиться на стадии разработки пр</w:t>
      </w:r>
      <w:r w:rsidRPr="00777B91">
        <w:rPr>
          <w:sz w:val="28"/>
          <w:szCs w:val="28"/>
        </w:rPr>
        <w:t>о</w:t>
      </w:r>
      <w:r w:rsidRPr="00777B91">
        <w:rPr>
          <w:sz w:val="28"/>
          <w:szCs w:val="28"/>
        </w:rPr>
        <w:t>ектов планировки участков застройки с учетом вертикальной планировки территории и гидравлических режимов сети.</w:t>
      </w:r>
    </w:p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39" w:name="_Toc10132681"/>
      <w:r w:rsidRPr="00575D7C">
        <w:t>Рекомендации о месте размещения насосных станций, резервуаров, водонапорных башен</w:t>
      </w:r>
      <w:bookmarkEnd w:id="39"/>
    </w:p>
    <w:p w:rsidR="00BE3174" w:rsidRDefault="00BE3174" w:rsidP="006F1904">
      <w:r>
        <w:t xml:space="preserve">Рекомендаций о месте размещения </w:t>
      </w:r>
      <w:r w:rsidRPr="00575D7C">
        <w:t xml:space="preserve">насосных станций, резервуаров, </w:t>
      </w:r>
      <w:r>
        <w:t xml:space="preserve"> </w:t>
      </w:r>
      <w:r w:rsidRPr="00575D7C">
        <w:t>водонапорных башен</w:t>
      </w:r>
      <w:r>
        <w:t xml:space="preserve"> нет.</w:t>
      </w:r>
    </w:p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40" w:name="_Toc10132682"/>
      <w:r w:rsidRPr="00575D7C">
        <w:t>Границы планируемых зон размещения объектов централизованных систем горячего водоснабжения, холодного водоснабжения</w:t>
      </w:r>
      <w:bookmarkEnd w:id="40"/>
    </w:p>
    <w:p w:rsidR="00BE3174" w:rsidRDefault="00BE3174" w:rsidP="006F1904">
      <w:r>
        <w:t>П</w:t>
      </w:r>
      <w:r w:rsidRPr="00575D7C">
        <w:t>ланируемых зон размещения объектов централизованных систем г</w:t>
      </w:r>
      <w:r w:rsidRPr="00575D7C">
        <w:t>о</w:t>
      </w:r>
      <w:r w:rsidRPr="00575D7C">
        <w:t>рячего водоснабжения, холодного водоснабжения</w:t>
      </w:r>
      <w:r>
        <w:t xml:space="preserve"> не планируется.</w:t>
      </w:r>
    </w:p>
    <w:p w:rsidR="00BE3174" w:rsidRDefault="00BE3174" w:rsidP="00782372"/>
    <w:p w:rsidR="00BE3174" w:rsidRDefault="00BE3174" w:rsidP="00782372"/>
    <w:p w:rsidR="00BE3174" w:rsidRDefault="00BE3174" w:rsidP="00A76893">
      <w:pPr>
        <w:pStyle w:val="Heading3"/>
      </w:pPr>
      <w:bookmarkStart w:id="41" w:name="_Toc10132683"/>
      <w:r w:rsidRPr="00575D7C">
        <w:t>Карты (схемы) существующего и планируемого размещения объе</w:t>
      </w:r>
      <w:r w:rsidRPr="00575D7C">
        <w:t>к</w:t>
      </w:r>
      <w:r w:rsidRPr="00575D7C">
        <w:t>тов централизованных систем горячего водоснабжения, холодного вод</w:t>
      </w:r>
      <w:r w:rsidRPr="00575D7C">
        <w:t>о</w:t>
      </w:r>
      <w:r w:rsidRPr="00575D7C">
        <w:t>снабжения</w:t>
      </w:r>
      <w:bookmarkEnd w:id="41"/>
    </w:p>
    <w:p w:rsidR="00BE3174" w:rsidRPr="00AB5B39" w:rsidRDefault="00BE3174" w:rsidP="00FF6E9F">
      <w:pPr>
        <w:ind w:firstLine="567"/>
        <w:rPr>
          <w:szCs w:val="28"/>
        </w:rPr>
      </w:pPr>
      <w:r w:rsidRPr="00AB5B39">
        <w:rPr>
          <w:szCs w:val="28"/>
        </w:rPr>
        <w:t xml:space="preserve">Карты (схемы) существующего и планируемого размещения объектов централизованных систем </w:t>
      </w:r>
      <w:r w:rsidRPr="006F1904">
        <w:rPr>
          <w:szCs w:val="28"/>
        </w:rPr>
        <w:t xml:space="preserve">водоснабжения приведены в </w:t>
      </w:r>
      <w:r w:rsidRPr="005720C7">
        <w:rPr>
          <w:szCs w:val="28"/>
        </w:rPr>
        <w:t>Приложениях.</w:t>
      </w:r>
    </w:p>
    <w:p w:rsidR="00BE3174" w:rsidRDefault="00BE3174" w:rsidP="00782372"/>
    <w:p w:rsidR="00BE3174" w:rsidRPr="00D86E08" w:rsidRDefault="00BE3174" w:rsidP="00782372">
      <w:pPr>
        <w:rPr>
          <w:highlight w:val="yellow"/>
        </w:rPr>
      </w:pPr>
    </w:p>
    <w:p w:rsidR="00BE3174" w:rsidRDefault="00BE3174" w:rsidP="00A76893">
      <w:pPr>
        <w:pStyle w:val="Heading2"/>
      </w:pPr>
      <w:bookmarkStart w:id="42" w:name="_Toc10132684"/>
      <w:r w:rsidRPr="00575D7C">
        <w:t xml:space="preserve">Экологические аспекты мероприятий по строительству, </w:t>
      </w:r>
      <w:r>
        <w:t xml:space="preserve">              </w:t>
      </w:r>
      <w:r w:rsidRPr="00575D7C">
        <w:t xml:space="preserve">реконструкции и модернизации объектов централизованных систем </w:t>
      </w:r>
      <w:r>
        <w:t xml:space="preserve">  </w:t>
      </w:r>
      <w:r w:rsidRPr="00575D7C">
        <w:t>водоснабжения</w:t>
      </w:r>
      <w:bookmarkEnd w:id="42"/>
    </w:p>
    <w:p w:rsidR="00BE3174" w:rsidRPr="0043532F" w:rsidRDefault="00BE3174" w:rsidP="0043532F">
      <w:pPr>
        <w:rPr>
          <w:szCs w:val="28"/>
        </w:rPr>
      </w:pPr>
      <w:r>
        <w:t>Все мероприятия, направленные на улучшение качества питьевой воды, могут быть отнесены к мероприятиям по охране окружающей среды и здор</w:t>
      </w:r>
      <w:r>
        <w:t>о</w:t>
      </w:r>
      <w:r>
        <w:t>вья населения. Эффект от внедрения данных мероприятий - улучшение зд</w:t>
      </w:r>
      <w:r>
        <w:t>о</w:t>
      </w:r>
      <w:r>
        <w:t>ровья и качества жизни граждан.</w:t>
      </w:r>
    </w:p>
    <w:p w:rsidR="00BE3174" w:rsidRPr="0043532F" w:rsidRDefault="00BE3174" w:rsidP="0043532F">
      <w:pPr>
        <w:rPr>
          <w:szCs w:val="28"/>
        </w:rPr>
      </w:pPr>
    </w:p>
    <w:p w:rsidR="00BE3174" w:rsidRPr="0043532F" w:rsidRDefault="00BE3174" w:rsidP="0043532F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43" w:name="_Toc10132685"/>
      <w:r w:rsidRPr="00575D7C">
        <w:t>На водный бассейн предлагаемых к строительству и реконстру</w:t>
      </w:r>
      <w:r w:rsidRPr="00575D7C">
        <w:t>к</w:t>
      </w:r>
      <w:r w:rsidRPr="00575D7C">
        <w:t>ции объектов централизованных систем водоснабжения при сбросе (утилизации) промывных вод</w:t>
      </w:r>
      <w:bookmarkEnd w:id="43"/>
    </w:p>
    <w:p w:rsidR="00BE3174" w:rsidRDefault="00BE3174" w:rsidP="003C30AE">
      <w:r>
        <w:t>Технологический процесс забора воды и транспортирования её в вод</w:t>
      </w:r>
      <w:r>
        <w:t>о</w:t>
      </w:r>
      <w:r>
        <w:t xml:space="preserve">проводную сеть не сопровождается вредными выбросами. </w:t>
      </w:r>
    </w:p>
    <w:p w:rsidR="00BE3174" w:rsidRDefault="00BE3174" w:rsidP="003C30AE">
      <w:r>
        <w:t>Водопроводная сеть не оказывает вредного воздействия на окружа</w:t>
      </w:r>
      <w:r>
        <w:t>ю</w:t>
      </w:r>
      <w:r>
        <w:t xml:space="preserve">щую среду, объект является экологически чистым сооружением. </w:t>
      </w:r>
    </w:p>
    <w:p w:rsidR="00BE3174" w:rsidRDefault="00BE3174" w:rsidP="003C30AE">
      <w:r>
        <w:t>При эксплуатации водопроводной сети вода на хозяйственно-бытовые нужды не используется, производственные стоки не образуются. Эксплуат</w:t>
      </w:r>
      <w:r>
        <w:t>а</w:t>
      </w:r>
      <w:r>
        <w:t xml:space="preserve">ция водопроводной сети, не предусматривает каких-либо сбросов вредных веществ в водоемы и на рельеф. </w:t>
      </w:r>
    </w:p>
    <w:p w:rsidR="00BE3174" w:rsidRDefault="00BE3174" w:rsidP="003C30AE">
      <w:r>
        <w:t>При испытании водопроводной сети на герметичность используется с</w:t>
      </w:r>
      <w:r>
        <w:t>е</w:t>
      </w:r>
      <w:r>
        <w:t>тевая вода из подземных горизонтов. Слив воды из трубопроводов после и</w:t>
      </w:r>
      <w:r>
        <w:t>с</w:t>
      </w:r>
      <w:r>
        <w:t>пытания и промывки производится на рельеф местности. Негативного во</w:t>
      </w:r>
      <w:r>
        <w:t>з</w:t>
      </w:r>
      <w:r>
        <w:t xml:space="preserve">действия сетевая вода на состояние почвы не окажет. </w:t>
      </w:r>
    </w:p>
    <w:p w:rsidR="00BE3174" w:rsidRDefault="00BE3174" w:rsidP="003C30AE">
      <w:pPr>
        <w:rPr>
          <w:szCs w:val="28"/>
        </w:rPr>
      </w:pPr>
      <w:r>
        <w:t>При производстве строительных работ вода для целей производства не требуется. Для хозяйственно-бытовых нужд используется вода питьевого к</w:t>
      </w:r>
      <w:r>
        <w:t>а</w:t>
      </w:r>
      <w:r>
        <w:t>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44" w:name="_Toc10132686"/>
      <w:r w:rsidRPr="00575D7C">
        <w:t>На окружающую среду при реализации мероприятий по снабжению и хранению химических реагентов, использу</w:t>
      </w:r>
      <w:r>
        <w:t>емых в водоподготовке (хлор и дугие)</w:t>
      </w:r>
      <w:bookmarkEnd w:id="44"/>
    </w:p>
    <w:p w:rsidR="00BE3174" w:rsidRDefault="00BE3174" w:rsidP="00C2284B">
      <w:pPr>
        <w:autoSpaceDE w:val="0"/>
        <w:autoSpaceDN w:val="0"/>
        <w:adjustRightInd w:val="0"/>
        <w:ind w:firstLine="567"/>
        <w:rPr>
          <w:szCs w:val="28"/>
          <w:highlight w:val="cyan"/>
        </w:rPr>
      </w:pPr>
      <w:r>
        <w:t>Химические реагенты, используемые в водоподготовке хранятся в сп</w:t>
      </w:r>
      <w:r>
        <w:t>е</w:t>
      </w:r>
      <w:r>
        <w:t>циально оборудованных складах, предотвращающие вредное воздействие на окружающую среду.</w:t>
      </w:r>
    </w:p>
    <w:p w:rsidR="00BE3174" w:rsidRDefault="00BE3174" w:rsidP="006F1904">
      <w:r>
        <w:t>Н</w:t>
      </w:r>
      <w:r w:rsidRPr="00AD7516">
        <w:t xml:space="preserve">а территории </w:t>
      </w:r>
      <w:r>
        <w:t xml:space="preserve">Майминского </w:t>
      </w:r>
      <w:r w:rsidRPr="00AD7516">
        <w:t>сельское поселения отсутствуют станции водоподготовки.</w:t>
      </w:r>
    </w:p>
    <w:p w:rsidR="00BE3174" w:rsidRDefault="00BE3174" w:rsidP="00C2284B">
      <w:pPr>
        <w:autoSpaceDE w:val="0"/>
        <w:autoSpaceDN w:val="0"/>
        <w:adjustRightInd w:val="0"/>
        <w:ind w:firstLine="567"/>
        <w:rPr>
          <w:szCs w:val="28"/>
          <w:highlight w:val="cyan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2"/>
        <w:rPr>
          <w:szCs w:val="28"/>
        </w:rPr>
      </w:pPr>
      <w:bookmarkStart w:id="45" w:name="_Toc10132687"/>
      <w:r w:rsidRPr="00575D7C">
        <w:t xml:space="preserve">Оценка объемов капитальных вложений в строительство, </w:t>
      </w:r>
      <w:r>
        <w:t xml:space="preserve">           </w:t>
      </w:r>
      <w:r w:rsidRPr="00575D7C">
        <w:t xml:space="preserve">реконструкцию и модернизацию объектов централизованных систем </w:t>
      </w:r>
      <w:r>
        <w:t xml:space="preserve"> </w:t>
      </w:r>
      <w:r w:rsidRPr="00575D7C">
        <w:t>водоснабжения</w:t>
      </w:r>
      <w:bookmarkEnd w:id="45"/>
    </w:p>
    <w:p w:rsidR="00BE3174" w:rsidRPr="00DA3038" w:rsidRDefault="00BE3174" w:rsidP="00DA3038">
      <w:pPr>
        <w:ind w:firstLine="567"/>
        <w:rPr>
          <w:szCs w:val="28"/>
        </w:rPr>
      </w:pPr>
      <w:r w:rsidRPr="00DA3038">
        <w:rPr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</w:t>
      </w:r>
      <w:r w:rsidRPr="00DA3038">
        <w:rPr>
          <w:szCs w:val="28"/>
        </w:rPr>
        <w:t>о</w:t>
      </w:r>
      <w:r w:rsidRPr="00DA3038">
        <w:rPr>
          <w:szCs w:val="28"/>
        </w:rPr>
        <w:t>ектные работы для строительства» (Коммунальные инженерные здания и с</w:t>
      </w:r>
      <w:r w:rsidRPr="00DA3038">
        <w:rPr>
          <w:szCs w:val="28"/>
        </w:rPr>
        <w:t>о</w:t>
      </w:r>
      <w:r w:rsidRPr="00DA3038">
        <w:rPr>
          <w:szCs w:val="28"/>
        </w:rPr>
        <w:t>оружения, Объекты водоснабжения и канализации). Базовая цена проектных работ (на 1 января 2013 года) устанавливается в зависимости от основных н</w:t>
      </w:r>
      <w:r w:rsidRPr="00DA3038">
        <w:rPr>
          <w:szCs w:val="28"/>
        </w:rPr>
        <w:t>а</w:t>
      </w:r>
      <w:r w:rsidRPr="00DA3038">
        <w:rPr>
          <w:szCs w:val="28"/>
        </w:rPr>
        <w:t>туральных показателей проектируемых объектов и приводится к текущему уровню цен умножением на коэффициент, отражающий инфляционные пр</w:t>
      </w:r>
      <w:r w:rsidRPr="00DA3038">
        <w:rPr>
          <w:szCs w:val="28"/>
        </w:rPr>
        <w:t>о</w:t>
      </w:r>
      <w:r w:rsidRPr="00DA3038">
        <w:rPr>
          <w:szCs w:val="28"/>
        </w:rPr>
        <w:t>цессы на момент определения цены проектных работ для строительства с</w:t>
      </w:r>
      <w:r w:rsidRPr="00DA3038">
        <w:rPr>
          <w:szCs w:val="28"/>
        </w:rPr>
        <w:t>о</w:t>
      </w:r>
      <w:r w:rsidRPr="00DA3038">
        <w:rPr>
          <w:szCs w:val="28"/>
        </w:rPr>
        <w:t>гласно Письму № 1951-ВТ/10 от 12.02.2013г. Министерства регионального развития Российской Федерации.</w:t>
      </w:r>
    </w:p>
    <w:p w:rsidR="00BE3174" w:rsidRPr="00DA3038" w:rsidRDefault="00BE3174" w:rsidP="00DA3038">
      <w:pPr>
        <w:ind w:firstLine="567"/>
        <w:rPr>
          <w:szCs w:val="28"/>
        </w:rPr>
      </w:pPr>
      <w:r w:rsidRPr="00DA3038">
        <w:rPr>
          <w:szCs w:val="28"/>
        </w:rPr>
        <w:t>Ориентировочная стоимость строительства зданий и сооружений опр</w:t>
      </w:r>
      <w:r w:rsidRPr="00DA3038">
        <w:rPr>
          <w:szCs w:val="28"/>
        </w:rPr>
        <w:t>е</w:t>
      </w:r>
      <w:r w:rsidRPr="00DA3038">
        <w:rPr>
          <w:szCs w:val="28"/>
        </w:rPr>
        <w:t>делена по проектам объектов-аналогов, Каталогам проектов повторного пр</w:t>
      </w:r>
      <w:r w:rsidRPr="00DA3038">
        <w:rPr>
          <w:szCs w:val="28"/>
        </w:rPr>
        <w:t>и</w:t>
      </w:r>
      <w:r w:rsidRPr="00DA3038">
        <w:rPr>
          <w:szCs w:val="28"/>
        </w:rPr>
        <w:t>менения для строительства объектов социальной и инженерной инфрастру</w:t>
      </w:r>
      <w:r w:rsidRPr="00DA3038">
        <w:rPr>
          <w:szCs w:val="28"/>
        </w:rPr>
        <w:t>к</w:t>
      </w:r>
      <w:r w:rsidRPr="00DA3038">
        <w:rPr>
          <w:szCs w:val="28"/>
        </w:rPr>
        <w:t>тур,  Укрупненным нормативам цен строительства для применения в 2012 г., изданным Министерством регионального развития РФ, по существующим сборникам ФЕР в ценах и нормах 2001 года. Стоимость работ пересчитана в цены 2013 года с коэффициентами согласно письму № 2836-ИП/12/ГС от 03.12.2012г. Министерства регионального развития Российской Федерации; Письму № 21790-АК/Д03 от 05.10.2011г. Министерства регионального ра</w:t>
      </w:r>
      <w:r w:rsidRPr="00DA3038">
        <w:rPr>
          <w:szCs w:val="28"/>
        </w:rPr>
        <w:t>з</w:t>
      </w:r>
      <w:r w:rsidRPr="00DA3038">
        <w:rPr>
          <w:szCs w:val="28"/>
        </w:rPr>
        <w:t>вития Российской Федерации.</w:t>
      </w:r>
    </w:p>
    <w:p w:rsidR="00BE3174" w:rsidRPr="00DA3038" w:rsidRDefault="00BE3174" w:rsidP="00DA3038">
      <w:pPr>
        <w:ind w:firstLine="567"/>
        <w:rPr>
          <w:szCs w:val="28"/>
        </w:rPr>
      </w:pPr>
      <w:r w:rsidRPr="00DA3038">
        <w:rPr>
          <w:szCs w:val="28"/>
        </w:rPr>
        <w:t xml:space="preserve">Расчетная стоимость мероприятий приводится по этапам реализации, приведенным в Схеме водоснабжения и водоотведения, с учетом индексов-дефляторов до 2020 и 2024 г.г. </w:t>
      </w:r>
    </w:p>
    <w:p w:rsidR="00BE3174" w:rsidRPr="00DA3038" w:rsidRDefault="00BE3174" w:rsidP="00DA3038">
      <w:pPr>
        <w:ind w:firstLine="567"/>
        <w:rPr>
          <w:szCs w:val="28"/>
        </w:rPr>
      </w:pPr>
      <w:r w:rsidRPr="00DA3038">
        <w:rPr>
          <w:szCs w:val="28"/>
        </w:rPr>
        <w:t>Определение стоимости на разных этапах проектирования должно ос</w:t>
      </w:r>
      <w:r w:rsidRPr="00DA3038">
        <w:rPr>
          <w:szCs w:val="28"/>
        </w:rPr>
        <w:t>у</w:t>
      </w:r>
      <w:r w:rsidRPr="00DA3038">
        <w:rPr>
          <w:szCs w:val="28"/>
        </w:rPr>
        <w:t>ществляться различными методиками. На предпроектной стадии обоснов</w:t>
      </w:r>
      <w:r w:rsidRPr="00DA3038">
        <w:rPr>
          <w:szCs w:val="28"/>
        </w:rPr>
        <w:t>а</w:t>
      </w:r>
      <w:r w:rsidRPr="00DA3038">
        <w:rPr>
          <w:szCs w:val="28"/>
        </w:rPr>
        <w:t>ния инвестиций определяется предварительная (расчетная) стоимость стро</w:t>
      </w:r>
      <w:r w:rsidRPr="00DA3038">
        <w:rPr>
          <w:szCs w:val="28"/>
        </w:rPr>
        <w:t>и</w:t>
      </w:r>
      <w:r w:rsidRPr="00DA3038">
        <w:rPr>
          <w:szCs w:val="28"/>
        </w:rPr>
        <w:t>тельства. Проекта на этой стадии еще нет, поэтому она составляется по пр</w:t>
      </w:r>
      <w:r w:rsidRPr="00DA3038">
        <w:rPr>
          <w:szCs w:val="28"/>
        </w:rPr>
        <w:t>е</w:t>
      </w:r>
      <w:r w:rsidRPr="00DA3038">
        <w:rPr>
          <w:szCs w:val="28"/>
        </w:rPr>
        <w:t>дельно укрупненным показателям. При отсутствии таких показателей могут использоваться данные о стоимости объектов-аналогов. При разработке р</w:t>
      </w:r>
      <w:r w:rsidRPr="00DA3038">
        <w:rPr>
          <w:szCs w:val="28"/>
        </w:rPr>
        <w:t>а</w:t>
      </w:r>
      <w:r w:rsidRPr="00DA3038">
        <w:rPr>
          <w:szCs w:val="28"/>
        </w:rPr>
        <w:t>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связи, с чем обеспечивается поэтапная ее детализация и уточнение. Таким образом, баз</w:t>
      </w:r>
      <w:r w:rsidRPr="00DA3038">
        <w:rPr>
          <w:szCs w:val="28"/>
        </w:rPr>
        <w:t>о</w:t>
      </w:r>
      <w:r w:rsidRPr="00DA3038">
        <w:rPr>
          <w:szCs w:val="28"/>
        </w:rPr>
        <w:t>вые цены устанавливаются с целью последующего формирования догово</w:t>
      </w:r>
      <w:r w:rsidRPr="00DA3038">
        <w:rPr>
          <w:szCs w:val="28"/>
        </w:rPr>
        <w:t>р</w:t>
      </w:r>
      <w:r w:rsidRPr="00DA3038">
        <w:rPr>
          <w:szCs w:val="28"/>
        </w:rPr>
        <w:t>ных цен на разработку проектной документации и строительства.</w:t>
      </w:r>
    </w:p>
    <w:p w:rsidR="00BE3174" w:rsidRPr="007A225F" w:rsidRDefault="00BE3174" w:rsidP="00DA3038">
      <w:pPr>
        <w:ind w:firstLine="567"/>
        <w:rPr>
          <w:szCs w:val="28"/>
        </w:rPr>
      </w:pPr>
      <w:r w:rsidRPr="007A225F">
        <w:rPr>
          <w:szCs w:val="28"/>
        </w:rPr>
        <w:t>В расчетах не учитывались:</w:t>
      </w:r>
    </w:p>
    <w:p w:rsidR="00BE3174" w:rsidRPr="007A225F" w:rsidRDefault="00BE3174" w:rsidP="00DA3038">
      <w:pPr>
        <w:numPr>
          <w:ilvl w:val="0"/>
          <w:numId w:val="42"/>
        </w:numPr>
        <w:rPr>
          <w:szCs w:val="28"/>
        </w:rPr>
      </w:pPr>
      <w:r w:rsidRPr="007A225F">
        <w:rPr>
          <w:szCs w:val="28"/>
        </w:rPr>
        <w:t>стоимость резервирования и выкупа земельных участков и недвиж</w:t>
      </w:r>
      <w:r w:rsidRPr="007A225F">
        <w:rPr>
          <w:szCs w:val="28"/>
        </w:rPr>
        <w:t>и</w:t>
      </w:r>
      <w:r w:rsidRPr="007A225F">
        <w:rPr>
          <w:szCs w:val="28"/>
        </w:rPr>
        <w:t>мости для государственных и муниципальных нужд;</w:t>
      </w:r>
    </w:p>
    <w:p w:rsidR="00BE3174" w:rsidRPr="007A225F" w:rsidRDefault="00BE3174" w:rsidP="00DA3038">
      <w:pPr>
        <w:numPr>
          <w:ilvl w:val="0"/>
          <w:numId w:val="42"/>
        </w:numPr>
        <w:rPr>
          <w:szCs w:val="28"/>
        </w:rPr>
      </w:pPr>
      <w:r w:rsidRPr="007A225F">
        <w:rPr>
          <w:szCs w:val="28"/>
        </w:rPr>
        <w:t>стоимость проведения топографо-геодезических и геологических из</w:t>
      </w:r>
      <w:r w:rsidRPr="007A225F">
        <w:rPr>
          <w:szCs w:val="28"/>
        </w:rPr>
        <w:t>ы</w:t>
      </w:r>
      <w:r w:rsidRPr="007A225F">
        <w:rPr>
          <w:szCs w:val="28"/>
        </w:rPr>
        <w:t>сканий на территориях строительства;</w:t>
      </w:r>
    </w:p>
    <w:p w:rsidR="00BE3174" w:rsidRPr="007A225F" w:rsidRDefault="00BE3174" w:rsidP="00DA3038">
      <w:pPr>
        <w:numPr>
          <w:ilvl w:val="0"/>
          <w:numId w:val="42"/>
        </w:numPr>
        <w:rPr>
          <w:szCs w:val="28"/>
        </w:rPr>
      </w:pPr>
      <w:r w:rsidRPr="007A225F">
        <w:rPr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BE3174" w:rsidRPr="007A225F" w:rsidRDefault="00BE3174" w:rsidP="00DA3038">
      <w:pPr>
        <w:numPr>
          <w:ilvl w:val="0"/>
          <w:numId w:val="42"/>
        </w:numPr>
        <w:rPr>
          <w:szCs w:val="28"/>
        </w:rPr>
      </w:pPr>
      <w:r w:rsidRPr="007A225F">
        <w:rPr>
          <w:szCs w:val="28"/>
        </w:rPr>
        <w:t>стоимость мероприятий по реконструкции существующих объектов;</w:t>
      </w:r>
    </w:p>
    <w:p w:rsidR="00BE3174" w:rsidRPr="007A225F" w:rsidRDefault="00BE3174" w:rsidP="00DA3038">
      <w:pPr>
        <w:numPr>
          <w:ilvl w:val="0"/>
          <w:numId w:val="42"/>
        </w:numPr>
        <w:rPr>
          <w:szCs w:val="28"/>
        </w:rPr>
      </w:pPr>
      <w:r w:rsidRPr="007A225F">
        <w:rPr>
          <w:szCs w:val="28"/>
        </w:rPr>
        <w:t>оснащение необходимым оборудованием и благоустройство прил</w:t>
      </w:r>
      <w:r w:rsidRPr="007A225F">
        <w:rPr>
          <w:szCs w:val="28"/>
        </w:rPr>
        <w:t>е</w:t>
      </w:r>
      <w:r w:rsidRPr="007A225F">
        <w:rPr>
          <w:szCs w:val="28"/>
        </w:rPr>
        <w:t xml:space="preserve">гающей территории; </w:t>
      </w:r>
    </w:p>
    <w:p w:rsidR="00BE3174" w:rsidRPr="007A225F" w:rsidRDefault="00BE3174" w:rsidP="00DA3038">
      <w:pPr>
        <w:numPr>
          <w:ilvl w:val="0"/>
          <w:numId w:val="42"/>
        </w:numPr>
        <w:rPr>
          <w:szCs w:val="28"/>
        </w:rPr>
      </w:pPr>
      <w:r w:rsidRPr="007A225F">
        <w:rPr>
          <w:szCs w:val="28"/>
        </w:rPr>
        <w:t>особенности территории строительства.</w:t>
      </w:r>
    </w:p>
    <w:p w:rsidR="00BE3174" w:rsidRDefault="00BE3174" w:rsidP="00DA3038">
      <w:r w:rsidRPr="007A225F">
        <w:rPr>
          <w:szCs w:val="28"/>
        </w:rPr>
        <w:t>Результаты расчетов (сводная ведомость стоимос</w:t>
      </w:r>
      <w:r>
        <w:rPr>
          <w:szCs w:val="28"/>
        </w:rPr>
        <w:t>ти работ) приведены в таблице 18</w:t>
      </w:r>
      <w:r w:rsidRPr="007A225F">
        <w:rPr>
          <w:szCs w:val="28"/>
        </w:rPr>
        <w:t>.</w:t>
      </w:r>
    </w:p>
    <w:p w:rsidR="00BE3174" w:rsidRDefault="00BE3174" w:rsidP="00DA3038">
      <w:pPr>
        <w:ind w:firstLine="567"/>
        <w:rPr>
          <w:szCs w:val="28"/>
          <w:highlight w:val="yellow"/>
        </w:rPr>
      </w:pPr>
    </w:p>
    <w:p w:rsidR="00BE3174" w:rsidRDefault="00BE3174" w:rsidP="00DA3038">
      <w:pPr>
        <w:pStyle w:val="List"/>
        <w:numPr>
          <w:ilvl w:val="0"/>
          <w:numId w:val="0"/>
        </w:numPr>
      </w:pPr>
      <w:r>
        <w:t>Таблица 18. Объем финансовых ресурсов на реализацию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5953"/>
        <w:gridCol w:w="1701"/>
        <w:gridCol w:w="1382"/>
      </w:tblGrid>
      <w:tr w:rsidR="00BE3174" w:rsidRPr="001830DA" w:rsidTr="00504959">
        <w:tc>
          <w:tcPr>
            <w:tcW w:w="534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№</w:t>
            </w:r>
          </w:p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п/п</w:t>
            </w:r>
          </w:p>
        </w:tc>
        <w:tc>
          <w:tcPr>
            <w:tcW w:w="5953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Наименование мероприятий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Планируемый период реал</w:t>
            </w:r>
            <w:r w:rsidRPr="00CC0DDB">
              <w:rPr>
                <w:szCs w:val="24"/>
              </w:rPr>
              <w:t>и</w:t>
            </w:r>
            <w:r w:rsidRPr="00CC0DDB">
              <w:rPr>
                <w:szCs w:val="24"/>
              </w:rPr>
              <w:t>зации</w:t>
            </w:r>
          </w:p>
        </w:tc>
        <w:tc>
          <w:tcPr>
            <w:tcW w:w="1382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Затраты, тыс. руб</w:t>
            </w:r>
          </w:p>
        </w:tc>
      </w:tr>
      <w:tr w:rsidR="00BE3174" w:rsidRPr="001830DA" w:rsidTr="00504959">
        <w:trPr>
          <w:trHeight w:val="375"/>
        </w:trPr>
        <w:tc>
          <w:tcPr>
            <w:tcW w:w="9570" w:type="dxa"/>
            <w:gridSpan w:val="4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  <w:highlight w:val="yellow"/>
              </w:rPr>
            </w:pPr>
            <w:r w:rsidRPr="00CC0DDB">
              <w:rPr>
                <w:b/>
                <w:i/>
                <w:szCs w:val="24"/>
              </w:rPr>
              <w:t>с. Майма</w:t>
            </w:r>
          </w:p>
        </w:tc>
      </w:tr>
      <w:tr w:rsidR="00BE3174" w:rsidRPr="001830DA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5953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Реконструкция существующих скважин (9 шт) с уст</w:t>
            </w:r>
            <w:r w:rsidRPr="00CC0DDB">
              <w:rPr>
                <w:szCs w:val="24"/>
              </w:rPr>
              <w:t>а</w:t>
            </w:r>
            <w:r w:rsidRPr="00CC0DDB">
              <w:rPr>
                <w:szCs w:val="24"/>
              </w:rPr>
              <w:t>новкой насоса первого подъема с системой плавного пуска (частотных преобразователей)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14000</w:t>
            </w:r>
          </w:p>
        </w:tc>
      </w:tr>
      <w:tr w:rsidR="00BE3174" w:rsidRPr="001830DA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5953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Модернизация существующих водопроводных сетей по ул. Нагорная 2-26 с подключением абонентов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2019-2022 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10000</w:t>
            </w:r>
          </w:p>
        </w:tc>
      </w:tr>
      <w:tr w:rsidR="00BE3174" w:rsidRPr="001830DA" w:rsidTr="00504959">
        <w:trPr>
          <w:trHeight w:val="476"/>
        </w:trPr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3</w:t>
            </w:r>
          </w:p>
        </w:tc>
        <w:tc>
          <w:tcPr>
            <w:tcW w:w="5953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40000</w:t>
            </w:r>
          </w:p>
        </w:tc>
      </w:tr>
      <w:tr w:rsidR="00BE3174" w:rsidRPr="001830DA" w:rsidTr="00504959">
        <w:trPr>
          <w:trHeight w:val="342"/>
        </w:trPr>
        <w:tc>
          <w:tcPr>
            <w:tcW w:w="534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4</w:t>
            </w:r>
          </w:p>
        </w:tc>
        <w:tc>
          <w:tcPr>
            <w:tcW w:w="5953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Поэтапное строительство новых водопроводных сетей</w:t>
            </w:r>
          </w:p>
        </w:tc>
        <w:tc>
          <w:tcPr>
            <w:tcW w:w="170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15000</w:t>
            </w:r>
          </w:p>
        </w:tc>
      </w:tr>
      <w:tr w:rsidR="00BE3174" w:rsidRPr="001830DA" w:rsidTr="00504959">
        <w:trPr>
          <w:trHeight w:val="345"/>
        </w:trPr>
        <w:tc>
          <w:tcPr>
            <w:tcW w:w="9570" w:type="dxa"/>
            <w:gridSpan w:val="4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  <w:highlight w:val="yellow"/>
              </w:rPr>
            </w:pPr>
            <w:r w:rsidRPr="00CC0DDB">
              <w:rPr>
                <w:b/>
                <w:i/>
                <w:szCs w:val="24"/>
              </w:rPr>
              <w:t>с. Подгорное</w:t>
            </w:r>
          </w:p>
        </w:tc>
      </w:tr>
      <w:tr w:rsidR="00BE3174" w:rsidRPr="001830DA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5953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Реконструкция существующих скважин (2 шт) с уст</w:t>
            </w:r>
            <w:r w:rsidRPr="00CC0DDB">
              <w:rPr>
                <w:szCs w:val="24"/>
              </w:rPr>
              <w:t>а</w:t>
            </w:r>
            <w:r w:rsidRPr="00CC0DDB">
              <w:rPr>
                <w:szCs w:val="24"/>
              </w:rPr>
              <w:t>новкой насоса первого подъема с системой плавного пуска (частотных преобразователей)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4000</w:t>
            </w:r>
          </w:p>
        </w:tc>
      </w:tr>
      <w:tr w:rsidR="00BE3174" w:rsidRPr="001830DA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5953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Капитальный ремонт водопровода взамен расположе</w:t>
            </w:r>
            <w:r w:rsidRPr="00CC0DDB">
              <w:rPr>
                <w:szCs w:val="24"/>
              </w:rPr>
              <w:t>н</w:t>
            </w:r>
            <w:r w:rsidRPr="00CC0DDB">
              <w:rPr>
                <w:szCs w:val="24"/>
              </w:rPr>
              <w:t>ного на участках частного домовладения (замена ч</w:t>
            </w:r>
            <w:r w:rsidRPr="00CC0DDB">
              <w:rPr>
                <w:szCs w:val="24"/>
              </w:rPr>
              <w:t>у</w:t>
            </w:r>
            <w:r w:rsidRPr="00CC0DDB">
              <w:rPr>
                <w:szCs w:val="24"/>
              </w:rPr>
              <w:t>гунного водопровода на полиэтиленовую трубу выс</w:t>
            </w:r>
            <w:r w:rsidRPr="00CC0DDB">
              <w:rPr>
                <w:szCs w:val="24"/>
              </w:rPr>
              <w:t>о</w:t>
            </w:r>
            <w:r w:rsidRPr="00CC0DDB">
              <w:rPr>
                <w:szCs w:val="24"/>
              </w:rPr>
              <w:t>кого давления)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2019-2021 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20000</w:t>
            </w:r>
          </w:p>
        </w:tc>
      </w:tr>
      <w:tr w:rsidR="00BE3174" w:rsidRPr="001830DA" w:rsidTr="00504959">
        <w:trPr>
          <w:trHeight w:val="406"/>
        </w:trPr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3</w:t>
            </w:r>
          </w:p>
        </w:tc>
        <w:tc>
          <w:tcPr>
            <w:tcW w:w="5953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10000</w:t>
            </w:r>
          </w:p>
        </w:tc>
      </w:tr>
      <w:tr w:rsidR="00BE3174" w:rsidRPr="001830DA" w:rsidTr="00504959">
        <w:trPr>
          <w:trHeight w:val="269"/>
        </w:trPr>
        <w:tc>
          <w:tcPr>
            <w:tcW w:w="534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4</w:t>
            </w:r>
          </w:p>
        </w:tc>
        <w:tc>
          <w:tcPr>
            <w:tcW w:w="5953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Поэтапное строительство новых водопроводных сетей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10000</w:t>
            </w:r>
          </w:p>
        </w:tc>
      </w:tr>
      <w:tr w:rsidR="00BE3174" w:rsidRPr="001830DA" w:rsidTr="00504959">
        <w:trPr>
          <w:trHeight w:val="417"/>
        </w:trPr>
        <w:tc>
          <w:tcPr>
            <w:tcW w:w="9570" w:type="dxa"/>
            <w:gridSpan w:val="4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  <w:highlight w:val="yellow"/>
              </w:rPr>
            </w:pPr>
            <w:r w:rsidRPr="00CC0DDB">
              <w:rPr>
                <w:b/>
                <w:i/>
                <w:szCs w:val="24"/>
              </w:rPr>
              <w:t>с. Верх-Карагуж</w:t>
            </w:r>
          </w:p>
        </w:tc>
      </w:tr>
      <w:tr w:rsidR="00BE3174" w:rsidRPr="001830DA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5953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Реконструкция существующих скважин (2 шт) с уст</w:t>
            </w:r>
            <w:r w:rsidRPr="00CC0DDB">
              <w:rPr>
                <w:szCs w:val="24"/>
              </w:rPr>
              <w:t>а</w:t>
            </w:r>
            <w:r w:rsidRPr="00CC0DDB">
              <w:rPr>
                <w:szCs w:val="24"/>
              </w:rPr>
              <w:t>новкой насоса первого подъема с системой плавного пуска (частотных преобразователей)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4000</w:t>
            </w:r>
          </w:p>
        </w:tc>
      </w:tr>
      <w:tr w:rsidR="00BE3174" w:rsidRPr="001830DA" w:rsidTr="00504959">
        <w:trPr>
          <w:trHeight w:val="293"/>
        </w:trPr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5953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10000</w:t>
            </w:r>
          </w:p>
        </w:tc>
      </w:tr>
      <w:tr w:rsidR="00BE3174" w:rsidRPr="001830DA" w:rsidTr="00504959">
        <w:trPr>
          <w:trHeight w:val="256"/>
        </w:trPr>
        <w:tc>
          <w:tcPr>
            <w:tcW w:w="534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3</w:t>
            </w:r>
          </w:p>
        </w:tc>
        <w:tc>
          <w:tcPr>
            <w:tcW w:w="5953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Поэтапное строительство новых водопроводных сетей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8000</w:t>
            </w:r>
          </w:p>
        </w:tc>
      </w:tr>
      <w:tr w:rsidR="00BE3174" w:rsidRPr="00E000B4" w:rsidTr="00504959">
        <w:trPr>
          <w:trHeight w:val="415"/>
        </w:trPr>
        <w:tc>
          <w:tcPr>
            <w:tcW w:w="9570" w:type="dxa"/>
            <w:gridSpan w:val="4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  <w:highlight w:val="yellow"/>
              </w:rPr>
            </w:pPr>
            <w:r w:rsidRPr="00CC0DDB">
              <w:rPr>
                <w:b/>
                <w:i/>
                <w:szCs w:val="24"/>
              </w:rPr>
              <w:t>п. Карлушка</w:t>
            </w:r>
          </w:p>
        </w:tc>
      </w:tr>
      <w:tr w:rsidR="00BE3174" w:rsidRPr="00E000B4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5953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Реконструкция существующей скважины с установкой насоса первого подъема с системой плавного пуска (частотных преобразователей)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2000</w:t>
            </w:r>
          </w:p>
        </w:tc>
      </w:tr>
      <w:tr w:rsidR="00BE3174" w:rsidRPr="00E000B4" w:rsidTr="00504959">
        <w:trPr>
          <w:trHeight w:val="428"/>
        </w:trPr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5953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2000</w:t>
            </w:r>
          </w:p>
        </w:tc>
      </w:tr>
      <w:tr w:rsidR="00BE3174" w:rsidRPr="00E000B4" w:rsidTr="00504959">
        <w:trPr>
          <w:trHeight w:val="432"/>
        </w:trPr>
        <w:tc>
          <w:tcPr>
            <w:tcW w:w="534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3</w:t>
            </w:r>
          </w:p>
        </w:tc>
        <w:tc>
          <w:tcPr>
            <w:tcW w:w="5953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Поэтапное строительство новых водопроводных сетей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6000</w:t>
            </w:r>
          </w:p>
        </w:tc>
      </w:tr>
      <w:tr w:rsidR="00BE3174" w:rsidRPr="00E000B4" w:rsidTr="00504959">
        <w:trPr>
          <w:trHeight w:val="407"/>
        </w:trPr>
        <w:tc>
          <w:tcPr>
            <w:tcW w:w="9570" w:type="dxa"/>
            <w:gridSpan w:val="4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  <w:highlight w:val="yellow"/>
              </w:rPr>
            </w:pPr>
            <w:r w:rsidRPr="00CC0DDB">
              <w:rPr>
                <w:b/>
                <w:i/>
                <w:szCs w:val="24"/>
              </w:rPr>
              <w:t>п. Дубровка</w:t>
            </w:r>
          </w:p>
        </w:tc>
      </w:tr>
      <w:tr w:rsidR="00BE3174" w:rsidRPr="00E000B4" w:rsidTr="00504959"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5953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Реконструкция существующей скважины с установкой насоса первого подъема с системой плавного пуска (частотных преобразователей)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2000</w:t>
            </w:r>
          </w:p>
        </w:tc>
      </w:tr>
      <w:tr w:rsidR="00BE3174" w:rsidRPr="00E000B4" w:rsidTr="00504959">
        <w:trPr>
          <w:trHeight w:val="412"/>
        </w:trPr>
        <w:tc>
          <w:tcPr>
            <w:tcW w:w="534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5953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1500</w:t>
            </w:r>
          </w:p>
        </w:tc>
      </w:tr>
      <w:tr w:rsidR="00BE3174" w:rsidRPr="00E000B4" w:rsidTr="00504959">
        <w:trPr>
          <w:trHeight w:val="425"/>
        </w:trPr>
        <w:tc>
          <w:tcPr>
            <w:tcW w:w="534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3</w:t>
            </w:r>
          </w:p>
        </w:tc>
        <w:tc>
          <w:tcPr>
            <w:tcW w:w="5953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Поэтапное строительство новых водопроводных сетей</w:t>
            </w:r>
          </w:p>
        </w:tc>
        <w:tc>
          <w:tcPr>
            <w:tcW w:w="1701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4500</w:t>
            </w:r>
          </w:p>
        </w:tc>
      </w:tr>
      <w:tr w:rsidR="00BE3174" w:rsidRPr="00E000B4" w:rsidTr="00504959">
        <w:trPr>
          <w:trHeight w:val="425"/>
        </w:trPr>
        <w:tc>
          <w:tcPr>
            <w:tcW w:w="534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b/>
                <w:szCs w:val="24"/>
              </w:rPr>
              <w:t>Итого по сельскому поселению:</w:t>
            </w:r>
          </w:p>
        </w:tc>
        <w:tc>
          <w:tcPr>
            <w:tcW w:w="1382" w:type="dxa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szCs w:val="24"/>
              </w:rPr>
            </w:pPr>
            <w:r w:rsidRPr="00CC0DDB">
              <w:rPr>
                <w:b/>
                <w:szCs w:val="24"/>
              </w:rPr>
              <w:t>163 000</w:t>
            </w:r>
          </w:p>
        </w:tc>
      </w:tr>
    </w:tbl>
    <w:p w:rsidR="00BE3174" w:rsidRDefault="00BE3174" w:rsidP="00DA3038">
      <w:pPr>
        <w:ind w:firstLine="567"/>
        <w:rPr>
          <w:szCs w:val="28"/>
          <w:highlight w:val="yellow"/>
        </w:rPr>
      </w:pPr>
    </w:p>
    <w:p w:rsidR="00BE3174" w:rsidRDefault="00BE3174" w:rsidP="00DA3038">
      <w:pPr>
        <w:ind w:firstLine="567"/>
        <w:rPr>
          <w:szCs w:val="28"/>
          <w:highlight w:val="yellow"/>
        </w:rPr>
      </w:pPr>
    </w:p>
    <w:p w:rsidR="00BE3174" w:rsidRDefault="00BE3174" w:rsidP="00A76893">
      <w:pPr>
        <w:pStyle w:val="Heading2"/>
        <w:rPr>
          <w:szCs w:val="28"/>
        </w:rPr>
      </w:pPr>
      <w:bookmarkStart w:id="46" w:name="_Toc10132688"/>
      <w:r w:rsidRPr="00575D7C">
        <w:t xml:space="preserve">Целевые показатели развития централизованных систем </w:t>
      </w:r>
      <w:r>
        <w:t xml:space="preserve">             </w:t>
      </w:r>
      <w:r w:rsidRPr="00575D7C">
        <w:t>водоснабжения</w:t>
      </w:r>
      <w:bookmarkEnd w:id="46"/>
    </w:p>
    <w:p w:rsidR="00BE3174" w:rsidRDefault="00BE3174" w:rsidP="00D340CF">
      <w:r w:rsidRPr="00264188">
        <w:t>Целевые показатели деятельности организации, осуществляющей х</w:t>
      </w:r>
      <w:r w:rsidRPr="00264188">
        <w:t>о</w:t>
      </w:r>
      <w:r w:rsidRPr="00264188">
        <w:t>лодное водоснабжения перечислены в таблице</w:t>
      </w:r>
      <w:r>
        <w:t xml:space="preserve"> 19.</w:t>
      </w:r>
      <w:r>
        <w:br w:type="page"/>
      </w:r>
    </w:p>
    <w:p w:rsidR="00BE3174" w:rsidRPr="00384FEC" w:rsidRDefault="00BE3174" w:rsidP="00DA3038">
      <w:pPr>
        <w:pStyle w:val="List"/>
        <w:numPr>
          <w:ilvl w:val="0"/>
          <w:numId w:val="0"/>
        </w:numPr>
        <w:rPr>
          <w:lang w:eastAsia="ru-RU"/>
        </w:rPr>
      </w:pPr>
      <w:r>
        <w:t>Таблица 19. Целевые показатели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4"/>
        <w:gridCol w:w="5206"/>
        <w:gridCol w:w="1559"/>
        <w:gridCol w:w="993"/>
        <w:gridCol w:w="1098"/>
      </w:tblGrid>
      <w:tr w:rsidR="00BE3174" w:rsidRPr="001C76DA" w:rsidTr="00504959">
        <w:tc>
          <w:tcPr>
            <w:tcW w:w="714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№</w:t>
            </w:r>
          </w:p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п/п</w:t>
            </w:r>
          </w:p>
        </w:tc>
        <w:tc>
          <w:tcPr>
            <w:tcW w:w="5206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Единица изм-я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2018 г</w:t>
            </w:r>
          </w:p>
        </w:tc>
        <w:tc>
          <w:tcPr>
            <w:tcW w:w="1098" w:type="dxa"/>
            <w:shd w:val="clear" w:color="auto" w:fill="C6D9F1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Расче</w:t>
            </w:r>
            <w:r w:rsidRPr="00CC0DDB">
              <w:rPr>
                <w:szCs w:val="24"/>
              </w:rPr>
              <w:t>т</w:t>
            </w:r>
            <w:r w:rsidRPr="00CC0DDB">
              <w:rPr>
                <w:szCs w:val="24"/>
              </w:rPr>
              <w:t>ный срок, 2024 г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</w:t>
            </w:r>
          </w:p>
        </w:tc>
        <w:tc>
          <w:tcPr>
            <w:tcW w:w="5206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Надежность водоснабжения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 xml:space="preserve">Часов в </w:t>
            </w:r>
          </w:p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сутки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24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24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</w:t>
            </w:r>
          </w:p>
        </w:tc>
        <w:tc>
          <w:tcPr>
            <w:tcW w:w="5206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Доступность централизованного водоснабжения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% населения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70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100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</w:t>
            </w:r>
          </w:p>
        </w:tc>
        <w:tc>
          <w:tcPr>
            <w:tcW w:w="5206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Эффективность деятельности (снижение эк</w:t>
            </w:r>
            <w:r w:rsidRPr="00504959">
              <w:rPr>
                <w:sz w:val="24"/>
                <w:szCs w:val="24"/>
              </w:rPr>
              <w:t>с</w:t>
            </w:r>
            <w:r w:rsidRPr="00504959">
              <w:rPr>
                <w:sz w:val="24"/>
                <w:szCs w:val="24"/>
              </w:rPr>
              <w:t>плуатационных расходов) % от с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% от сущес-твующего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80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100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</w:t>
            </w:r>
          </w:p>
        </w:tc>
        <w:tc>
          <w:tcPr>
            <w:tcW w:w="5206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Обеспечение экологической безопасности (к</w:t>
            </w:r>
            <w:r w:rsidRPr="00504959">
              <w:rPr>
                <w:sz w:val="24"/>
                <w:szCs w:val="24"/>
              </w:rPr>
              <w:t>а</w:t>
            </w:r>
            <w:r w:rsidRPr="00504959">
              <w:rPr>
                <w:sz w:val="24"/>
                <w:szCs w:val="24"/>
              </w:rPr>
              <w:t>чество питьевой воды)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Доля проб хуже ПДК %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0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5</w:t>
            </w:r>
          </w:p>
        </w:tc>
        <w:tc>
          <w:tcPr>
            <w:tcW w:w="5206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Степень износа сетей водоснабжения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37,91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35,20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6</w:t>
            </w:r>
          </w:p>
        </w:tc>
        <w:tc>
          <w:tcPr>
            <w:tcW w:w="5206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Число аварий в водопроводных сетях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шт./ год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20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10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7</w:t>
            </w:r>
          </w:p>
        </w:tc>
        <w:tc>
          <w:tcPr>
            <w:tcW w:w="5206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Снижение величины потерь воды в системе в</w:t>
            </w:r>
            <w:r w:rsidRPr="00504959">
              <w:rPr>
                <w:sz w:val="24"/>
                <w:szCs w:val="24"/>
              </w:rPr>
              <w:t>о</w:t>
            </w:r>
            <w:r w:rsidRPr="00504959">
              <w:rPr>
                <w:sz w:val="24"/>
                <w:szCs w:val="24"/>
              </w:rPr>
              <w:t>доснабжения</w:t>
            </w:r>
          </w:p>
        </w:tc>
        <w:tc>
          <w:tcPr>
            <w:tcW w:w="1559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10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8</w:t>
            </w:r>
          </w:p>
        </w:tc>
        <w:tc>
          <w:tcPr>
            <w:tcW w:w="5206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Снижение количества сетей требующих замены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2,5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4,0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9</w:t>
            </w:r>
          </w:p>
        </w:tc>
        <w:tc>
          <w:tcPr>
            <w:tcW w:w="5206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Строительство новых водопроводных сетей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0,8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7,0</w:t>
            </w:r>
          </w:p>
        </w:tc>
      </w:tr>
    </w:tbl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2"/>
        <w:rPr>
          <w:szCs w:val="28"/>
        </w:rPr>
      </w:pPr>
      <w:bookmarkStart w:id="47" w:name="_Toc10132689"/>
      <w:r w:rsidRPr="00575D7C">
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End w:id="47"/>
    </w:p>
    <w:p w:rsidR="00BE3174" w:rsidRPr="008B1A50" w:rsidRDefault="00BE3174" w:rsidP="00D66449">
      <w:pPr>
        <w:ind w:firstLine="567"/>
        <w:rPr>
          <w:szCs w:val="28"/>
        </w:rPr>
      </w:pPr>
      <w:bookmarkStart w:id="48" w:name="_Toc392777197"/>
      <w:r w:rsidRPr="008B1A50">
        <w:rPr>
          <w:szCs w:val="28"/>
        </w:rPr>
        <w:t>В случае выявления бесхозяйных сетей (сетей, не имеющих эксплуат</w:t>
      </w:r>
      <w:r w:rsidRPr="008B1A50">
        <w:rPr>
          <w:szCs w:val="28"/>
        </w:rPr>
        <w:t>и</w:t>
      </w:r>
      <w:r w:rsidRPr="008B1A50">
        <w:rPr>
          <w:szCs w:val="28"/>
        </w:rPr>
        <w:t>рующей организации) орган местного самоуправления поселения или горо</w:t>
      </w:r>
      <w:r w:rsidRPr="008B1A50">
        <w:rPr>
          <w:szCs w:val="28"/>
        </w:rPr>
        <w:t>д</w:t>
      </w:r>
      <w:r w:rsidRPr="008B1A50">
        <w:rPr>
          <w:szCs w:val="28"/>
        </w:rPr>
        <w:t>ского округа до признания права собственности на указанные бесхозяйные сети в течение тридцати дней с даты их выявления обязан определить орг</w:t>
      </w:r>
      <w:r w:rsidRPr="008B1A50">
        <w:rPr>
          <w:szCs w:val="28"/>
        </w:rPr>
        <w:t>а</w:t>
      </w:r>
      <w:r w:rsidRPr="008B1A50">
        <w:rPr>
          <w:szCs w:val="28"/>
        </w:rPr>
        <w:t>низацию, сети которой непосредственно соединены с указанными бесхозя</w:t>
      </w:r>
      <w:r w:rsidRPr="008B1A50">
        <w:rPr>
          <w:szCs w:val="28"/>
        </w:rPr>
        <w:t>й</w:t>
      </w:r>
      <w:r w:rsidRPr="008B1A50">
        <w:rPr>
          <w:szCs w:val="28"/>
        </w:rPr>
        <w:t>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</w:t>
      </w:r>
      <w:r w:rsidRPr="008B1A50">
        <w:rPr>
          <w:szCs w:val="28"/>
        </w:rPr>
        <w:t>и</w:t>
      </w:r>
      <w:r w:rsidRPr="008B1A50">
        <w:rPr>
          <w:szCs w:val="28"/>
        </w:rPr>
        <w:t>фы соответствующей организации на следующий период регулирования.</w:t>
      </w:r>
    </w:p>
    <w:bookmarkEnd w:id="48"/>
    <w:p w:rsidR="00BE3174" w:rsidRPr="008C048A" w:rsidRDefault="00BE3174" w:rsidP="0058112E">
      <w:pPr>
        <w:ind w:firstLine="567"/>
        <w:rPr>
          <w:szCs w:val="28"/>
        </w:rPr>
      </w:pPr>
      <w:r w:rsidRPr="00746CA8">
        <w:rPr>
          <w:szCs w:val="28"/>
        </w:rPr>
        <w:t>Бесхозяйных объектов централизованных систем водоснабжения не   выявлено.</w:t>
      </w:r>
    </w:p>
    <w:p w:rsidR="00BE3174" w:rsidRDefault="00BE3174" w:rsidP="0058112E">
      <w:pPr>
        <w:spacing w:line="240" w:lineRule="auto"/>
        <w:ind w:firstLine="0"/>
        <w:jc w:val="left"/>
      </w:pPr>
      <w:r>
        <w:br w:type="page"/>
      </w:r>
    </w:p>
    <w:p w:rsidR="00BE3174" w:rsidRDefault="00BE3174" w:rsidP="00C865C9">
      <w:pPr>
        <w:pStyle w:val="Heading1"/>
      </w:pPr>
      <w:bookmarkStart w:id="49" w:name="_Toc10132690"/>
      <w:r w:rsidRPr="00575D7C">
        <w:t>Схема водоотведения МО «Майминское сельское поселение»</w:t>
      </w:r>
      <w:bookmarkEnd w:id="49"/>
    </w:p>
    <w:p w:rsidR="00BE3174" w:rsidRDefault="00BE3174" w:rsidP="00A76893">
      <w:pPr>
        <w:pStyle w:val="Heading2"/>
        <w:rPr>
          <w:szCs w:val="28"/>
        </w:rPr>
      </w:pPr>
      <w:bookmarkStart w:id="50" w:name="_Toc10132691"/>
      <w:r w:rsidRPr="00575D7C">
        <w:t xml:space="preserve">Существующее положение в сфере водоотведения </w:t>
      </w:r>
      <w:r w:rsidRPr="00575D7C">
        <w:rPr>
          <w:lang w:eastAsia="en-US"/>
        </w:rPr>
        <w:t>поселени</w:t>
      </w:r>
      <w:r>
        <w:rPr>
          <w:lang w:eastAsia="en-US"/>
        </w:rPr>
        <w:t>я</w:t>
      </w:r>
      <w:bookmarkEnd w:id="50"/>
    </w:p>
    <w:p w:rsidR="00BE3174" w:rsidRPr="00C81481" w:rsidRDefault="00BE3174" w:rsidP="00A76893">
      <w:pPr>
        <w:pStyle w:val="Heading3"/>
      </w:pPr>
      <w:bookmarkStart w:id="51" w:name="_Toc10132692"/>
      <w:r w:rsidRPr="00C81481">
        <w:t>Описание структуры системы сбора, очистки и отведения      сточных вод на территории поселения и деление территории     посел</w:t>
      </w:r>
      <w:r w:rsidRPr="00C81481">
        <w:t>е</w:t>
      </w:r>
      <w:r w:rsidRPr="00C81481">
        <w:t>ния на эксплуатационные зоны</w:t>
      </w:r>
      <w:bookmarkEnd w:id="51"/>
    </w:p>
    <w:p w:rsidR="00BE3174" w:rsidRPr="00D972E9" w:rsidRDefault="00BE3174" w:rsidP="00DF5F17">
      <w:pPr>
        <w:ind w:firstLine="567"/>
        <w:rPr>
          <w:szCs w:val="28"/>
        </w:rPr>
      </w:pPr>
      <w:r w:rsidRPr="00D972E9">
        <w:rPr>
          <w:szCs w:val="28"/>
        </w:rPr>
        <w:t>Водоотведение представляет собой сложный комплекс инженерных с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оружений и процессов. Задачи, выполняемые системой водоотведения </w:t>
      </w:r>
      <w:r w:rsidRPr="00DE4739">
        <w:rPr>
          <w:szCs w:val="28"/>
        </w:rPr>
        <w:t>пос</w:t>
      </w:r>
      <w:r w:rsidRPr="00DE4739">
        <w:rPr>
          <w:szCs w:val="28"/>
        </w:rPr>
        <w:t>е</w:t>
      </w:r>
      <w:r w:rsidRPr="00DE4739">
        <w:rPr>
          <w:szCs w:val="28"/>
        </w:rPr>
        <w:t>ления</w:t>
      </w:r>
      <w:r w:rsidRPr="00D972E9">
        <w:rPr>
          <w:szCs w:val="28"/>
        </w:rPr>
        <w:t>, можно разделить на две составляющие:</w:t>
      </w:r>
    </w:p>
    <w:p w:rsidR="00BE3174" w:rsidRPr="00D972E9" w:rsidRDefault="00BE3174" w:rsidP="00DF5F17">
      <w:pPr>
        <w:pStyle w:val="13"/>
        <w:widowControl w:val="0"/>
        <w:numPr>
          <w:ilvl w:val="0"/>
          <w:numId w:val="19"/>
        </w:numPr>
        <w:suppressAutoHyphens/>
        <w:spacing w:line="276" w:lineRule="auto"/>
        <w:rPr>
          <w:szCs w:val="28"/>
        </w:rPr>
      </w:pPr>
      <w:r w:rsidRPr="00D972E9">
        <w:rPr>
          <w:szCs w:val="28"/>
        </w:rPr>
        <w:t>сбор и транспортировка сточных вод;</w:t>
      </w:r>
    </w:p>
    <w:p w:rsidR="00BE3174" w:rsidRDefault="00BE3174" w:rsidP="00DF5F17">
      <w:pPr>
        <w:pStyle w:val="13"/>
        <w:widowControl w:val="0"/>
        <w:numPr>
          <w:ilvl w:val="0"/>
          <w:numId w:val="19"/>
        </w:numPr>
        <w:suppressAutoHyphens/>
        <w:spacing w:line="276" w:lineRule="auto"/>
        <w:rPr>
          <w:szCs w:val="28"/>
        </w:rPr>
      </w:pPr>
      <w:r w:rsidRPr="00D972E9">
        <w:rPr>
          <w:szCs w:val="28"/>
        </w:rPr>
        <w:t>очистка поступивших сточных вод на очистных сооружениях.</w:t>
      </w:r>
    </w:p>
    <w:p w:rsidR="00BE3174" w:rsidRPr="00D972E9" w:rsidRDefault="00BE3174" w:rsidP="00DE6678">
      <w:pPr>
        <w:pStyle w:val="13"/>
        <w:widowControl w:val="0"/>
        <w:suppressAutoHyphens/>
        <w:spacing w:line="276" w:lineRule="auto"/>
        <w:ind w:left="851" w:firstLine="0"/>
        <w:rPr>
          <w:szCs w:val="28"/>
        </w:rPr>
      </w:pPr>
    </w:p>
    <w:p w:rsidR="00BE3174" w:rsidRPr="0058112E" w:rsidRDefault="00BE3174" w:rsidP="00DF5F17">
      <w:pPr>
        <w:ind w:firstLine="697"/>
        <w:rPr>
          <w:szCs w:val="28"/>
        </w:rPr>
      </w:pPr>
      <w:r w:rsidRPr="0058112E">
        <w:rPr>
          <w:szCs w:val="28"/>
        </w:rPr>
        <w:t>В настоящее время централизованная система водоотведения (канал</w:t>
      </w:r>
      <w:r w:rsidRPr="0058112E">
        <w:rPr>
          <w:szCs w:val="28"/>
        </w:rPr>
        <w:t>и</w:t>
      </w:r>
      <w:r w:rsidRPr="0058112E">
        <w:rPr>
          <w:szCs w:val="28"/>
        </w:rPr>
        <w:t>зации) на террито-рии</w:t>
      </w:r>
      <w:r w:rsidRPr="0058112E">
        <w:rPr>
          <w:bCs/>
          <w:szCs w:val="28"/>
        </w:rPr>
        <w:t xml:space="preserve"> МО «Майминское сельское поселение» </w:t>
      </w:r>
      <w:r w:rsidRPr="0058112E">
        <w:rPr>
          <w:szCs w:val="28"/>
        </w:rPr>
        <w:t xml:space="preserve">отсутствует. </w:t>
      </w:r>
    </w:p>
    <w:p w:rsidR="00BE3174" w:rsidRPr="0058112E" w:rsidRDefault="00BE3174" w:rsidP="00FA1E8D">
      <w:r w:rsidRPr="0058112E">
        <w:rPr>
          <w:lang w:eastAsia="ru-RU"/>
        </w:rPr>
        <w:t xml:space="preserve">Хозяйственно-бытовые стоки </w:t>
      </w:r>
      <w:r w:rsidRPr="0058112E">
        <w:rPr>
          <w:szCs w:val="28"/>
        </w:rPr>
        <w:t xml:space="preserve">от жилых домов </w:t>
      </w:r>
      <w:r w:rsidRPr="0058112E">
        <w:rPr>
          <w:lang w:eastAsia="ru-RU"/>
        </w:rPr>
        <w:t>поступают в выгребные ямы, утилизация из которых производится</w:t>
      </w:r>
      <w:r w:rsidRPr="0058112E">
        <w:rPr>
          <w:szCs w:val="28"/>
        </w:rPr>
        <w:t xml:space="preserve"> транспортом МУП в места, согл</w:t>
      </w:r>
      <w:r w:rsidRPr="0058112E">
        <w:rPr>
          <w:szCs w:val="28"/>
        </w:rPr>
        <w:t>а</w:t>
      </w:r>
      <w:r w:rsidRPr="0058112E">
        <w:rPr>
          <w:szCs w:val="28"/>
        </w:rPr>
        <w:t xml:space="preserve">сованные </w:t>
      </w:r>
      <w:r w:rsidRPr="0058112E">
        <w:t>РосПотребНадзором</w:t>
      </w:r>
      <w:r w:rsidRPr="0058112E">
        <w:rPr>
          <w:szCs w:val="28"/>
        </w:rPr>
        <w:t xml:space="preserve">. В частном секторе </w:t>
      </w:r>
      <w:r w:rsidRPr="0058112E">
        <w:rPr>
          <w:lang w:eastAsia="ru-RU"/>
        </w:rPr>
        <w:t>хозяйственно-бытовые стоки поступают в выгребные ямы и надворные уборные, утилизация из к</w:t>
      </w:r>
      <w:r w:rsidRPr="0058112E">
        <w:rPr>
          <w:lang w:eastAsia="ru-RU"/>
        </w:rPr>
        <w:t>о</w:t>
      </w:r>
      <w:r w:rsidRPr="0058112E">
        <w:rPr>
          <w:lang w:eastAsia="ru-RU"/>
        </w:rPr>
        <w:t>торых производится населением самостоятельно.</w:t>
      </w:r>
    </w:p>
    <w:p w:rsidR="00BE3174" w:rsidRPr="00A26B2E" w:rsidRDefault="00BE3174" w:rsidP="00FA1E8D">
      <w:pPr>
        <w:rPr>
          <w:lang w:eastAsia="ru-RU"/>
        </w:rPr>
      </w:pPr>
      <w:r w:rsidRPr="0058112E">
        <w:rPr>
          <w:lang w:eastAsia="ru-RU"/>
        </w:rPr>
        <w:t>Дождевая канализация в деревнях отсутствует. Отведение дождевых и талых вод осуществляется по рельефу местности в пониженных местах.</w:t>
      </w:r>
    </w:p>
    <w:p w:rsidR="00BE3174" w:rsidRDefault="00BE3174" w:rsidP="00DF5F17"/>
    <w:p w:rsidR="00BE3174" w:rsidRDefault="00BE3174" w:rsidP="00DF5F17"/>
    <w:p w:rsidR="00BE3174" w:rsidRDefault="00BE3174" w:rsidP="00A76893">
      <w:pPr>
        <w:pStyle w:val="Heading3"/>
        <w:rPr>
          <w:szCs w:val="28"/>
        </w:rPr>
      </w:pPr>
      <w:bookmarkStart w:id="52" w:name="_Toc10132693"/>
      <w:r w:rsidRPr="00575D7C">
        <w:t>Описание результатов технического обследования централизова</w:t>
      </w:r>
      <w:r w:rsidRPr="00575D7C">
        <w:t>н</w:t>
      </w:r>
      <w:r w:rsidRPr="00575D7C">
        <w:t>ной системы водоотведения, включая описание существующих канализ</w:t>
      </w:r>
      <w:r w:rsidRPr="00575D7C">
        <w:t>а</w:t>
      </w:r>
      <w:r w:rsidRPr="00575D7C">
        <w:t>ционных очистных сооружений, в том числе оценку соответствия пр</w:t>
      </w:r>
      <w:r w:rsidRPr="00575D7C">
        <w:t>и</w:t>
      </w:r>
      <w:r w:rsidRPr="00575D7C">
        <w:t xml:space="preserve">меняемой технологической схемы очистки сточных вод требованиям обеспечения нормативов качества очистки </w:t>
      </w:r>
      <w:r>
        <w:t xml:space="preserve"> </w:t>
      </w:r>
      <w:r w:rsidRPr="00575D7C">
        <w:t>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End w:id="52"/>
    </w:p>
    <w:p w:rsidR="00BE3174" w:rsidRDefault="00BE3174" w:rsidP="003C30AE">
      <w:pPr>
        <w:rPr>
          <w:szCs w:val="28"/>
        </w:rPr>
      </w:pPr>
      <w:r w:rsidRPr="0058112E">
        <w:rPr>
          <w:szCs w:val="28"/>
        </w:rPr>
        <w:t>В настоящее время система водоотведения (канализации) на террит</w:t>
      </w:r>
      <w:r w:rsidRPr="0058112E">
        <w:rPr>
          <w:szCs w:val="28"/>
        </w:rPr>
        <w:t>о</w:t>
      </w:r>
      <w:r w:rsidRPr="0058112E">
        <w:rPr>
          <w:szCs w:val="28"/>
        </w:rPr>
        <w:t>рии</w:t>
      </w:r>
      <w:r w:rsidRPr="0058112E">
        <w:rPr>
          <w:bCs/>
          <w:szCs w:val="28"/>
        </w:rPr>
        <w:t xml:space="preserve"> МО «Майминское сельское поселение»</w:t>
      </w:r>
      <w:r w:rsidRPr="0058112E">
        <w:rPr>
          <w:szCs w:val="28"/>
        </w:rPr>
        <w:t xml:space="preserve"> отсутствует.</w:t>
      </w:r>
    </w:p>
    <w:p w:rsidR="00BE3174" w:rsidRDefault="00BE3174">
      <w:pPr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BE3174" w:rsidRDefault="00BE3174" w:rsidP="00A76893">
      <w:pPr>
        <w:pStyle w:val="Heading3"/>
        <w:rPr>
          <w:szCs w:val="28"/>
        </w:rPr>
      </w:pPr>
      <w:bookmarkStart w:id="53" w:name="_Toc10132694"/>
      <w:r w:rsidRPr="00575D7C">
        <w:t>Описание технологических зон водоотведения, зон централизова</w:t>
      </w:r>
      <w:r w:rsidRPr="00575D7C">
        <w:t>н</w:t>
      </w:r>
      <w:r w:rsidRPr="00575D7C">
        <w:t xml:space="preserve">ного и нецентрализованного водоотведения (территорий, на которых </w:t>
      </w:r>
      <w:r>
        <w:t xml:space="preserve"> </w:t>
      </w:r>
      <w:r w:rsidRPr="00575D7C">
        <w:t xml:space="preserve">водоотведение </w:t>
      </w:r>
      <w:r>
        <w:t xml:space="preserve">осуществляется с использованием </w:t>
      </w:r>
      <w:r w:rsidRPr="00575D7C">
        <w:t>централизованных и нецентрализованных систем водоотведения) и перечень централизова</w:t>
      </w:r>
      <w:r w:rsidRPr="00575D7C">
        <w:t>н</w:t>
      </w:r>
      <w:r w:rsidRPr="00575D7C">
        <w:t>ных систем водоотведения</w:t>
      </w:r>
      <w:bookmarkEnd w:id="53"/>
    </w:p>
    <w:p w:rsidR="00BE3174" w:rsidRPr="00D972E9" w:rsidRDefault="00BE3174" w:rsidP="00DF5F17">
      <w:pPr>
        <w:ind w:firstLine="567"/>
        <w:rPr>
          <w:szCs w:val="28"/>
        </w:rPr>
      </w:pPr>
      <w:r w:rsidRPr="00D972E9">
        <w:rPr>
          <w:szCs w:val="28"/>
        </w:rPr>
        <w:t>Федеральный закон от 7 декабря 2011 г. № 416-ФЗ «О водоснабжении и водоотведении» и постановление правительства РФ от 05.09.2013 года № 782 «О схемах водоснабжения и водоотведения» (вместе с «Правилами разрабо</w:t>
      </w:r>
      <w:r w:rsidRPr="00D972E9">
        <w:rPr>
          <w:szCs w:val="28"/>
        </w:rPr>
        <w:t>т</w:t>
      </w:r>
      <w:r w:rsidRPr="00D972E9">
        <w:rPr>
          <w:szCs w:val="28"/>
        </w:rPr>
        <w:t xml:space="preserve">ки и утверждения схем водоснабжения и водоотведения», «Требованиями к содержанию схем водоснабжения и водоотведения») вводят новые понятия в сфере водоснабжения и водоотведения: </w:t>
      </w:r>
    </w:p>
    <w:p w:rsidR="00BE3174" w:rsidRPr="00D972E9" w:rsidRDefault="00BE3174" w:rsidP="00DF5F17">
      <w:pPr>
        <w:ind w:firstLine="567"/>
        <w:rPr>
          <w:szCs w:val="28"/>
        </w:rPr>
      </w:pPr>
      <w:r w:rsidRPr="00D972E9">
        <w:rPr>
          <w:szCs w:val="28"/>
        </w:rPr>
        <w:t xml:space="preserve">- «технологическая зона водоотведения» - </w:t>
      </w:r>
      <w:r w:rsidRPr="00D972E9">
        <w:rPr>
          <w:szCs w:val="28"/>
          <w:shd w:val="clear" w:color="auto" w:fill="FFFFFF"/>
        </w:rPr>
        <w:t>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</w:t>
      </w:r>
      <w:r w:rsidRPr="00D972E9">
        <w:rPr>
          <w:szCs w:val="28"/>
          <w:shd w:val="clear" w:color="auto" w:fill="FFFFFF"/>
        </w:rPr>
        <w:t>ч</w:t>
      </w:r>
      <w:r w:rsidRPr="00D972E9">
        <w:rPr>
          <w:szCs w:val="28"/>
          <w:shd w:val="clear" w:color="auto" w:fill="FFFFFF"/>
        </w:rPr>
        <w:t>ных вод или прямой (без очистки) выпуск сточных вод в водный объект.</w:t>
      </w:r>
    </w:p>
    <w:p w:rsidR="00BE3174" w:rsidRDefault="00BE3174" w:rsidP="00DF5F17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58112E">
        <w:rPr>
          <w:szCs w:val="28"/>
        </w:rPr>
        <w:t>система водоотведения на территории</w:t>
      </w:r>
      <w:r w:rsidRPr="0058112E">
        <w:rPr>
          <w:bCs/>
          <w:szCs w:val="28"/>
        </w:rPr>
        <w:t xml:space="preserve"> МО «Ма</w:t>
      </w:r>
      <w:r w:rsidRPr="0058112E">
        <w:rPr>
          <w:bCs/>
          <w:szCs w:val="28"/>
        </w:rPr>
        <w:t>й</w:t>
      </w:r>
      <w:r w:rsidRPr="0058112E">
        <w:rPr>
          <w:bCs/>
          <w:szCs w:val="28"/>
        </w:rPr>
        <w:t>минское сельское поселение»</w:t>
      </w:r>
      <w:r w:rsidRPr="0058112E">
        <w:rPr>
          <w:szCs w:val="28"/>
        </w:rPr>
        <w:t xml:space="preserve"> отсутствует.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54" w:name="_Toc10132695"/>
      <w:r w:rsidRPr="00575D7C">
        <w:t>Описание технической возможности утилизации осадков сточных вод на очистных сооружениях существующей централизованной сист</w:t>
      </w:r>
      <w:r w:rsidRPr="00575D7C">
        <w:t>е</w:t>
      </w:r>
      <w:r w:rsidRPr="00575D7C">
        <w:t>мы водоотведения</w:t>
      </w:r>
      <w:bookmarkEnd w:id="54"/>
    </w:p>
    <w:p w:rsidR="00BE3174" w:rsidRPr="00A26B2E" w:rsidRDefault="00BE3174" w:rsidP="009317A1">
      <w:pPr>
        <w:rPr>
          <w:lang w:eastAsia="ru-RU"/>
        </w:rPr>
      </w:pPr>
      <w:r w:rsidRPr="0058112E">
        <w:rPr>
          <w:szCs w:val="28"/>
        </w:rPr>
        <w:t xml:space="preserve">В связи с отсутствием системы канализации на территории </w:t>
      </w:r>
      <w:r w:rsidRPr="0058112E">
        <w:rPr>
          <w:bCs/>
          <w:szCs w:val="28"/>
        </w:rPr>
        <w:t xml:space="preserve">поселения, </w:t>
      </w:r>
      <w:r w:rsidRPr="0058112E">
        <w:t xml:space="preserve">утилизация осадков сточных вод, образуемых в результате механической и биологической очистки </w:t>
      </w:r>
      <w:r w:rsidRPr="0058112E">
        <w:rPr>
          <w:szCs w:val="28"/>
        </w:rPr>
        <w:t>отсутствует.</w:t>
      </w:r>
      <w:r w:rsidRPr="0058112E">
        <w:rPr>
          <w:lang w:eastAsia="ru-RU"/>
        </w:rPr>
        <w:t xml:space="preserve"> Отведение дождевых и талых вод ос</w:t>
      </w:r>
      <w:r w:rsidRPr="0058112E">
        <w:rPr>
          <w:lang w:eastAsia="ru-RU"/>
        </w:rPr>
        <w:t>у</w:t>
      </w:r>
      <w:r w:rsidRPr="0058112E">
        <w:rPr>
          <w:lang w:eastAsia="ru-RU"/>
        </w:rPr>
        <w:t>ществляется по рельефу местности в пониженных местах.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55" w:name="_Toc10132696"/>
      <w:r w:rsidRPr="00575D7C">
        <w:t xml:space="preserve">Описание состояния и функционирования канализационных </w:t>
      </w:r>
      <w:r>
        <w:t xml:space="preserve">      </w:t>
      </w:r>
      <w:r w:rsidRPr="00575D7C">
        <w:t xml:space="preserve">коллекторов и сетей, сооружений на них, включая оценку их износа и </w:t>
      </w:r>
      <w:r>
        <w:t xml:space="preserve">  </w:t>
      </w:r>
      <w:r w:rsidRPr="00575D7C">
        <w:t>определение возможности обеспечения отвода и очистки сточных вод на существующих объектах централизованной системы водоотведения</w:t>
      </w:r>
      <w:bookmarkEnd w:id="55"/>
    </w:p>
    <w:p w:rsidR="00BE3174" w:rsidRDefault="00BE3174" w:rsidP="003C30AE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58112E">
        <w:rPr>
          <w:szCs w:val="28"/>
        </w:rPr>
        <w:t>система водоотведения (канализации) на террит</w:t>
      </w:r>
      <w:r w:rsidRPr="0058112E">
        <w:rPr>
          <w:szCs w:val="28"/>
        </w:rPr>
        <w:t>о</w:t>
      </w:r>
      <w:r w:rsidRPr="0058112E">
        <w:rPr>
          <w:szCs w:val="28"/>
        </w:rPr>
        <w:t xml:space="preserve">рии </w:t>
      </w:r>
      <w:r w:rsidRPr="0058112E">
        <w:rPr>
          <w:bCs/>
          <w:szCs w:val="28"/>
        </w:rPr>
        <w:t>МО «Майминское сельское поселение</w:t>
      </w:r>
      <w:r w:rsidRPr="00D43179">
        <w:rPr>
          <w:bCs/>
          <w:szCs w:val="28"/>
        </w:rPr>
        <w:t>»</w:t>
      </w:r>
      <w:r w:rsidRPr="00E60F7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56" w:name="_Toc10132697"/>
      <w:r w:rsidRPr="00575D7C">
        <w:t>Оценка безопасности и надежности объектов централизованной системы водоотведения и их управляемости</w:t>
      </w:r>
      <w:bookmarkEnd w:id="56"/>
    </w:p>
    <w:p w:rsidR="00BE3174" w:rsidRPr="00BE4F30" w:rsidRDefault="00BE3174" w:rsidP="003E74C1">
      <w:pPr>
        <w:rPr>
          <w:szCs w:val="28"/>
        </w:rPr>
      </w:pPr>
      <w:r w:rsidRPr="00BE4F30">
        <w:t>Централизованная система водоотведения представляет собой сло</w:t>
      </w:r>
      <w:r w:rsidRPr="00BE4F30">
        <w:t>ж</w:t>
      </w:r>
      <w:r w:rsidRPr="00BE4F30">
        <w:t>ную систему инженерных сооружений, надежная и эффективная работа     которых является одной из важнейших составляющих благополучия посел</w:t>
      </w:r>
      <w:r w:rsidRPr="00BE4F30">
        <w:t>е</w:t>
      </w:r>
      <w:r w:rsidRPr="00BE4F30">
        <w:t xml:space="preserve">ния. </w:t>
      </w:r>
    </w:p>
    <w:p w:rsidR="00BE3174" w:rsidRPr="00BE4F30" w:rsidRDefault="00BE3174" w:rsidP="003C30AE">
      <w:r w:rsidRPr="00BE4F30">
        <w:t xml:space="preserve">Приоритетными направлениями развития системы водоотведения     являются повышение качества очистки воды и надежности работы сетей и сооружений. </w:t>
      </w:r>
    </w:p>
    <w:p w:rsidR="00BE3174" w:rsidRDefault="00BE3174" w:rsidP="003C30AE">
      <w:pPr>
        <w:rPr>
          <w:szCs w:val="28"/>
        </w:rPr>
      </w:pPr>
      <w:r w:rsidRPr="00BE4F30">
        <w:t>Практика показывает, что трубопроводные сети являются, не только наиболее функционально значимым элементом системы канализации, но и наиболее уязвимыми с точки зрения надежности. По-прежнему острой ост</w:t>
      </w:r>
      <w:r w:rsidRPr="00BE4F30">
        <w:t>а</w:t>
      </w:r>
      <w:r w:rsidRPr="00BE4F30">
        <w:t>ется проблема износа канализационной сети. Поэтому необходимо особое внимание уделить ее реконструкции и модернизации. В условиях плотной з</w:t>
      </w:r>
      <w:r w:rsidRPr="00BE4F30">
        <w:t>а</w:t>
      </w:r>
      <w:r w:rsidRPr="00BE4F30">
        <w:t>стройки наиболее экономичным решением является применение бестра</w:t>
      </w:r>
      <w:r w:rsidRPr="00BE4F30">
        <w:t>н</w:t>
      </w:r>
      <w:r w:rsidRPr="00BE4F30">
        <w:t>шейных методов ремонта и восстановления трубопроводов. Для вновь пр</w:t>
      </w:r>
      <w:r w:rsidRPr="00BE4F30">
        <w:t>о</w:t>
      </w:r>
      <w:r w:rsidRPr="00BE4F30">
        <w:t>кладываемых участков канализационных трубопроводов наиболее надежным и долговечным материалом является полиэтилен. Этот материал выдержив</w:t>
      </w:r>
      <w:r w:rsidRPr="00BE4F30">
        <w:t>а</w:t>
      </w:r>
      <w:r w:rsidRPr="00BE4F30">
        <w:t>ет ударные нагрузки при резком изменении давления в трубопроводе, являе</w:t>
      </w:r>
      <w:r w:rsidRPr="00BE4F30">
        <w:t>т</w:t>
      </w:r>
      <w:r w:rsidRPr="00BE4F30">
        <w:t>ся стойким к электрохимической коррозии.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r w:rsidRPr="00575D7C">
        <w:t>Оц</w:t>
      </w:r>
      <w:r>
        <w:t xml:space="preserve">енка </w:t>
      </w:r>
      <w:r w:rsidRPr="0058112E">
        <w:t>безопасности и надежности централизованной системы водоо</w:t>
      </w:r>
      <w:r w:rsidRPr="0058112E">
        <w:t>т</w:t>
      </w:r>
      <w:r w:rsidRPr="0058112E">
        <w:t xml:space="preserve">ведения </w:t>
      </w:r>
      <w:r w:rsidRPr="0058112E">
        <w:rPr>
          <w:bCs/>
          <w:szCs w:val="28"/>
        </w:rPr>
        <w:t xml:space="preserve">МО «Майминское сельское поселение» </w:t>
      </w:r>
      <w:r w:rsidRPr="0058112E">
        <w:t>не ведется.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57" w:name="_Toc10132698"/>
      <w:r w:rsidRPr="00575D7C">
        <w:t>Оценка воздействия сбросов сточных вод через централизованную систему водоотведения на окружающую среду</w:t>
      </w:r>
      <w:bookmarkEnd w:id="57"/>
    </w:p>
    <w:p w:rsidR="00BE3174" w:rsidRDefault="00BE3174" w:rsidP="00BB10B6">
      <w:pPr>
        <w:ind w:firstLine="697"/>
      </w:pPr>
      <w:r w:rsidRPr="00575D7C">
        <w:t>Оценка воздействия сбросов сточных вод</w:t>
      </w:r>
      <w:r>
        <w:t xml:space="preserve"> </w:t>
      </w:r>
      <w:r w:rsidRPr="00575D7C">
        <w:t xml:space="preserve">через централизованную </w:t>
      </w:r>
      <w:r>
        <w:t xml:space="preserve"> </w:t>
      </w:r>
      <w:r w:rsidRPr="00575D7C">
        <w:t>систему водоотведения на окружающую</w:t>
      </w:r>
      <w:r>
        <w:t xml:space="preserve"> </w:t>
      </w:r>
      <w:r w:rsidRPr="0058112E">
        <w:t>среду не ведется.</w:t>
      </w:r>
      <w:r>
        <w:t xml:space="preserve"> </w:t>
      </w:r>
    </w:p>
    <w:p w:rsidR="00BE3174" w:rsidRPr="00D972E9" w:rsidRDefault="00BE3174" w:rsidP="00BB10B6">
      <w:pPr>
        <w:ind w:firstLine="697"/>
        <w:rPr>
          <w:szCs w:val="28"/>
        </w:rPr>
      </w:pPr>
      <w:r w:rsidRPr="00D972E9">
        <w:rPr>
          <w:szCs w:val="28"/>
        </w:rPr>
        <w:t xml:space="preserve">В настоящее время система канализации </w:t>
      </w:r>
      <w:r w:rsidRPr="00D43179">
        <w:rPr>
          <w:bCs/>
          <w:szCs w:val="28"/>
        </w:rPr>
        <w:t>МО «</w:t>
      </w:r>
      <w:r w:rsidRPr="00430FC4">
        <w:rPr>
          <w:bCs/>
          <w:szCs w:val="28"/>
        </w:rPr>
        <w:t xml:space="preserve">Майминское </w:t>
      </w:r>
      <w:r w:rsidRPr="00D43179">
        <w:rPr>
          <w:bCs/>
          <w:szCs w:val="28"/>
        </w:rPr>
        <w:t>сельское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 xml:space="preserve">отсутствует. 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58" w:name="_Toc10132699"/>
      <w:r w:rsidRPr="00575D7C">
        <w:t>Описание территорий поселения, не охваченных централизованной системой водоотведения</w:t>
      </w:r>
      <w:bookmarkEnd w:id="58"/>
    </w:p>
    <w:p w:rsidR="00BE3174" w:rsidRDefault="00BE3174" w:rsidP="003C30AE">
      <w:pPr>
        <w:rPr>
          <w:szCs w:val="28"/>
        </w:rPr>
      </w:pPr>
      <w:r>
        <w:rPr>
          <w:szCs w:val="28"/>
        </w:rPr>
        <w:t xml:space="preserve">Территория </w:t>
      </w:r>
      <w:r w:rsidRPr="00D43179">
        <w:rPr>
          <w:bCs/>
          <w:szCs w:val="28"/>
        </w:rPr>
        <w:t>МО «</w:t>
      </w:r>
      <w:r w:rsidRPr="00430FC4">
        <w:rPr>
          <w:bCs/>
          <w:szCs w:val="28"/>
        </w:rPr>
        <w:t xml:space="preserve">Майминское </w:t>
      </w:r>
      <w:r w:rsidRPr="00D43179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не охвачено це</w:t>
      </w:r>
      <w:r>
        <w:rPr>
          <w:bCs/>
          <w:szCs w:val="28"/>
        </w:rPr>
        <w:t>н</w:t>
      </w:r>
      <w:r>
        <w:rPr>
          <w:bCs/>
          <w:szCs w:val="28"/>
        </w:rPr>
        <w:t>трализованной системой водоотведения.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59" w:name="_Toc10132700"/>
      <w:r w:rsidRPr="00575D7C">
        <w:t>Описание существующих технических и технологических проблем системы водоотведения поселени</w:t>
      </w:r>
      <w:r>
        <w:t>я</w:t>
      </w:r>
      <w:bookmarkEnd w:id="59"/>
    </w:p>
    <w:p w:rsidR="00BE3174" w:rsidRDefault="00BE3174" w:rsidP="003C30AE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58112E">
        <w:rPr>
          <w:szCs w:val="28"/>
        </w:rPr>
        <w:t xml:space="preserve">система водоотведения на территории </w:t>
      </w:r>
      <w:r w:rsidRPr="0058112E">
        <w:rPr>
          <w:bCs/>
          <w:szCs w:val="28"/>
        </w:rPr>
        <w:t>МО «Ма</w:t>
      </w:r>
      <w:r w:rsidRPr="0058112E">
        <w:rPr>
          <w:bCs/>
          <w:szCs w:val="28"/>
        </w:rPr>
        <w:t>й</w:t>
      </w:r>
      <w:r w:rsidRPr="0058112E">
        <w:rPr>
          <w:bCs/>
          <w:szCs w:val="28"/>
        </w:rPr>
        <w:t xml:space="preserve">минское сельское поселение» </w:t>
      </w:r>
      <w:r w:rsidRPr="0058112E">
        <w:rPr>
          <w:szCs w:val="28"/>
        </w:rPr>
        <w:t>отсутствует.</w:t>
      </w:r>
    </w:p>
    <w:p w:rsidR="00BE3174" w:rsidRDefault="00BE3174" w:rsidP="003C30AE">
      <w:pPr>
        <w:rPr>
          <w:szCs w:val="28"/>
        </w:rPr>
      </w:pPr>
    </w:p>
    <w:p w:rsidR="00BE3174" w:rsidRDefault="00BE3174" w:rsidP="00C92F10">
      <w:pPr>
        <w:ind w:firstLine="0"/>
        <w:rPr>
          <w:szCs w:val="28"/>
        </w:rPr>
      </w:pPr>
    </w:p>
    <w:p w:rsidR="00BE3174" w:rsidRDefault="00BE3174" w:rsidP="00A76893">
      <w:pPr>
        <w:pStyle w:val="Heading2"/>
        <w:rPr>
          <w:szCs w:val="28"/>
        </w:rPr>
      </w:pPr>
      <w:bookmarkStart w:id="60" w:name="_Toc10132701"/>
      <w:r w:rsidRPr="00575D7C">
        <w:t>Балансы сточных вод в системе водоотведения</w:t>
      </w:r>
      <w:bookmarkEnd w:id="60"/>
    </w:p>
    <w:p w:rsidR="00BE3174" w:rsidRDefault="00BE3174" w:rsidP="00A76893">
      <w:pPr>
        <w:pStyle w:val="Heading3"/>
        <w:rPr>
          <w:szCs w:val="28"/>
        </w:rPr>
      </w:pPr>
      <w:bookmarkStart w:id="61" w:name="_Toc10132702"/>
      <w:r w:rsidRPr="00575D7C">
        <w:t xml:space="preserve">Баланс поступления сточных вод в централизованную систему </w:t>
      </w:r>
      <w:r>
        <w:t xml:space="preserve">  </w:t>
      </w:r>
      <w:r w:rsidRPr="00575D7C">
        <w:t>водоотведения и отведения стоков по технологическим зонам водоотв</w:t>
      </w:r>
      <w:r w:rsidRPr="00575D7C">
        <w:t>е</w:t>
      </w:r>
      <w:r w:rsidRPr="00575D7C">
        <w:t>дения</w:t>
      </w:r>
      <w:bookmarkEnd w:id="61"/>
    </w:p>
    <w:p w:rsidR="00BE3174" w:rsidRDefault="00BE3174" w:rsidP="003C30AE">
      <w:pPr>
        <w:rPr>
          <w:szCs w:val="28"/>
        </w:rPr>
      </w:pPr>
      <w:r w:rsidRPr="00D972E9">
        <w:rPr>
          <w:szCs w:val="28"/>
        </w:rPr>
        <w:t xml:space="preserve">В </w:t>
      </w:r>
      <w:r w:rsidRPr="0058112E">
        <w:rPr>
          <w:szCs w:val="28"/>
        </w:rPr>
        <w:t>настоящее время система водоотведения (канализации) на террит</w:t>
      </w:r>
      <w:r w:rsidRPr="0058112E">
        <w:rPr>
          <w:szCs w:val="28"/>
        </w:rPr>
        <w:t>о</w:t>
      </w:r>
      <w:r w:rsidRPr="0058112E">
        <w:rPr>
          <w:szCs w:val="28"/>
        </w:rPr>
        <w:t xml:space="preserve">рии </w:t>
      </w:r>
      <w:r w:rsidRPr="0058112E">
        <w:rPr>
          <w:bCs/>
          <w:szCs w:val="28"/>
        </w:rPr>
        <w:t>МО «Майминское сельское</w:t>
      </w:r>
      <w:r w:rsidRPr="00D43179">
        <w:rPr>
          <w:bCs/>
          <w:szCs w:val="28"/>
        </w:rPr>
        <w:t xml:space="preserve">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BE3174" w:rsidRDefault="00BE3174">
      <w:pPr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BE3174" w:rsidRDefault="00BE3174" w:rsidP="00A76893">
      <w:pPr>
        <w:pStyle w:val="Heading3"/>
        <w:rPr>
          <w:szCs w:val="28"/>
        </w:rPr>
      </w:pPr>
      <w:bookmarkStart w:id="62" w:name="_Toc10132703"/>
      <w:r w:rsidRPr="00575D7C">
        <w:t>Оценку фактического притока неорганизованного стока (сточных вод, поступающих по поверхности рельефа местности) по</w:t>
      </w:r>
      <w:r>
        <w:t xml:space="preserve"> </w:t>
      </w:r>
      <w:r w:rsidRPr="00575D7C">
        <w:t>технологич</w:t>
      </w:r>
      <w:r w:rsidRPr="00575D7C">
        <w:t>е</w:t>
      </w:r>
      <w:r w:rsidRPr="00575D7C">
        <w:t>ским зонам водоотведения</w:t>
      </w:r>
      <w:bookmarkEnd w:id="62"/>
    </w:p>
    <w:p w:rsidR="00BE3174" w:rsidRDefault="00BE3174" w:rsidP="003C30AE">
      <w:r>
        <w:t>Сточные воды (</w:t>
      </w:r>
      <w:r w:rsidRPr="00D972E9">
        <w:rPr>
          <w:szCs w:val="28"/>
        </w:rPr>
        <w:t>дождевые стоки</w:t>
      </w:r>
      <w:r>
        <w:t>), поступающие по поверхности рель</w:t>
      </w:r>
      <w:r>
        <w:t>е</w:t>
      </w:r>
      <w:r>
        <w:t xml:space="preserve">фа местности </w:t>
      </w:r>
      <w:r w:rsidRPr="00D972E9">
        <w:rPr>
          <w:szCs w:val="28"/>
        </w:rPr>
        <w:t xml:space="preserve">отводятся </w:t>
      </w:r>
      <w:r>
        <w:rPr>
          <w:szCs w:val="28"/>
        </w:rPr>
        <w:t xml:space="preserve">самотеком </w:t>
      </w:r>
      <w:r w:rsidRPr="00D972E9">
        <w:rPr>
          <w:szCs w:val="28"/>
        </w:rPr>
        <w:t>по рельефу местности.</w:t>
      </w:r>
    </w:p>
    <w:p w:rsidR="00BE3174" w:rsidRPr="00D972E9" w:rsidRDefault="00BE3174" w:rsidP="00574543">
      <w:pPr>
        <w:shd w:val="clear" w:color="auto" w:fill="FFFFFF"/>
        <w:ind w:firstLine="567"/>
        <w:rPr>
          <w:szCs w:val="28"/>
        </w:rPr>
      </w:pPr>
      <w:r w:rsidRPr="00D972E9">
        <w:rPr>
          <w:szCs w:val="28"/>
        </w:rPr>
        <w:t>Объемы фактических притоков неорганизованного стока отсутствуют.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63" w:name="_Toc10132704"/>
      <w:r w:rsidRPr="00575D7C">
        <w:t xml:space="preserve">Сведения об оснащенности зданий, строений, сооружений </w:t>
      </w:r>
      <w:r>
        <w:t xml:space="preserve">         </w:t>
      </w:r>
      <w:r w:rsidRPr="00575D7C">
        <w:t>приборами учета принимае</w:t>
      </w:r>
      <w:r>
        <w:t xml:space="preserve">мых сточных вод и их применении </w:t>
      </w:r>
      <w:r w:rsidRPr="00575D7C">
        <w:t>при осущ</w:t>
      </w:r>
      <w:r w:rsidRPr="00575D7C">
        <w:t>е</w:t>
      </w:r>
      <w:r w:rsidRPr="00575D7C">
        <w:t>ствлении коммерческих расчетов</w:t>
      </w:r>
      <w:bookmarkEnd w:id="63"/>
    </w:p>
    <w:p w:rsidR="00BE3174" w:rsidRDefault="00BE3174" w:rsidP="003C30AE">
      <w:pPr>
        <w:rPr>
          <w:szCs w:val="28"/>
        </w:rPr>
      </w:pPr>
      <w:r>
        <w:t>Установка приборов учета сточных вод не предусмотрена. Расчет сто</w:t>
      </w:r>
      <w:r>
        <w:t>ч</w:t>
      </w:r>
      <w:r>
        <w:t>ных вод не ведется.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64" w:name="_Toc10132705"/>
      <w:r w:rsidRPr="00575D7C">
        <w:t xml:space="preserve">Результаты ретроспективного анализа за последние 10 лет </w:t>
      </w:r>
      <w:r>
        <w:t xml:space="preserve">        </w:t>
      </w:r>
      <w:r w:rsidRPr="00575D7C">
        <w:t>балансов поступления сточных вод в централизованную систему вод</w:t>
      </w:r>
      <w:r w:rsidRPr="00575D7C">
        <w:t>о</w:t>
      </w:r>
      <w:r w:rsidRPr="00575D7C">
        <w:t>отведения по технологическим зонам водоотведения и по посе</w:t>
      </w:r>
      <w:r>
        <w:t>лениям</w:t>
      </w:r>
      <w:r w:rsidRPr="00575D7C">
        <w:t xml:space="preserve"> с выделением зон дефицитов и резервов производственных мощностей</w:t>
      </w:r>
      <w:bookmarkEnd w:id="64"/>
    </w:p>
    <w:p w:rsidR="00BE3174" w:rsidRPr="00D972E9" w:rsidRDefault="00BE3174" w:rsidP="00BB10B6">
      <w:pPr>
        <w:ind w:firstLine="697"/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58112E">
        <w:rPr>
          <w:szCs w:val="28"/>
        </w:rPr>
        <w:t>система водоотведения</w:t>
      </w:r>
      <w:r w:rsidRPr="0058112E">
        <w:rPr>
          <w:bCs/>
          <w:szCs w:val="28"/>
        </w:rPr>
        <w:t xml:space="preserve"> МО «Майминское</w:t>
      </w:r>
      <w:r w:rsidRPr="00430FC4">
        <w:rPr>
          <w:bCs/>
          <w:szCs w:val="28"/>
        </w:rPr>
        <w:t xml:space="preserve"> </w:t>
      </w:r>
      <w:r w:rsidRPr="00D43179">
        <w:rPr>
          <w:bCs/>
          <w:szCs w:val="28"/>
        </w:rPr>
        <w:t>сельское поселение»</w:t>
      </w:r>
      <w:r w:rsidRPr="002524BA">
        <w:rPr>
          <w:szCs w:val="28"/>
        </w:rPr>
        <w:t xml:space="preserve"> </w:t>
      </w:r>
      <w:r w:rsidRPr="00D972E9">
        <w:rPr>
          <w:szCs w:val="28"/>
        </w:rPr>
        <w:t xml:space="preserve">отсутствует. 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65" w:name="_Toc10132706"/>
      <w:r w:rsidRPr="00575D7C">
        <w:t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</w:t>
      </w:r>
      <w:r>
        <w:t>й</w:t>
      </w:r>
      <w:bookmarkEnd w:id="65"/>
    </w:p>
    <w:p w:rsidR="00BE3174" w:rsidRPr="00C92F10" w:rsidRDefault="00BE3174" w:rsidP="00BB10B6">
      <w:pPr>
        <w:autoSpaceDE w:val="0"/>
        <w:autoSpaceDN w:val="0"/>
        <w:adjustRightInd w:val="0"/>
        <w:ind w:firstLine="567"/>
        <w:rPr>
          <w:szCs w:val="28"/>
        </w:rPr>
      </w:pPr>
      <w:r w:rsidRPr="00C92F10">
        <w:rPr>
          <w:szCs w:val="28"/>
        </w:rPr>
        <w:t>Нормы водоотведения от населения согласно СП 32.13330.2012 «Кан</w:t>
      </w:r>
      <w:r w:rsidRPr="00C92F10">
        <w:rPr>
          <w:szCs w:val="28"/>
        </w:rPr>
        <w:t>а</w:t>
      </w:r>
      <w:r w:rsidRPr="00C92F10">
        <w:rPr>
          <w:szCs w:val="28"/>
        </w:rPr>
        <w:t>лизация. Наружные сети и сооружения» принимаются равными нормам в</w:t>
      </w:r>
      <w:r w:rsidRPr="00C92F10">
        <w:rPr>
          <w:szCs w:val="28"/>
        </w:rPr>
        <w:t>о</w:t>
      </w:r>
      <w:r w:rsidRPr="00C92F10">
        <w:rPr>
          <w:szCs w:val="28"/>
        </w:rPr>
        <w:t>допотребления, без учета расходов воды на восстановление пожарного запаса и полив территории.</w:t>
      </w:r>
    </w:p>
    <w:p w:rsidR="00BE3174" w:rsidRDefault="00BE3174" w:rsidP="0058112E">
      <w:pPr>
        <w:autoSpaceDE w:val="0"/>
        <w:autoSpaceDN w:val="0"/>
        <w:adjustRightInd w:val="0"/>
        <w:ind w:firstLine="567"/>
        <w:rPr>
          <w:szCs w:val="28"/>
        </w:rPr>
      </w:pPr>
      <w:r w:rsidRPr="00C92F10">
        <w:rPr>
          <w:szCs w:val="28"/>
        </w:rPr>
        <w:t>Сведения о годовом ожидаемом поступлении в централизованную си</w:t>
      </w:r>
      <w:r w:rsidRPr="00C92F10">
        <w:rPr>
          <w:szCs w:val="28"/>
        </w:rPr>
        <w:t>с</w:t>
      </w:r>
      <w:r w:rsidRPr="00C92F10">
        <w:rPr>
          <w:szCs w:val="28"/>
        </w:rPr>
        <w:t xml:space="preserve">тему водоотведения сточных вод представлены в </w:t>
      </w:r>
      <w:r w:rsidRPr="0058112E">
        <w:rPr>
          <w:szCs w:val="28"/>
        </w:rPr>
        <w:t>таблице 20.</w:t>
      </w:r>
      <w:r>
        <w:rPr>
          <w:szCs w:val="28"/>
        </w:rPr>
        <w:t xml:space="preserve"> </w:t>
      </w:r>
      <w:r>
        <w:rPr>
          <w:szCs w:val="28"/>
        </w:rPr>
        <w:br w:type="page"/>
      </w:r>
    </w:p>
    <w:p w:rsidR="00BE3174" w:rsidRDefault="00BE3174" w:rsidP="00C92F10">
      <w:pPr>
        <w:pStyle w:val="List"/>
        <w:numPr>
          <w:ilvl w:val="0"/>
          <w:numId w:val="0"/>
        </w:numPr>
      </w:pPr>
      <w:r w:rsidRPr="00C92F10">
        <w:t xml:space="preserve">Таблица </w:t>
      </w:r>
      <w:r>
        <w:t>20</w:t>
      </w:r>
      <w:r w:rsidRPr="00C92F10">
        <w:t>.Прогнозные балансы поступления сточных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2409"/>
        <w:gridCol w:w="2127"/>
        <w:gridCol w:w="2019"/>
        <w:gridCol w:w="1914"/>
      </w:tblGrid>
      <w:tr w:rsidR="00BE3174" w:rsidRPr="00C92F10" w:rsidTr="00504959">
        <w:trPr>
          <w:trHeight w:val="1256"/>
        </w:trPr>
        <w:tc>
          <w:tcPr>
            <w:tcW w:w="1101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№ п.п.</w:t>
            </w:r>
          </w:p>
        </w:tc>
        <w:tc>
          <w:tcPr>
            <w:tcW w:w="2409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Наименование нас</w:t>
            </w:r>
            <w:r w:rsidRPr="00504959">
              <w:rPr>
                <w:sz w:val="24"/>
                <w:szCs w:val="24"/>
              </w:rPr>
              <w:t>е</w:t>
            </w:r>
            <w:r w:rsidRPr="00504959">
              <w:rPr>
                <w:sz w:val="24"/>
                <w:szCs w:val="24"/>
              </w:rPr>
              <w:t>ленных пунктов</w:t>
            </w:r>
          </w:p>
        </w:tc>
        <w:tc>
          <w:tcPr>
            <w:tcW w:w="2127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Расчетное пост</w:t>
            </w:r>
            <w:r w:rsidRPr="00504959">
              <w:rPr>
                <w:sz w:val="24"/>
                <w:szCs w:val="24"/>
              </w:rPr>
              <w:t>у</w:t>
            </w:r>
            <w:r w:rsidRPr="00504959">
              <w:rPr>
                <w:sz w:val="24"/>
                <w:szCs w:val="24"/>
              </w:rPr>
              <w:t>пление сточных вод, тыс.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/год</w:t>
            </w:r>
          </w:p>
        </w:tc>
        <w:tc>
          <w:tcPr>
            <w:tcW w:w="2019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Среднесуточное поступление сточных вод,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/сут</w:t>
            </w:r>
          </w:p>
        </w:tc>
        <w:tc>
          <w:tcPr>
            <w:tcW w:w="1914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Максимальное поступление сточных вод,  м</w:t>
            </w:r>
            <w:r w:rsidRPr="00504959">
              <w:rPr>
                <w:sz w:val="24"/>
                <w:szCs w:val="24"/>
                <w:vertAlign w:val="superscript"/>
              </w:rPr>
              <w:t>3</w:t>
            </w:r>
            <w:r w:rsidRPr="00504959">
              <w:rPr>
                <w:sz w:val="24"/>
                <w:szCs w:val="24"/>
              </w:rPr>
              <w:t>/сут</w:t>
            </w:r>
          </w:p>
        </w:tc>
      </w:tr>
      <w:tr w:rsidR="00BE3174" w:rsidRPr="00C92F10" w:rsidTr="00504959">
        <w:tc>
          <w:tcPr>
            <w:tcW w:w="1101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с. Майма</w:t>
            </w:r>
          </w:p>
        </w:tc>
        <w:tc>
          <w:tcPr>
            <w:tcW w:w="212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4959">
              <w:rPr>
                <w:color w:val="000000"/>
                <w:sz w:val="24"/>
                <w:szCs w:val="24"/>
              </w:rPr>
              <w:t>607,307</w:t>
            </w:r>
          </w:p>
        </w:tc>
        <w:tc>
          <w:tcPr>
            <w:tcW w:w="2019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4959">
              <w:rPr>
                <w:color w:val="000000"/>
                <w:sz w:val="24"/>
                <w:szCs w:val="24"/>
              </w:rPr>
              <w:t>1663,854</w:t>
            </w:r>
          </w:p>
        </w:tc>
        <w:tc>
          <w:tcPr>
            <w:tcW w:w="19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4959">
              <w:rPr>
                <w:color w:val="000000"/>
                <w:sz w:val="24"/>
                <w:szCs w:val="24"/>
              </w:rPr>
              <w:t>1996,625</w:t>
            </w:r>
          </w:p>
        </w:tc>
      </w:tr>
      <w:tr w:rsidR="00BE3174" w:rsidRPr="00C92F10" w:rsidTr="00504959">
        <w:tc>
          <w:tcPr>
            <w:tcW w:w="110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с. Подгорное</w:t>
            </w:r>
          </w:p>
        </w:tc>
        <w:tc>
          <w:tcPr>
            <w:tcW w:w="212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4959">
              <w:rPr>
                <w:color w:val="000000"/>
                <w:sz w:val="24"/>
                <w:szCs w:val="24"/>
              </w:rPr>
              <w:t>37,964</w:t>
            </w:r>
          </w:p>
        </w:tc>
        <w:tc>
          <w:tcPr>
            <w:tcW w:w="2019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4959">
              <w:rPr>
                <w:color w:val="000000"/>
                <w:sz w:val="24"/>
                <w:szCs w:val="24"/>
              </w:rPr>
              <w:t>104,012</w:t>
            </w:r>
          </w:p>
        </w:tc>
        <w:tc>
          <w:tcPr>
            <w:tcW w:w="19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4959">
              <w:rPr>
                <w:color w:val="000000"/>
                <w:sz w:val="24"/>
                <w:szCs w:val="24"/>
              </w:rPr>
              <w:t>124,814</w:t>
            </w:r>
          </w:p>
        </w:tc>
      </w:tr>
      <w:tr w:rsidR="00BE3174" w:rsidRPr="00C92F10" w:rsidTr="00504959">
        <w:tc>
          <w:tcPr>
            <w:tcW w:w="110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3</w:t>
            </w:r>
          </w:p>
        </w:tc>
        <w:tc>
          <w:tcPr>
            <w:tcW w:w="2409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с. Верх-Карагуж</w:t>
            </w:r>
          </w:p>
        </w:tc>
        <w:tc>
          <w:tcPr>
            <w:tcW w:w="2127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14,660</w:t>
            </w:r>
          </w:p>
        </w:tc>
        <w:tc>
          <w:tcPr>
            <w:tcW w:w="2019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40,164</w:t>
            </w:r>
          </w:p>
        </w:tc>
        <w:tc>
          <w:tcPr>
            <w:tcW w:w="1914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48,196</w:t>
            </w:r>
          </w:p>
        </w:tc>
      </w:tr>
      <w:tr w:rsidR="00BE3174" w:rsidRPr="00C92F10" w:rsidTr="00504959">
        <w:tc>
          <w:tcPr>
            <w:tcW w:w="110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п. Карлушка</w:t>
            </w:r>
          </w:p>
        </w:tc>
        <w:tc>
          <w:tcPr>
            <w:tcW w:w="212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4959">
              <w:rPr>
                <w:color w:val="000000"/>
                <w:sz w:val="24"/>
                <w:szCs w:val="24"/>
              </w:rPr>
              <w:t>18,810</w:t>
            </w:r>
          </w:p>
        </w:tc>
        <w:tc>
          <w:tcPr>
            <w:tcW w:w="2019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4959">
              <w:rPr>
                <w:color w:val="000000"/>
                <w:sz w:val="24"/>
                <w:szCs w:val="24"/>
              </w:rPr>
              <w:t>51,533</w:t>
            </w:r>
          </w:p>
        </w:tc>
        <w:tc>
          <w:tcPr>
            <w:tcW w:w="19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4959">
              <w:rPr>
                <w:color w:val="000000"/>
                <w:sz w:val="24"/>
                <w:szCs w:val="24"/>
              </w:rPr>
              <w:t>61,840</w:t>
            </w:r>
          </w:p>
        </w:tc>
      </w:tr>
      <w:tr w:rsidR="00BE3174" w:rsidRPr="00C92F10" w:rsidTr="00504959">
        <w:tc>
          <w:tcPr>
            <w:tcW w:w="110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п. Дубровка</w:t>
            </w:r>
          </w:p>
        </w:tc>
        <w:tc>
          <w:tcPr>
            <w:tcW w:w="212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4959">
              <w:rPr>
                <w:color w:val="000000"/>
                <w:sz w:val="24"/>
                <w:szCs w:val="24"/>
              </w:rPr>
              <w:t>1,211</w:t>
            </w:r>
          </w:p>
        </w:tc>
        <w:tc>
          <w:tcPr>
            <w:tcW w:w="2019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4959">
              <w:rPr>
                <w:color w:val="000000"/>
                <w:sz w:val="24"/>
                <w:szCs w:val="24"/>
              </w:rPr>
              <w:t>3,318</w:t>
            </w:r>
          </w:p>
        </w:tc>
        <w:tc>
          <w:tcPr>
            <w:tcW w:w="19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04959">
              <w:rPr>
                <w:color w:val="000000"/>
                <w:sz w:val="24"/>
                <w:szCs w:val="24"/>
              </w:rPr>
              <w:t>3,982</w:t>
            </w:r>
          </w:p>
        </w:tc>
      </w:tr>
      <w:tr w:rsidR="00BE3174" w:rsidRPr="00C92F10" w:rsidTr="00504959">
        <w:tc>
          <w:tcPr>
            <w:tcW w:w="1101" w:type="dxa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50495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127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04959">
              <w:rPr>
                <w:b/>
                <w:color w:val="000000"/>
                <w:sz w:val="24"/>
                <w:szCs w:val="24"/>
              </w:rPr>
              <w:t>679,952</w:t>
            </w:r>
          </w:p>
        </w:tc>
        <w:tc>
          <w:tcPr>
            <w:tcW w:w="2019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04959">
              <w:rPr>
                <w:b/>
                <w:color w:val="000000"/>
                <w:sz w:val="24"/>
                <w:szCs w:val="24"/>
              </w:rPr>
              <w:t>1862,881</w:t>
            </w:r>
          </w:p>
        </w:tc>
        <w:tc>
          <w:tcPr>
            <w:tcW w:w="19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504959">
              <w:rPr>
                <w:b/>
                <w:color w:val="000000"/>
                <w:sz w:val="24"/>
                <w:szCs w:val="24"/>
              </w:rPr>
              <w:t>2235,457</w:t>
            </w:r>
          </w:p>
        </w:tc>
      </w:tr>
    </w:tbl>
    <w:p w:rsidR="00BE3174" w:rsidRDefault="00BE3174" w:rsidP="00C92F10">
      <w:pPr>
        <w:pStyle w:val="List"/>
        <w:numPr>
          <w:ilvl w:val="0"/>
          <w:numId w:val="0"/>
        </w:numPr>
      </w:pPr>
    </w:p>
    <w:p w:rsidR="00BE3174" w:rsidRDefault="00BE3174" w:rsidP="00C92F10">
      <w:pPr>
        <w:pStyle w:val="List"/>
        <w:numPr>
          <w:ilvl w:val="0"/>
          <w:numId w:val="0"/>
        </w:numPr>
      </w:pPr>
    </w:p>
    <w:p w:rsidR="00BE3174" w:rsidRDefault="00BE3174" w:rsidP="00A76893">
      <w:pPr>
        <w:pStyle w:val="Heading2"/>
        <w:rPr>
          <w:szCs w:val="28"/>
        </w:rPr>
      </w:pPr>
      <w:bookmarkStart w:id="66" w:name="_Toc10132707"/>
      <w:r w:rsidRPr="00575D7C">
        <w:t>Прогноз объема сточных вод</w:t>
      </w:r>
      <w:bookmarkEnd w:id="66"/>
    </w:p>
    <w:p w:rsidR="00BE3174" w:rsidRDefault="00BE3174" w:rsidP="00A76893">
      <w:pPr>
        <w:pStyle w:val="Heading3"/>
        <w:rPr>
          <w:szCs w:val="28"/>
        </w:rPr>
      </w:pPr>
      <w:bookmarkStart w:id="67" w:name="_Toc10132708"/>
      <w:r w:rsidRPr="00575D7C">
        <w:t xml:space="preserve">Сведения о фактическом и ожидаемом поступлении сточных вод </w:t>
      </w:r>
      <w:r>
        <w:t xml:space="preserve">  </w:t>
      </w:r>
      <w:r w:rsidRPr="00575D7C">
        <w:t>в централизованную систему водоотведения</w:t>
      </w:r>
      <w:bookmarkEnd w:id="67"/>
    </w:p>
    <w:p w:rsidR="00BE3174" w:rsidRDefault="00BE3174" w:rsidP="00BB10B6">
      <w:pPr>
        <w:ind w:firstLine="567"/>
        <w:rPr>
          <w:szCs w:val="28"/>
        </w:rPr>
      </w:pPr>
      <w:r w:rsidRPr="00F5065A">
        <w:rPr>
          <w:szCs w:val="28"/>
        </w:rPr>
        <w:t>Сведения о фактическом и ожидаемом поступлении сточных вод в це</w:t>
      </w:r>
      <w:r w:rsidRPr="00F5065A">
        <w:rPr>
          <w:szCs w:val="28"/>
        </w:rPr>
        <w:t>н</w:t>
      </w:r>
      <w:r w:rsidRPr="00F5065A">
        <w:rPr>
          <w:szCs w:val="28"/>
        </w:rPr>
        <w:t>трализованную систему водоотведения приведены в</w:t>
      </w:r>
      <w:r>
        <w:rPr>
          <w:szCs w:val="28"/>
        </w:rPr>
        <w:t xml:space="preserve"> таблице 21.</w:t>
      </w:r>
    </w:p>
    <w:p w:rsidR="00BE3174" w:rsidRDefault="00BE3174" w:rsidP="00BB10B6">
      <w:pPr>
        <w:ind w:firstLine="567"/>
        <w:rPr>
          <w:szCs w:val="28"/>
        </w:rPr>
      </w:pPr>
    </w:p>
    <w:p w:rsidR="00BE3174" w:rsidRDefault="00BE3174" w:rsidP="0083656E">
      <w:pPr>
        <w:pStyle w:val="List"/>
        <w:numPr>
          <w:ilvl w:val="0"/>
          <w:numId w:val="0"/>
        </w:numPr>
      </w:pPr>
      <w:r w:rsidRPr="0083656E">
        <w:t>Таб</w:t>
      </w:r>
      <w:r>
        <w:t xml:space="preserve">лица 21. </w:t>
      </w:r>
      <w:r w:rsidRPr="0083656E">
        <w:t>Сведения о фактическом и ожидаемом поступлении сточных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3"/>
        <w:gridCol w:w="1277"/>
        <w:gridCol w:w="1985"/>
        <w:gridCol w:w="1843"/>
        <w:gridCol w:w="1843"/>
        <w:gridCol w:w="1809"/>
      </w:tblGrid>
      <w:tr w:rsidR="00BE3174" w:rsidRPr="0083656E" w:rsidTr="00504959">
        <w:tc>
          <w:tcPr>
            <w:tcW w:w="817" w:type="dxa"/>
            <w:vMerge w:val="restar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№ п.п.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7477" w:type="dxa"/>
            <w:gridSpan w:val="4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Водоотведение</w:t>
            </w:r>
          </w:p>
        </w:tc>
      </w:tr>
      <w:tr w:rsidR="00BE3174" w:rsidRPr="0083656E" w:rsidTr="00504959">
        <w:tc>
          <w:tcPr>
            <w:tcW w:w="817" w:type="dxa"/>
            <w:vMerge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1984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Население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Прочие</w:t>
            </w:r>
          </w:p>
        </w:tc>
        <w:tc>
          <w:tcPr>
            <w:tcW w:w="1807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Итого</w:t>
            </w:r>
          </w:p>
        </w:tc>
      </w:tr>
      <w:tr w:rsidR="00BE3174" w:rsidRPr="0083656E" w:rsidTr="00504959">
        <w:tc>
          <w:tcPr>
            <w:tcW w:w="817" w:type="dxa"/>
            <w:vMerge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1984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тыс. м</w:t>
            </w:r>
            <w:r w:rsidRPr="00504959">
              <w:rPr>
                <w:bCs/>
                <w:sz w:val="24"/>
                <w:szCs w:val="24"/>
                <w:vertAlign w:val="superscript"/>
              </w:rPr>
              <w:t>3</w:t>
            </w:r>
            <w:r w:rsidRPr="00504959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тыс. м</w:t>
            </w:r>
            <w:r w:rsidRPr="00504959">
              <w:rPr>
                <w:bCs/>
                <w:sz w:val="24"/>
                <w:szCs w:val="24"/>
                <w:vertAlign w:val="superscript"/>
              </w:rPr>
              <w:t>3</w:t>
            </w:r>
            <w:r w:rsidRPr="00504959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тыс. м</w:t>
            </w:r>
            <w:r w:rsidRPr="00504959">
              <w:rPr>
                <w:bCs/>
                <w:sz w:val="24"/>
                <w:szCs w:val="24"/>
                <w:vertAlign w:val="superscript"/>
              </w:rPr>
              <w:t>3</w:t>
            </w:r>
            <w:r w:rsidRPr="00504959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07" w:type="dxa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тыс. м</w:t>
            </w:r>
            <w:r w:rsidRPr="00504959">
              <w:rPr>
                <w:bCs/>
                <w:sz w:val="24"/>
                <w:szCs w:val="24"/>
                <w:vertAlign w:val="superscript"/>
              </w:rPr>
              <w:t>3</w:t>
            </w:r>
            <w:r w:rsidRPr="00504959">
              <w:rPr>
                <w:bCs/>
                <w:sz w:val="24"/>
                <w:szCs w:val="24"/>
              </w:rPr>
              <w:t>/год</w:t>
            </w:r>
          </w:p>
        </w:tc>
      </w:tr>
      <w:tr w:rsidR="00BE3174" w:rsidRPr="00CA0582" w:rsidTr="00836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174" w:rsidRPr="00F5065A" w:rsidRDefault="00BE3174" w:rsidP="00BB10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174" w:rsidRPr="00F5065A" w:rsidRDefault="00BE3174" w:rsidP="00BB10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2018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174" w:rsidRPr="00F5065A" w:rsidRDefault="00BE3174" w:rsidP="00BB10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174" w:rsidRPr="00F5065A" w:rsidRDefault="00BE3174" w:rsidP="00116D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174" w:rsidRPr="00F5065A" w:rsidRDefault="00BE3174" w:rsidP="00116D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174" w:rsidRPr="00F5065A" w:rsidRDefault="00BE3174" w:rsidP="00116D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</w:tr>
      <w:tr w:rsidR="00BE3174" w:rsidRPr="00CA0582" w:rsidTr="00836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174" w:rsidRPr="00F5065A" w:rsidRDefault="00BE3174" w:rsidP="00BB10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174" w:rsidRPr="00F5065A" w:rsidRDefault="00BE3174" w:rsidP="00BB10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2019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174" w:rsidRPr="00F5065A" w:rsidRDefault="00BE3174" w:rsidP="00BB10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174" w:rsidRPr="00F5065A" w:rsidRDefault="00BE3174" w:rsidP="00116D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174" w:rsidRPr="00F5065A" w:rsidRDefault="00BE3174" w:rsidP="00116D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3174" w:rsidRPr="00F5065A" w:rsidRDefault="00BE3174" w:rsidP="00116D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</w:tr>
      <w:tr w:rsidR="00BE3174" w:rsidRPr="00CA0582" w:rsidTr="008365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174" w:rsidRPr="00F5065A" w:rsidRDefault="00BE3174" w:rsidP="00BB10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174" w:rsidRPr="00F5065A" w:rsidRDefault="00BE3174" w:rsidP="00BB10B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2024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174" w:rsidRPr="00F5065A" w:rsidRDefault="00BE3174" w:rsidP="00BB10B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549,401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174" w:rsidRPr="00F5065A" w:rsidRDefault="00BE3174" w:rsidP="00BB10B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62,556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174" w:rsidRPr="00F5065A" w:rsidRDefault="00BE3174" w:rsidP="00BB10B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67,995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3174" w:rsidRPr="00F5065A" w:rsidRDefault="00BE3174" w:rsidP="00BB10B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679,952</w:t>
            </w:r>
          </w:p>
        </w:tc>
      </w:tr>
    </w:tbl>
    <w:p w:rsidR="00BE3174" w:rsidRDefault="00BE3174" w:rsidP="00BB10B6">
      <w:pPr>
        <w:autoSpaceDE w:val="0"/>
        <w:autoSpaceDN w:val="0"/>
        <w:adjustRightInd w:val="0"/>
        <w:spacing w:before="120"/>
        <w:ind w:firstLine="567"/>
        <w:rPr>
          <w:szCs w:val="28"/>
        </w:rPr>
      </w:pPr>
    </w:p>
    <w:p w:rsidR="00BE3174" w:rsidRPr="00D972E9" w:rsidRDefault="00BE3174" w:rsidP="00BB10B6">
      <w:pPr>
        <w:autoSpaceDE w:val="0"/>
        <w:autoSpaceDN w:val="0"/>
        <w:adjustRightInd w:val="0"/>
        <w:spacing w:before="120"/>
        <w:ind w:firstLine="567"/>
        <w:rPr>
          <w:szCs w:val="28"/>
        </w:rPr>
      </w:pPr>
      <w:r w:rsidRPr="0083656E">
        <w:rPr>
          <w:szCs w:val="28"/>
        </w:rPr>
        <w:t>Нормы водоотведения от населения согласно СП 32.13330.2012 «Кан</w:t>
      </w:r>
      <w:r w:rsidRPr="0083656E">
        <w:rPr>
          <w:szCs w:val="28"/>
        </w:rPr>
        <w:t>а</w:t>
      </w:r>
      <w:r w:rsidRPr="0083656E">
        <w:rPr>
          <w:szCs w:val="28"/>
        </w:rPr>
        <w:t>лизация. Наружные сети и сооружения» принимаются равными нормам в</w:t>
      </w:r>
      <w:r w:rsidRPr="0083656E">
        <w:rPr>
          <w:szCs w:val="28"/>
        </w:rPr>
        <w:t>о</w:t>
      </w:r>
      <w:r w:rsidRPr="0083656E">
        <w:rPr>
          <w:szCs w:val="28"/>
        </w:rPr>
        <w:t>допотребления, без учета расходов воды на восстановление пожарного запаса и полив территории.</w:t>
      </w:r>
      <w:r w:rsidRPr="00D972E9">
        <w:rPr>
          <w:szCs w:val="28"/>
        </w:rPr>
        <w:t xml:space="preserve"> 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68" w:name="_Toc10132709"/>
      <w:r w:rsidRPr="00575D7C">
        <w:t>Описание структуры централизованной системы водоотведения</w:t>
      </w:r>
      <w:bookmarkEnd w:id="68"/>
    </w:p>
    <w:p w:rsidR="00BE3174" w:rsidRDefault="00BE3174" w:rsidP="003C30AE">
      <w:r>
        <w:t xml:space="preserve">Технологическая зона водоотведения </w:t>
      </w:r>
      <w:r w:rsidRPr="00B72ED8">
        <w:t>–</w:t>
      </w:r>
      <w:r>
        <w:t xml:space="preserve">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</w:t>
      </w:r>
      <w:r>
        <w:t>ч</w:t>
      </w:r>
      <w:r>
        <w:t xml:space="preserve">ных вод или прямой (без очистки) выпуск сточных вод в водный объект. </w:t>
      </w:r>
    </w:p>
    <w:p w:rsidR="00BE3174" w:rsidRDefault="00BE3174" w:rsidP="003C30AE">
      <w:r>
        <w:t xml:space="preserve">Эксплуатационная зона </w:t>
      </w:r>
      <w:r w:rsidRPr="00B72ED8">
        <w:t>–</w:t>
      </w:r>
      <w:r>
        <w:t xml:space="preserve"> зона эксплуатационной ответственности о</w:t>
      </w:r>
      <w:r>
        <w:t>р</w:t>
      </w:r>
      <w:r>
        <w:t>ганизации, осуществляющее горячее, холодное водоснабжение и водоотв</w:t>
      </w:r>
      <w:r>
        <w:t>е</w:t>
      </w:r>
      <w:r>
        <w:t>дение, определенная по признаку обязанностей (ответственности) организ</w:t>
      </w:r>
      <w:r>
        <w:t>а</w:t>
      </w:r>
      <w:r>
        <w:t>ции по эксплуатации централизованных систем водоснабжения и водоотв</w:t>
      </w:r>
      <w:r>
        <w:t>е</w:t>
      </w:r>
      <w:r>
        <w:t xml:space="preserve">дения. </w:t>
      </w:r>
    </w:p>
    <w:p w:rsidR="00BE3174" w:rsidRDefault="00BE3174" w:rsidP="003C30AE"/>
    <w:p w:rsidR="00BE3174" w:rsidRDefault="00BE3174" w:rsidP="003C30AE"/>
    <w:p w:rsidR="00BE3174" w:rsidRDefault="00BE3174" w:rsidP="00A76893">
      <w:pPr>
        <w:pStyle w:val="Heading3"/>
        <w:rPr>
          <w:szCs w:val="28"/>
        </w:rPr>
      </w:pPr>
      <w:bookmarkStart w:id="69" w:name="_Toc10132710"/>
      <w:r w:rsidRPr="00575D7C">
        <w:t xml:space="preserve">Расчет требуемой мощности очистных сооружений исходя из </w:t>
      </w:r>
      <w:r>
        <w:t xml:space="preserve"> </w:t>
      </w:r>
      <w:r w:rsidRPr="00575D7C">
        <w:t>данных о расчетном расходе сточных вод, дефицита (резерва) мощн</w:t>
      </w:r>
      <w:r w:rsidRPr="00575D7C">
        <w:t>о</w:t>
      </w:r>
      <w:r w:rsidRPr="00575D7C">
        <w:t>стей по технологическим зонам сооружений водоотведения с разбивкой по годам</w:t>
      </w:r>
      <w:bookmarkEnd w:id="69"/>
    </w:p>
    <w:p w:rsidR="00BE3174" w:rsidRPr="00D972E9" w:rsidRDefault="00BE3174" w:rsidP="00CA0582">
      <w:pPr>
        <w:autoSpaceDE w:val="0"/>
        <w:autoSpaceDN w:val="0"/>
        <w:adjustRightInd w:val="0"/>
        <w:ind w:firstLine="567"/>
        <w:rPr>
          <w:szCs w:val="28"/>
        </w:rPr>
      </w:pPr>
      <w:r w:rsidRPr="00D972E9">
        <w:rPr>
          <w:szCs w:val="28"/>
        </w:rPr>
        <w:t>Нормы водоотведения от населения согласно СП 32.13330.2012 «Кан</w:t>
      </w:r>
      <w:r w:rsidRPr="00D972E9">
        <w:rPr>
          <w:szCs w:val="28"/>
        </w:rPr>
        <w:t>а</w:t>
      </w:r>
      <w:r w:rsidRPr="00D972E9">
        <w:rPr>
          <w:szCs w:val="28"/>
        </w:rPr>
        <w:t>лизация. Наружные сети и сооружения» принимаются равными нормам в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допотребления, без учета расходов воды на восстановление пожарного запаса и полив территории. </w:t>
      </w:r>
    </w:p>
    <w:p w:rsidR="00BE3174" w:rsidRPr="00D972E9" w:rsidRDefault="00BE3174" w:rsidP="00CA0582">
      <w:pPr>
        <w:autoSpaceDE w:val="0"/>
        <w:autoSpaceDN w:val="0"/>
        <w:adjustRightInd w:val="0"/>
        <w:ind w:firstLine="567"/>
        <w:rPr>
          <w:szCs w:val="28"/>
        </w:rPr>
      </w:pPr>
      <w:r w:rsidRPr="00D972E9">
        <w:rPr>
          <w:szCs w:val="28"/>
        </w:rPr>
        <w:t>Расчет производительной мощности определяется как соотношение по</w:t>
      </w:r>
      <w:r w:rsidRPr="00D972E9">
        <w:rPr>
          <w:szCs w:val="28"/>
        </w:rPr>
        <w:t>л</w:t>
      </w:r>
      <w:r w:rsidRPr="00D972E9">
        <w:rPr>
          <w:szCs w:val="28"/>
        </w:rPr>
        <w:t>ной суточной фактической производительности к среднесуточному объему стоков, поступающих на очистные сооружения с учетом прироста численн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сти населения в соответствии с Генеральным планом </w:t>
      </w:r>
      <w:r w:rsidRPr="00D43179">
        <w:rPr>
          <w:bCs/>
          <w:szCs w:val="28"/>
        </w:rPr>
        <w:t>МО «</w:t>
      </w:r>
      <w:r w:rsidRPr="00444826">
        <w:rPr>
          <w:bCs/>
          <w:iCs/>
          <w:szCs w:val="28"/>
        </w:rPr>
        <w:t xml:space="preserve">Майминское </w:t>
      </w:r>
      <w:r w:rsidRPr="00D43179">
        <w:rPr>
          <w:bCs/>
          <w:szCs w:val="28"/>
        </w:rPr>
        <w:t>сел</w:t>
      </w:r>
      <w:r w:rsidRPr="00D43179">
        <w:rPr>
          <w:bCs/>
          <w:szCs w:val="28"/>
        </w:rPr>
        <w:t>ь</w:t>
      </w:r>
      <w:r w:rsidRPr="00D43179">
        <w:rPr>
          <w:bCs/>
          <w:szCs w:val="28"/>
        </w:rPr>
        <w:t>ское поселение»</w:t>
      </w:r>
      <w:r>
        <w:rPr>
          <w:bCs/>
          <w:szCs w:val="28"/>
        </w:rPr>
        <w:t>.</w:t>
      </w:r>
    </w:p>
    <w:p w:rsidR="00BE3174" w:rsidRPr="00D972E9" w:rsidRDefault="00BE3174" w:rsidP="00CA0582">
      <w:pPr>
        <w:ind w:firstLine="567"/>
        <w:rPr>
          <w:szCs w:val="28"/>
        </w:rPr>
      </w:pPr>
      <w:r w:rsidRPr="00D972E9">
        <w:rPr>
          <w:szCs w:val="28"/>
        </w:rPr>
        <w:t xml:space="preserve">Результаты расчета требуемой мощности канализационных очистных сооружений </w:t>
      </w:r>
      <w:r>
        <w:rPr>
          <w:szCs w:val="28"/>
        </w:rPr>
        <w:t xml:space="preserve">на 2024 год </w:t>
      </w:r>
      <w:r w:rsidRPr="00D972E9">
        <w:rPr>
          <w:szCs w:val="28"/>
        </w:rPr>
        <w:t>представлен</w:t>
      </w:r>
      <w:r>
        <w:rPr>
          <w:szCs w:val="28"/>
        </w:rPr>
        <w:t>ы</w:t>
      </w:r>
      <w:r w:rsidRPr="00D972E9">
        <w:rPr>
          <w:szCs w:val="28"/>
        </w:rPr>
        <w:t xml:space="preserve"> в таб</w:t>
      </w:r>
      <w:r>
        <w:rPr>
          <w:szCs w:val="28"/>
        </w:rPr>
        <w:t>лице 22.</w:t>
      </w:r>
    </w:p>
    <w:p w:rsidR="00BE3174" w:rsidRDefault="00BE3174" w:rsidP="003C30AE">
      <w:pPr>
        <w:rPr>
          <w:szCs w:val="28"/>
        </w:rPr>
      </w:pPr>
    </w:p>
    <w:p w:rsidR="00BE3174" w:rsidRDefault="00BE3174" w:rsidP="00EE643F">
      <w:pPr>
        <w:pStyle w:val="List"/>
        <w:numPr>
          <w:ilvl w:val="0"/>
          <w:numId w:val="0"/>
        </w:numPr>
      </w:pPr>
      <w:r w:rsidRPr="00902886">
        <w:t>Таблица 22. Результаты расчета</w:t>
      </w:r>
      <w:r w:rsidRPr="00EE643F">
        <w:t xml:space="preserve"> требуемой мощности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8"/>
        <w:gridCol w:w="3648"/>
        <w:gridCol w:w="2260"/>
        <w:gridCol w:w="2454"/>
      </w:tblGrid>
      <w:tr w:rsidR="00BE3174" w:rsidRPr="00EE643F" w:rsidTr="00504959">
        <w:trPr>
          <w:trHeight w:val="1303"/>
        </w:trPr>
        <w:tc>
          <w:tcPr>
            <w:tcW w:w="631" w:type="pc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№ п.п.</w:t>
            </w:r>
          </w:p>
        </w:tc>
        <w:tc>
          <w:tcPr>
            <w:tcW w:w="1906" w:type="pc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Полная фактическая производ</w:t>
            </w:r>
            <w:r w:rsidRPr="00504959">
              <w:rPr>
                <w:bCs/>
                <w:sz w:val="24"/>
                <w:szCs w:val="24"/>
              </w:rPr>
              <w:t>и</w:t>
            </w:r>
            <w:r w:rsidRPr="00504959">
              <w:rPr>
                <w:bCs/>
                <w:sz w:val="24"/>
                <w:szCs w:val="24"/>
              </w:rPr>
              <w:t>тельность БОС, м</w:t>
            </w:r>
            <w:r w:rsidRPr="00504959">
              <w:rPr>
                <w:bCs/>
                <w:sz w:val="24"/>
                <w:szCs w:val="24"/>
                <w:vertAlign w:val="superscript"/>
              </w:rPr>
              <w:t>3</w:t>
            </w:r>
            <w:r w:rsidRPr="00504959">
              <w:rPr>
                <w:bCs/>
                <w:sz w:val="24"/>
                <w:szCs w:val="24"/>
              </w:rPr>
              <w:t>/сут</w:t>
            </w:r>
          </w:p>
        </w:tc>
        <w:tc>
          <w:tcPr>
            <w:tcW w:w="1181" w:type="pc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Среднесуточный объем стоков п</w:t>
            </w:r>
            <w:r w:rsidRPr="00504959">
              <w:rPr>
                <w:bCs/>
                <w:sz w:val="24"/>
                <w:szCs w:val="24"/>
              </w:rPr>
              <w:t>о</w:t>
            </w:r>
            <w:r w:rsidRPr="00504959">
              <w:rPr>
                <w:bCs/>
                <w:sz w:val="24"/>
                <w:szCs w:val="24"/>
              </w:rPr>
              <w:t>ступающих на БОС м</w:t>
            </w:r>
            <w:r w:rsidRPr="00504959">
              <w:rPr>
                <w:bCs/>
                <w:sz w:val="24"/>
                <w:szCs w:val="24"/>
                <w:vertAlign w:val="superscript"/>
              </w:rPr>
              <w:t>3</w:t>
            </w:r>
            <w:r w:rsidRPr="00504959">
              <w:rPr>
                <w:bCs/>
                <w:sz w:val="24"/>
                <w:szCs w:val="24"/>
              </w:rPr>
              <w:t>/сут</w:t>
            </w:r>
          </w:p>
        </w:tc>
        <w:tc>
          <w:tcPr>
            <w:tcW w:w="1282" w:type="pct"/>
            <w:shd w:val="clear" w:color="auto" w:fill="C6D9F1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Резерв производ</w:t>
            </w:r>
            <w:r w:rsidRPr="00504959">
              <w:rPr>
                <w:bCs/>
                <w:sz w:val="24"/>
                <w:szCs w:val="24"/>
              </w:rPr>
              <w:t>и</w:t>
            </w:r>
            <w:r w:rsidRPr="00504959">
              <w:rPr>
                <w:bCs/>
                <w:sz w:val="24"/>
                <w:szCs w:val="24"/>
              </w:rPr>
              <w:t>тельной мощности, %</w:t>
            </w:r>
          </w:p>
        </w:tc>
      </w:tr>
      <w:tr w:rsidR="00BE3174" w:rsidRPr="00EE643F" w:rsidTr="00504959">
        <w:trPr>
          <w:trHeight w:val="455"/>
        </w:trPr>
        <w:tc>
          <w:tcPr>
            <w:tcW w:w="5000" w:type="pct"/>
            <w:gridSpan w:val="4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504959">
              <w:rPr>
                <w:b/>
                <w:bCs/>
                <w:i/>
                <w:sz w:val="24"/>
                <w:szCs w:val="24"/>
              </w:rPr>
              <w:t xml:space="preserve">КОС </w:t>
            </w:r>
            <w:r w:rsidRPr="00504959">
              <w:rPr>
                <w:b/>
                <w:bCs/>
                <w:i/>
                <w:iCs/>
                <w:sz w:val="24"/>
                <w:szCs w:val="24"/>
              </w:rPr>
              <w:t>с. Майма</w:t>
            </w:r>
          </w:p>
        </w:tc>
      </w:tr>
      <w:tr w:rsidR="00BE3174" w:rsidRPr="00EE643F" w:rsidTr="00504959">
        <w:trPr>
          <w:trHeight w:val="431"/>
        </w:trPr>
        <w:tc>
          <w:tcPr>
            <w:tcW w:w="631" w:type="pct"/>
            <w:tcBorders>
              <w:top w:val="nil"/>
            </w:tcBorders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06" w:type="pct"/>
            <w:tcBorders>
              <w:top w:val="nil"/>
            </w:tcBorders>
            <w:vAlign w:val="bottom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5000</w:t>
            </w:r>
          </w:p>
        </w:tc>
        <w:tc>
          <w:tcPr>
            <w:tcW w:w="1181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2907</w:t>
            </w:r>
          </w:p>
        </w:tc>
        <w:tc>
          <w:tcPr>
            <w:tcW w:w="1282" w:type="pct"/>
            <w:vAlign w:val="bottom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41,86</w:t>
            </w:r>
          </w:p>
        </w:tc>
      </w:tr>
      <w:tr w:rsidR="00BE3174" w:rsidRPr="00EE643F" w:rsidTr="00504959">
        <w:trPr>
          <w:trHeight w:val="421"/>
        </w:trPr>
        <w:tc>
          <w:tcPr>
            <w:tcW w:w="5000" w:type="pct"/>
            <w:gridSpan w:val="4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504959">
              <w:rPr>
                <w:b/>
                <w:i/>
                <w:sz w:val="24"/>
                <w:szCs w:val="24"/>
              </w:rPr>
              <w:t>ЛОС с. Подгорное</w:t>
            </w:r>
          </w:p>
        </w:tc>
      </w:tr>
      <w:tr w:rsidR="00BE3174" w:rsidRPr="00EE643F" w:rsidTr="00504959">
        <w:trPr>
          <w:trHeight w:val="402"/>
        </w:trPr>
        <w:tc>
          <w:tcPr>
            <w:tcW w:w="631" w:type="pct"/>
            <w:tcBorders>
              <w:top w:val="nil"/>
            </w:tcBorders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6" w:type="pct"/>
            <w:tcBorders>
              <w:top w:val="nil"/>
            </w:tcBorders>
            <w:vAlign w:val="bottom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150</w:t>
            </w:r>
          </w:p>
        </w:tc>
        <w:tc>
          <w:tcPr>
            <w:tcW w:w="1181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91</w:t>
            </w:r>
          </w:p>
        </w:tc>
        <w:tc>
          <w:tcPr>
            <w:tcW w:w="1282" w:type="pct"/>
            <w:vAlign w:val="bottom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39,3</w:t>
            </w:r>
          </w:p>
        </w:tc>
      </w:tr>
      <w:tr w:rsidR="00BE3174" w:rsidRPr="00EE643F" w:rsidTr="00504959">
        <w:trPr>
          <w:trHeight w:val="404"/>
        </w:trPr>
        <w:tc>
          <w:tcPr>
            <w:tcW w:w="5000" w:type="pct"/>
            <w:gridSpan w:val="4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504959">
              <w:rPr>
                <w:b/>
                <w:i/>
                <w:sz w:val="24"/>
                <w:szCs w:val="24"/>
              </w:rPr>
              <w:t xml:space="preserve">ЛОС с. </w:t>
            </w:r>
            <w:r w:rsidRPr="00504959">
              <w:rPr>
                <w:b/>
                <w:i/>
                <w:sz w:val="24"/>
              </w:rPr>
              <w:t>Верх-Карагуж</w:t>
            </w:r>
          </w:p>
        </w:tc>
      </w:tr>
      <w:tr w:rsidR="00BE3174" w:rsidRPr="00EE643F" w:rsidTr="00504959">
        <w:trPr>
          <w:trHeight w:val="427"/>
        </w:trPr>
        <w:tc>
          <w:tcPr>
            <w:tcW w:w="631" w:type="pct"/>
            <w:tcBorders>
              <w:top w:val="nil"/>
            </w:tcBorders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06" w:type="pct"/>
            <w:tcBorders>
              <w:top w:val="nil"/>
            </w:tcBorders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1181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87</w:t>
            </w:r>
          </w:p>
        </w:tc>
        <w:tc>
          <w:tcPr>
            <w:tcW w:w="1282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40,6</w:t>
            </w:r>
          </w:p>
        </w:tc>
      </w:tr>
      <w:tr w:rsidR="00BE3174" w:rsidRPr="00EE643F" w:rsidTr="00504959">
        <w:trPr>
          <w:trHeight w:val="406"/>
        </w:trPr>
        <w:tc>
          <w:tcPr>
            <w:tcW w:w="5000" w:type="pct"/>
            <w:gridSpan w:val="4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504959">
              <w:rPr>
                <w:b/>
                <w:i/>
                <w:sz w:val="24"/>
                <w:szCs w:val="24"/>
              </w:rPr>
              <w:t>ЛОС п. Карлушка</w:t>
            </w:r>
          </w:p>
        </w:tc>
      </w:tr>
      <w:tr w:rsidR="00BE3174" w:rsidRPr="00EE643F" w:rsidTr="00504959">
        <w:trPr>
          <w:trHeight w:val="412"/>
        </w:trPr>
        <w:tc>
          <w:tcPr>
            <w:tcW w:w="631" w:type="pct"/>
            <w:tcBorders>
              <w:top w:val="nil"/>
            </w:tcBorders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6" w:type="pct"/>
            <w:tcBorders>
              <w:top w:val="nil"/>
            </w:tcBorders>
            <w:vAlign w:val="bottom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100</w:t>
            </w:r>
          </w:p>
        </w:tc>
        <w:tc>
          <w:tcPr>
            <w:tcW w:w="1181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49,28</w:t>
            </w:r>
          </w:p>
        </w:tc>
        <w:tc>
          <w:tcPr>
            <w:tcW w:w="1282" w:type="pct"/>
            <w:vAlign w:val="bottom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50,72</w:t>
            </w:r>
          </w:p>
        </w:tc>
      </w:tr>
      <w:tr w:rsidR="00BE3174" w:rsidRPr="00EE643F" w:rsidTr="00504959">
        <w:trPr>
          <w:trHeight w:val="418"/>
        </w:trPr>
        <w:tc>
          <w:tcPr>
            <w:tcW w:w="5000" w:type="pct"/>
            <w:gridSpan w:val="4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504959">
              <w:rPr>
                <w:b/>
                <w:i/>
                <w:sz w:val="24"/>
                <w:szCs w:val="24"/>
              </w:rPr>
              <w:t>ЛОС п. Дубровка</w:t>
            </w:r>
          </w:p>
        </w:tc>
      </w:tr>
      <w:tr w:rsidR="00BE3174" w:rsidRPr="00EE643F" w:rsidTr="00504959">
        <w:trPr>
          <w:trHeight w:val="410"/>
        </w:trPr>
        <w:tc>
          <w:tcPr>
            <w:tcW w:w="631" w:type="pct"/>
            <w:tcBorders>
              <w:top w:val="nil"/>
            </w:tcBorders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0495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906" w:type="pct"/>
            <w:tcBorders>
              <w:top w:val="nil"/>
            </w:tcBorders>
            <w:vAlign w:val="bottom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30</w:t>
            </w:r>
          </w:p>
        </w:tc>
        <w:tc>
          <w:tcPr>
            <w:tcW w:w="1181" w:type="pct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6,34</w:t>
            </w:r>
          </w:p>
        </w:tc>
        <w:tc>
          <w:tcPr>
            <w:tcW w:w="1282" w:type="pct"/>
            <w:vAlign w:val="bottom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78,87</w:t>
            </w:r>
          </w:p>
        </w:tc>
      </w:tr>
    </w:tbl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70" w:name="_Toc10132711"/>
      <w:r w:rsidRPr="00575D7C">
        <w:t>Результаты анализа гидравлических режимов и режимов работы элементов централизованной системы водоотведения</w:t>
      </w:r>
      <w:bookmarkEnd w:id="70"/>
    </w:p>
    <w:p w:rsidR="00BE3174" w:rsidRPr="00D972E9" w:rsidRDefault="00BE3174" w:rsidP="00ED0383">
      <w:pPr>
        <w:ind w:firstLine="567"/>
        <w:rPr>
          <w:szCs w:val="28"/>
        </w:rPr>
      </w:pPr>
      <w:r w:rsidRPr="00D972E9">
        <w:rPr>
          <w:szCs w:val="28"/>
        </w:rPr>
        <w:t xml:space="preserve">В настоящее время система </w:t>
      </w:r>
      <w:r w:rsidRPr="00902886">
        <w:rPr>
          <w:szCs w:val="28"/>
        </w:rPr>
        <w:t xml:space="preserve">водоотведения на территории </w:t>
      </w:r>
      <w:r w:rsidRPr="00902886">
        <w:rPr>
          <w:bCs/>
          <w:szCs w:val="28"/>
        </w:rPr>
        <w:t>МО</w:t>
      </w:r>
      <w:r w:rsidRPr="00D43179">
        <w:rPr>
          <w:bCs/>
          <w:szCs w:val="28"/>
        </w:rPr>
        <w:t xml:space="preserve"> «</w:t>
      </w:r>
      <w:r w:rsidRPr="000A1B5D">
        <w:rPr>
          <w:bCs/>
          <w:iCs/>
          <w:szCs w:val="28"/>
        </w:rPr>
        <w:t>Майми</w:t>
      </w:r>
      <w:r w:rsidRPr="000A1B5D">
        <w:rPr>
          <w:bCs/>
          <w:iCs/>
          <w:szCs w:val="28"/>
        </w:rPr>
        <w:t>н</w:t>
      </w:r>
      <w:r w:rsidRPr="000A1B5D">
        <w:rPr>
          <w:bCs/>
          <w:iCs/>
          <w:szCs w:val="28"/>
        </w:rPr>
        <w:t xml:space="preserve">ское </w:t>
      </w:r>
      <w:r w:rsidRPr="00D43179">
        <w:rPr>
          <w:bCs/>
          <w:szCs w:val="28"/>
        </w:rPr>
        <w:t>сельское поселение»</w:t>
      </w:r>
      <w:r w:rsidRPr="00DD0C3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71" w:name="_Toc10132712"/>
      <w:r w:rsidRPr="00575D7C">
        <w:t xml:space="preserve">Анализ резервов производственных мощностей очистных </w:t>
      </w:r>
      <w:r>
        <w:t xml:space="preserve">             </w:t>
      </w:r>
      <w:r w:rsidRPr="00575D7C">
        <w:t>сооружений системы водоотведения и возможности расширения зоны их действия</w:t>
      </w:r>
      <w:bookmarkEnd w:id="71"/>
    </w:p>
    <w:p w:rsidR="00BE3174" w:rsidRDefault="00BE3174" w:rsidP="00257BCD">
      <w:pPr>
        <w:rPr>
          <w:szCs w:val="28"/>
        </w:rPr>
      </w:pPr>
      <w:r w:rsidRPr="00257BCD">
        <w:rPr>
          <w:szCs w:val="28"/>
        </w:rPr>
        <w:t>Расчет резервов производственных мощностей очистных сооружений системы водоотведения</w:t>
      </w:r>
      <w:r>
        <w:rPr>
          <w:szCs w:val="28"/>
        </w:rPr>
        <w:t xml:space="preserve"> Майминского сельского поселения, рассчитанных в п. 3.3.3. </w:t>
      </w:r>
      <w:r w:rsidRPr="00257BCD">
        <w:t>позволяет дополнительно подключить к централизованной системе водоотведения потребителей.</w:t>
      </w:r>
    </w:p>
    <w:p w:rsidR="00BE3174" w:rsidRDefault="00BE3174" w:rsidP="00EB5902">
      <w:pPr>
        <w:autoSpaceDE w:val="0"/>
        <w:autoSpaceDN w:val="0"/>
        <w:adjustRightInd w:val="0"/>
        <w:ind w:firstLine="567"/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2"/>
        <w:rPr>
          <w:szCs w:val="28"/>
        </w:rPr>
      </w:pPr>
      <w:bookmarkStart w:id="72" w:name="_Toc10132713"/>
      <w:r w:rsidRPr="00575D7C"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72"/>
    </w:p>
    <w:p w:rsidR="00BE3174" w:rsidRDefault="00BE3174" w:rsidP="00A76893">
      <w:pPr>
        <w:pStyle w:val="Heading3"/>
        <w:rPr>
          <w:szCs w:val="28"/>
        </w:rPr>
      </w:pPr>
      <w:bookmarkStart w:id="73" w:name="_Toc10132714"/>
      <w:r w:rsidRPr="00575D7C">
        <w:t>Основные направления, принципы, задачи и целевые показатели развития централизованной системы водоотведения</w:t>
      </w:r>
      <w:bookmarkEnd w:id="73"/>
    </w:p>
    <w:p w:rsidR="00BE3174" w:rsidRPr="00902886" w:rsidRDefault="00BE3174" w:rsidP="00EB5902">
      <w:pPr>
        <w:autoSpaceDE w:val="0"/>
        <w:autoSpaceDN w:val="0"/>
        <w:adjustRightInd w:val="0"/>
        <w:ind w:firstLine="567"/>
        <w:rPr>
          <w:szCs w:val="28"/>
        </w:rPr>
      </w:pPr>
      <w:r w:rsidRPr="00902886">
        <w:rPr>
          <w:szCs w:val="28"/>
        </w:rPr>
        <w:t xml:space="preserve">Раздел «Водоотведение» схемы водоснабжения и водоотведения </w:t>
      </w:r>
      <w:r w:rsidRPr="00902886">
        <w:rPr>
          <w:bCs/>
          <w:szCs w:val="28"/>
        </w:rPr>
        <w:t>МО «</w:t>
      </w:r>
      <w:r w:rsidRPr="00902886">
        <w:rPr>
          <w:bCs/>
          <w:iCs/>
          <w:szCs w:val="28"/>
        </w:rPr>
        <w:t xml:space="preserve">Майминское </w:t>
      </w:r>
      <w:r w:rsidRPr="00902886">
        <w:rPr>
          <w:bCs/>
          <w:szCs w:val="28"/>
        </w:rPr>
        <w:t xml:space="preserve">сельское поселение» </w:t>
      </w:r>
      <w:r w:rsidRPr="00902886">
        <w:rPr>
          <w:szCs w:val="28"/>
        </w:rPr>
        <w:t>на период до 2024 года (далее раздел «Водоотведение» схемы водоснабжения и водоотведения) разработан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</w:t>
      </w:r>
      <w:r w:rsidRPr="00902886">
        <w:rPr>
          <w:szCs w:val="28"/>
        </w:rPr>
        <w:t>а</w:t>
      </w:r>
      <w:r w:rsidRPr="00902886">
        <w:rPr>
          <w:szCs w:val="28"/>
        </w:rPr>
        <w:t>селения путем обеспечения бесперебойного и качественного водоотведения; снижение негативного воздействия на водные объекты путем повышения к</w:t>
      </w:r>
      <w:r w:rsidRPr="00902886">
        <w:rPr>
          <w:szCs w:val="28"/>
        </w:rPr>
        <w:t>а</w:t>
      </w:r>
      <w:r w:rsidRPr="00902886">
        <w:rPr>
          <w:szCs w:val="28"/>
        </w:rPr>
        <w:t>чества очистки сточных вод; обеспечение доступности услуг водоотведения для абонентов за счет развития централизованной системы водоотведения.</w:t>
      </w:r>
    </w:p>
    <w:p w:rsidR="00BE3174" w:rsidRDefault="00BE3174" w:rsidP="00A30CBF">
      <w:r>
        <w:t xml:space="preserve">Целью </w:t>
      </w:r>
      <w:r w:rsidRPr="00D972E9">
        <w:t>развития централизованной системы водоотведения являются:</w:t>
      </w:r>
    </w:p>
    <w:p w:rsidR="00BE3174" w:rsidRPr="001C2651" w:rsidRDefault="00BE3174" w:rsidP="00A30CBF">
      <w:pPr>
        <w:pStyle w:val="ListParagraph"/>
        <w:numPr>
          <w:ilvl w:val="0"/>
          <w:numId w:val="22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комплексное решение проблемы перехода к устойчивому функцион</w:t>
      </w:r>
      <w:r w:rsidRPr="001C2651">
        <w:rPr>
          <w:szCs w:val="28"/>
        </w:rPr>
        <w:t>и</w:t>
      </w:r>
      <w:r w:rsidRPr="001C2651">
        <w:rPr>
          <w:szCs w:val="28"/>
        </w:rPr>
        <w:t xml:space="preserve">рованию и развитию коммунальной сферы; </w:t>
      </w:r>
    </w:p>
    <w:p w:rsidR="00BE3174" w:rsidRPr="001C2651" w:rsidRDefault="00BE3174" w:rsidP="00A30CBF">
      <w:pPr>
        <w:pStyle w:val="ListParagraph"/>
        <w:numPr>
          <w:ilvl w:val="0"/>
          <w:numId w:val="22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улучшение качества коммунальных услуг с одновременным снижен</w:t>
      </w:r>
      <w:r w:rsidRPr="001C2651">
        <w:rPr>
          <w:szCs w:val="28"/>
        </w:rPr>
        <w:t>и</w:t>
      </w:r>
      <w:r w:rsidRPr="001C2651">
        <w:rPr>
          <w:szCs w:val="28"/>
        </w:rPr>
        <w:t xml:space="preserve">ем нерациональных затрат; </w:t>
      </w:r>
    </w:p>
    <w:p w:rsidR="00BE3174" w:rsidRPr="001C2651" w:rsidRDefault="00BE3174" w:rsidP="00A30CBF">
      <w:pPr>
        <w:pStyle w:val="ListParagraph"/>
        <w:numPr>
          <w:ilvl w:val="0"/>
          <w:numId w:val="22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обеспечение коммунальными ресурсами новых потребителей в соо</w:t>
      </w:r>
      <w:r w:rsidRPr="001C2651">
        <w:rPr>
          <w:szCs w:val="28"/>
        </w:rPr>
        <w:t>т</w:t>
      </w:r>
      <w:r w:rsidRPr="001C2651">
        <w:rPr>
          <w:szCs w:val="28"/>
        </w:rPr>
        <w:t>ветствии с потребностями жилищного и промышленного строительс</w:t>
      </w:r>
      <w:r w:rsidRPr="001C2651">
        <w:rPr>
          <w:szCs w:val="28"/>
        </w:rPr>
        <w:t>т</w:t>
      </w:r>
      <w:r w:rsidRPr="001C2651">
        <w:rPr>
          <w:szCs w:val="28"/>
        </w:rPr>
        <w:t xml:space="preserve">ва; </w:t>
      </w:r>
    </w:p>
    <w:p w:rsidR="00BE3174" w:rsidRPr="001C2651" w:rsidRDefault="00BE3174" w:rsidP="00A30CBF">
      <w:pPr>
        <w:pStyle w:val="ListParagraph"/>
        <w:numPr>
          <w:ilvl w:val="0"/>
          <w:numId w:val="22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повышение надежности и эффективности функционирования комм</w:t>
      </w:r>
      <w:r w:rsidRPr="001C2651">
        <w:rPr>
          <w:szCs w:val="28"/>
        </w:rPr>
        <w:t>у</w:t>
      </w:r>
      <w:r w:rsidRPr="001C2651">
        <w:rPr>
          <w:szCs w:val="28"/>
        </w:rPr>
        <w:t xml:space="preserve">нальных систем жизнеобеспечения населения; </w:t>
      </w:r>
    </w:p>
    <w:p w:rsidR="00BE3174" w:rsidRDefault="00BE3174" w:rsidP="00A30CBF">
      <w:pPr>
        <w:pStyle w:val="ListParagraph"/>
        <w:numPr>
          <w:ilvl w:val="0"/>
          <w:numId w:val="22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улучшение экологической ситуации.</w:t>
      </w:r>
    </w:p>
    <w:p w:rsidR="00BE3174" w:rsidRPr="001C2651" w:rsidRDefault="00BE3174" w:rsidP="00A30CBF">
      <w:pPr>
        <w:pStyle w:val="ListParagraph"/>
        <w:autoSpaceDE w:val="0"/>
        <w:autoSpaceDN w:val="0"/>
        <w:adjustRightInd w:val="0"/>
        <w:ind w:left="851" w:firstLine="0"/>
        <w:contextualSpacing/>
        <w:rPr>
          <w:szCs w:val="28"/>
        </w:rPr>
      </w:pPr>
    </w:p>
    <w:p w:rsidR="00BE3174" w:rsidRPr="00D972E9" w:rsidRDefault="00BE3174" w:rsidP="00A30CBF">
      <w:r w:rsidRPr="00D972E9">
        <w:t>Основными задачами, решаемыми в разделе «Водоотведение» схемы водоснабжения и водоотведения являются:</w:t>
      </w:r>
    </w:p>
    <w:p w:rsidR="00BE3174" w:rsidRPr="00D972E9" w:rsidRDefault="00BE3174" w:rsidP="00A30CBF">
      <w:pPr>
        <w:pStyle w:val="BodyText"/>
        <w:numPr>
          <w:ilvl w:val="0"/>
          <w:numId w:val="23"/>
        </w:numPr>
        <w:spacing w:after="0"/>
        <w:contextualSpacing/>
        <w:rPr>
          <w:szCs w:val="28"/>
        </w:rPr>
      </w:pPr>
      <w:r w:rsidRPr="00D972E9">
        <w:rPr>
          <w:szCs w:val="28"/>
        </w:rPr>
        <w:t>реконструкция сетей водоотведения;</w:t>
      </w:r>
    </w:p>
    <w:p w:rsidR="00BE3174" w:rsidRPr="00D972E9" w:rsidRDefault="00BE3174" w:rsidP="00A30CBF">
      <w:pPr>
        <w:pStyle w:val="BodyText"/>
        <w:numPr>
          <w:ilvl w:val="0"/>
          <w:numId w:val="23"/>
        </w:numPr>
        <w:spacing w:after="0"/>
        <w:contextualSpacing/>
        <w:rPr>
          <w:szCs w:val="28"/>
        </w:rPr>
      </w:pPr>
      <w:r w:rsidRPr="00D972E9">
        <w:rPr>
          <w:szCs w:val="28"/>
        </w:rPr>
        <w:t>реконструкция канализационных очистных сооружений</w:t>
      </w:r>
      <w:r>
        <w:rPr>
          <w:szCs w:val="28"/>
        </w:rPr>
        <w:t>, в том числе:</w:t>
      </w:r>
      <w:r w:rsidRPr="00D972E9">
        <w:rPr>
          <w:szCs w:val="28"/>
        </w:rPr>
        <w:t xml:space="preserve"> </w:t>
      </w:r>
    </w:p>
    <w:p w:rsidR="00BE3174" w:rsidRDefault="00BE3174" w:rsidP="00A30CBF">
      <w:pPr>
        <w:pStyle w:val="ListParagraph"/>
        <w:numPr>
          <w:ilvl w:val="0"/>
          <w:numId w:val="23"/>
        </w:numPr>
      </w:pPr>
      <w:r>
        <w:t xml:space="preserve">установка эффективного энергосберегающего насосного оборудова-ния; </w:t>
      </w:r>
    </w:p>
    <w:p w:rsidR="00BE3174" w:rsidRDefault="00BE3174" w:rsidP="00A30CBF">
      <w:pPr>
        <w:pStyle w:val="ListParagraph"/>
        <w:numPr>
          <w:ilvl w:val="0"/>
          <w:numId w:val="23"/>
        </w:numPr>
      </w:pPr>
      <w:r>
        <w:t>модернизация насосных станций с применением современного обор</w:t>
      </w:r>
      <w:r>
        <w:t>у</w:t>
      </w:r>
      <w:r>
        <w:t xml:space="preserve">дования; </w:t>
      </w:r>
    </w:p>
    <w:p w:rsidR="00BE3174" w:rsidRDefault="00BE3174" w:rsidP="00A30CBF">
      <w:pPr>
        <w:rPr>
          <w:szCs w:val="28"/>
        </w:rPr>
      </w:pPr>
      <w:r>
        <w:t>внедрение системы телемеханики и автоматизированной системы управления технологическими процессами с реконструкцией контрольно - измерительных приборов и автоматики (КИП и А) насосных станций.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74" w:name="_Toc10132715"/>
      <w:r w:rsidRPr="00575D7C">
        <w:t>Перечень основных мероприятий по реализации схем водоотведения с разбивкой по годам, включая технические обоснования этих меропри</w:t>
      </w:r>
      <w:r w:rsidRPr="00575D7C">
        <w:t>я</w:t>
      </w:r>
      <w:r w:rsidRPr="00575D7C">
        <w:t>тий</w:t>
      </w:r>
      <w:bookmarkEnd w:id="74"/>
    </w:p>
    <w:p w:rsidR="00BE3174" w:rsidRDefault="00BE3174" w:rsidP="00A30CBF">
      <w:pPr>
        <w:rPr>
          <w:szCs w:val="28"/>
        </w:rPr>
      </w:pPr>
      <w:r>
        <w:rPr>
          <w:szCs w:val="28"/>
        </w:rPr>
        <w:t>В связи с отсутствием системы водоотведения на период 2019-2024 гг. рекомендуются следующие мероприятия:</w:t>
      </w:r>
    </w:p>
    <w:p w:rsidR="00BE3174" w:rsidRDefault="00BE3174" w:rsidP="003C30AE">
      <w:pPr>
        <w:rPr>
          <w:szCs w:val="28"/>
        </w:rPr>
      </w:pPr>
    </w:p>
    <w:p w:rsidR="00BE3174" w:rsidRPr="009230E6" w:rsidRDefault="00BE3174" w:rsidP="00A30CBF">
      <w:pPr>
        <w:rPr>
          <w:b/>
          <w:i/>
          <w:szCs w:val="28"/>
          <w:u w:val="single"/>
        </w:rPr>
      </w:pPr>
      <w:r w:rsidRPr="009230E6">
        <w:rPr>
          <w:b/>
          <w:i/>
          <w:szCs w:val="28"/>
          <w:u w:val="single"/>
        </w:rPr>
        <w:t xml:space="preserve">с. </w:t>
      </w:r>
      <w:r w:rsidRPr="009230E6">
        <w:rPr>
          <w:b/>
          <w:i/>
          <w:u w:val="single"/>
        </w:rPr>
        <w:t>Майма</w:t>
      </w:r>
    </w:p>
    <w:p w:rsidR="00BE3174" w:rsidRPr="004B2B96" w:rsidRDefault="00BE3174" w:rsidP="00A30CBF">
      <w:pPr>
        <w:pStyle w:val="ListParagraph"/>
        <w:numPr>
          <w:ilvl w:val="0"/>
          <w:numId w:val="17"/>
        </w:numPr>
        <w:ind w:left="851" w:hanging="284"/>
        <w:contextualSpacing/>
      </w:pPr>
      <w:r w:rsidRPr="004B2B96">
        <w:t>Поэтапное строительство сетей водоотведения (</w:t>
      </w:r>
      <w:r>
        <w:t xml:space="preserve">50 </w:t>
      </w:r>
      <w:r w:rsidRPr="004B2B96">
        <w:t>км);</w:t>
      </w:r>
    </w:p>
    <w:p w:rsidR="00BE3174" w:rsidRPr="004B2B96" w:rsidRDefault="00BE3174" w:rsidP="00A30CBF">
      <w:pPr>
        <w:pStyle w:val="ListParagraph"/>
        <w:numPr>
          <w:ilvl w:val="0"/>
          <w:numId w:val="17"/>
        </w:numPr>
        <w:ind w:left="851" w:hanging="284"/>
        <w:contextualSpacing/>
      </w:pPr>
      <w:r>
        <w:t>Строительство КОС мощностью 50</w:t>
      </w:r>
      <w:r w:rsidRPr="004B2B96">
        <w:t>00 м</w:t>
      </w:r>
      <w:r w:rsidRPr="001745DA">
        <w:rPr>
          <w:vertAlign w:val="superscript"/>
        </w:rPr>
        <w:t>3</w:t>
      </w:r>
      <w:r w:rsidRPr="004B2B96">
        <w:t>/сут (1 шт.)</w:t>
      </w:r>
    </w:p>
    <w:p w:rsidR="00BE3174" w:rsidRDefault="00BE3174" w:rsidP="003C30AE">
      <w:pPr>
        <w:rPr>
          <w:szCs w:val="28"/>
        </w:rPr>
      </w:pPr>
    </w:p>
    <w:p w:rsidR="00BE3174" w:rsidRPr="009230E6" w:rsidRDefault="00BE3174" w:rsidP="003C30AE">
      <w:pPr>
        <w:rPr>
          <w:b/>
          <w:i/>
          <w:szCs w:val="28"/>
          <w:u w:val="single"/>
        </w:rPr>
      </w:pPr>
      <w:r w:rsidRPr="009230E6">
        <w:rPr>
          <w:b/>
          <w:i/>
          <w:szCs w:val="28"/>
          <w:u w:val="single"/>
        </w:rPr>
        <w:t>с. Подгорное</w:t>
      </w:r>
    </w:p>
    <w:p w:rsidR="00BE3174" w:rsidRPr="004B2B96" w:rsidRDefault="00BE3174" w:rsidP="00A30CBF">
      <w:pPr>
        <w:pStyle w:val="ListParagraph"/>
        <w:numPr>
          <w:ilvl w:val="0"/>
          <w:numId w:val="17"/>
        </w:numPr>
        <w:ind w:left="851" w:hanging="284"/>
        <w:contextualSpacing/>
      </w:pPr>
      <w:r w:rsidRPr="004B2B96">
        <w:t>Поэтапное строительство сетей водоотведения (</w:t>
      </w:r>
      <w:r>
        <w:t xml:space="preserve">6 </w:t>
      </w:r>
      <w:r w:rsidRPr="004B2B96">
        <w:t>км);</w:t>
      </w:r>
    </w:p>
    <w:p w:rsidR="00BE3174" w:rsidRPr="004B2B96" w:rsidRDefault="00BE3174" w:rsidP="00A30CBF">
      <w:pPr>
        <w:pStyle w:val="ListParagraph"/>
        <w:numPr>
          <w:ilvl w:val="0"/>
          <w:numId w:val="17"/>
        </w:numPr>
        <w:ind w:left="851" w:hanging="284"/>
        <w:contextualSpacing/>
      </w:pPr>
      <w:r>
        <w:t>Строительство ЛОС мощностью 15</w:t>
      </w:r>
      <w:r w:rsidRPr="004B2B96">
        <w:t>0 м</w:t>
      </w:r>
      <w:r w:rsidRPr="001745DA">
        <w:rPr>
          <w:vertAlign w:val="superscript"/>
        </w:rPr>
        <w:t>3</w:t>
      </w:r>
      <w:r w:rsidRPr="004B2B96">
        <w:t>/сут (1 шт.)</w:t>
      </w:r>
    </w:p>
    <w:p w:rsidR="00BE3174" w:rsidRDefault="00BE3174" w:rsidP="003C30AE">
      <w:pPr>
        <w:rPr>
          <w:szCs w:val="28"/>
        </w:rPr>
      </w:pPr>
    </w:p>
    <w:p w:rsidR="00BE3174" w:rsidRPr="009230E6" w:rsidRDefault="00BE3174" w:rsidP="003C30AE">
      <w:pPr>
        <w:rPr>
          <w:b/>
          <w:i/>
          <w:szCs w:val="28"/>
          <w:u w:val="single"/>
        </w:rPr>
      </w:pPr>
      <w:r w:rsidRPr="009230E6">
        <w:rPr>
          <w:b/>
          <w:i/>
          <w:szCs w:val="28"/>
          <w:u w:val="single"/>
        </w:rPr>
        <w:t>с. Верх-Карагуж</w:t>
      </w:r>
    </w:p>
    <w:p w:rsidR="00BE3174" w:rsidRPr="004B2B96" w:rsidRDefault="00BE3174" w:rsidP="00A30CBF">
      <w:pPr>
        <w:pStyle w:val="ListParagraph"/>
        <w:numPr>
          <w:ilvl w:val="0"/>
          <w:numId w:val="17"/>
        </w:numPr>
        <w:ind w:left="851" w:hanging="284"/>
        <w:contextualSpacing/>
      </w:pPr>
      <w:r w:rsidRPr="004B2B96">
        <w:t>Поэтапное строительство сетей водоотведения (</w:t>
      </w:r>
      <w:r>
        <w:t xml:space="preserve">5,5 </w:t>
      </w:r>
      <w:r w:rsidRPr="004B2B96">
        <w:t>км);</w:t>
      </w:r>
    </w:p>
    <w:p w:rsidR="00BE3174" w:rsidRPr="004B2B96" w:rsidRDefault="00BE3174" w:rsidP="00A30CBF">
      <w:pPr>
        <w:pStyle w:val="ListParagraph"/>
        <w:numPr>
          <w:ilvl w:val="0"/>
          <w:numId w:val="17"/>
        </w:numPr>
        <w:ind w:left="851" w:hanging="284"/>
        <w:contextualSpacing/>
      </w:pPr>
      <w:r>
        <w:t>Строительство ЛОС мощностью 130</w:t>
      </w:r>
      <w:r w:rsidRPr="004B2B96">
        <w:t xml:space="preserve"> м</w:t>
      </w:r>
      <w:r w:rsidRPr="001745DA">
        <w:rPr>
          <w:vertAlign w:val="superscript"/>
        </w:rPr>
        <w:t>3</w:t>
      </w:r>
      <w:r w:rsidRPr="004B2B96">
        <w:t>/сут (1 шт.)</w:t>
      </w:r>
    </w:p>
    <w:p w:rsidR="00BE3174" w:rsidRDefault="00BE3174" w:rsidP="003C30AE">
      <w:pPr>
        <w:rPr>
          <w:szCs w:val="28"/>
        </w:rPr>
      </w:pPr>
    </w:p>
    <w:p w:rsidR="00BE3174" w:rsidRPr="00A30CBF" w:rsidRDefault="00BE3174" w:rsidP="003C30AE">
      <w:pPr>
        <w:rPr>
          <w:b/>
          <w:i/>
          <w:szCs w:val="28"/>
        </w:rPr>
      </w:pPr>
      <w:r w:rsidRPr="00A30CBF">
        <w:rPr>
          <w:b/>
          <w:i/>
          <w:szCs w:val="28"/>
        </w:rPr>
        <w:t>п. Карлушка</w:t>
      </w:r>
    </w:p>
    <w:p w:rsidR="00BE3174" w:rsidRPr="004B2B96" w:rsidRDefault="00BE3174" w:rsidP="00A30CBF">
      <w:pPr>
        <w:pStyle w:val="ListParagraph"/>
        <w:numPr>
          <w:ilvl w:val="0"/>
          <w:numId w:val="17"/>
        </w:numPr>
        <w:ind w:left="851" w:hanging="284"/>
        <w:contextualSpacing/>
      </w:pPr>
      <w:r w:rsidRPr="004B2B96">
        <w:t>Поэтапное строительство сетей водоотведения (</w:t>
      </w:r>
      <w:r>
        <w:t xml:space="preserve">4 </w:t>
      </w:r>
      <w:r w:rsidRPr="004B2B96">
        <w:t>км);</w:t>
      </w:r>
    </w:p>
    <w:p w:rsidR="00BE3174" w:rsidRPr="004B2B96" w:rsidRDefault="00BE3174" w:rsidP="00A30CBF">
      <w:pPr>
        <w:pStyle w:val="ListParagraph"/>
        <w:numPr>
          <w:ilvl w:val="0"/>
          <w:numId w:val="17"/>
        </w:numPr>
        <w:ind w:left="851" w:hanging="284"/>
        <w:contextualSpacing/>
      </w:pPr>
      <w:r>
        <w:t>Строительство ЛОС мощностью 10</w:t>
      </w:r>
      <w:r w:rsidRPr="004B2B96">
        <w:t>0 м</w:t>
      </w:r>
      <w:r w:rsidRPr="001745DA">
        <w:rPr>
          <w:vertAlign w:val="superscript"/>
        </w:rPr>
        <w:t>3</w:t>
      </w:r>
      <w:r w:rsidRPr="004B2B96">
        <w:t>/сут (1 шт.)</w:t>
      </w:r>
    </w:p>
    <w:p w:rsidR="00BE3174" w:rsidRDefault="00BE3174" w:rsidP="003C30AE">
      <w:pPr>
        <w:rPr>
          <w:szCs w:val="28"/>
        </w:rPr>
      </w:pPr>
    </w:p>
    <w:p w:rsidR="00BE3174" w:rsidRPr="009230E6" w:rsidRDefault="00BE3174" w:rsidP="003C30AE">
      <w:pPr>
        <w:rPr>
          <w:b/>
          <w:i/>
          <w:szCs w:val="28"/>
          <w:u w:val="single"/>
        </w:rPr>
      </w:pPr>
      <w:r w:rsidRPr="009230E6">
        <w:rPr>
          <w:b/>
          <w:i/>
          <w:szCs w:val="28"/>
          <w:u w:val="single"/>
        </w:rPr>
        <w:t>п. Дубровка</w:t>
      </w:r>
    </w:p>
    <w:p w:rsidR="00BE3174" w:rsidRPr="004B2B96" w:rsidRDefault="00BE3174" w:rsidP="00A30CBF">
      <w:pPr>
        <w:pStyle w:val="ListParagraph"/>
        <w:numPr>
          <w:ilvl w:val="0"/>
          <w:numId w:val="17"/>
        </w:numPr>
        <w:ind w:left="851" w:hanging="284"/>
        <w:contextualSpacing/>
      </w:pPr>
      <w:r w:rsidRPr="004B2B96">
        <w:t>Поэтапное строительство сетей водоотведения (</w:t>
      </w:r>
      <w:r>
        <w:t xml:space="preserve">1 </w:t>
      </w:r>
      <w:r w:rsidRPr="004B2B96">
        <w:t>км);</w:t>
      </w:r>
    </w:p>
    <w:p w:rsidR="00BE3174" w:rsidRPr="004B2B96" w:rsidRDefault="00BE3174" w:rsidP="00A30CBF">
      <w:pPr>
        <w:pStyle w:val="ListParagraph"/>
        <w:numPr>
          <w:ilvl w:val="0"/>
          <w:numId w:val="17"/>
        </w:numPr>
        <w:ind w:left="851" w:hanging="284"/>
        <w:contextualSpacing/>
      </w:pPr>
      <w:r>
        <w:t>Строительство ЛОС мощностью 3</w:t>
      </w:r>
      <w:r w:rsidRPr="004B2B96">
        <w:t>0 м</w:t>
      </w:r>
      <w:r w:rsidRPr="001745DA">
        <w:rPr>
          <w:vertAlign w:val="superscript"/>
        </w:rPr>
        <w:t>3</w:t>
      </w:r>
      <w:r w:rsidRPr="004B2B96">
        <w:t>/сут (1 шт.)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75" w:name="_Toc10132716"/>
      <w:r w:rsidRPr="00575D7C">
        <w:t>Технические обоснования основных мероприятий по реализации схем водоотведения</w:t>
      </w:r>
      <w:bookmarkEnd w:id="75"/>
    </w:p>
    <w:p w:rsidR="00BE3174" w:rsidRDefault="00BE3174" w:rsidP="003C30AE">
      <w:r>
        <w:t>Реализация мероприятий по развитию и модернизации систем водоо</w:t>
      </w:r>
      <w:r>
        <w:t>т</w:t>
      </w:r>
      <w:r>
        <w:t xml:space="preserve">ведения позволит: </w:t>
      </w:r>
    </w:p>
    <w:p w:rsidR="00BE3174" w:rsidRDefault="00BE3174" w:rsidP="003C30AE">
      <w:r>
        <w:t xml:space="preserve">- сохранить показатели очистки сточных вод, соответственно качество поверхностных вод; </w:t>
      </w:r>
    </w:p>
    <w:p w:rsidR="00BE3174" w:rsidRDefault="00BE3174" w:rsidP="003C30AE">
      <w:r>
        <w:t>- решить проблему утилизации и снизить нагрузки на иловые площа</w:t>
      </w:r>
      <w:r>
        <w:t>д</w:t>
      </w:r>
      <w:r>
        <w:t xml:space="preserve">ки; </w:t>
      </w:r>
    </w:p>
    <w:p w:rsidR="00BE3174" w:rsidRDefault="00BE3174" w:rsidP="003C30AE">
      <w:r>
        <w:t xml:space="preserve">- сократить удельные расходы на энергию и другие эксплуатационные расходы; </w:t>
      </w:r>
    </w:p>
    <w:p w:rsidR="00BE3174" w:rsidRDefault="00BE3174" w:rsidP="003C30AE">
      <w:r>
        <w:t>- увеличить количество потребителей услуг, а также объем сбора средств за предоставленные услуги;</w:t>
      </w:r>
    </w:p>
    <w:p w:rsidR="00BE3174" w:rsidRDefault="00BE3174" w:rsidP="003C30AE">
      <w:pPr>
        <w:rPr>
          <w:szCs w:val="28"/>
        </w:rPr>
      </w:pPr>
      <w:r>
        <w:t xml:space="preserve"> - повысить рентабельность деятельности предприятия, эксплуатиру</w:t>
      </w:r>
      <w:r>
        <w:t>ю</w:t>
      </w:r>
      <w:r>
        <w:t>щего системы водоотведения поселения.</w:t>
      </w:r>
    </w:p>
    <w:p w:rsidR="00BE3174" w:rsidRPr="00D972E9" w:rsidRDefault="00BE3174" w:rsidP="00DF1C65">
      <w:pPr>
        <w:ind w:firstLine="567"/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 w:rsidRPr="004504E6">
        <w:rPr>
          <w:bCs/>
          <w:szCs w:val="28"/>
        </w:rPr>
        <w:t>МО «</w:t>
      </w:r>
      <w:r>
        <w:rPr>
          <w:bCs/>
          <w:iCs/>
          <w:szCs w:val="28"/>
        </w:rPr>
        <w:t>Майминское</w:t>
      </w:r>
      <w:r w:rsidRPr="00DA3CAE">
        <w:rPr>
          <w:bCs/>
          <w:iCs/>
          <w:szCs w:val="28"/>
        </w:rPr>
        <w:t xml:space="preserve"> </w:t>
      </w:r>
      <w:r w:rsidRPr="004504E6">
        <w:rPr>
          <w:bCs/>
          <w:szCs w:val="28"/>
        </w:rPr>
        <w:t xml:space="preserve">сельское поселение» </w:t>
      </w:r>
      <w:r w:rsidRPr="00D972E9">
        <w:rPr>
          <w:szCs w:val="28"/>
        </w:rPr>
        <w:t>отсутствует.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76" w:name="_Toc10132717"/>
      <w:r w:rsidRPr="00575D7C">
        <w:t>Сведения о вновь строящихся, реконструируемых и предлагаемых к выводу из эксплуатации объектах централизованной системы водоотв</w:t>
      </w:r>
      <w:r w:rsidRPr="00575D7C">
        <w:t>е</w:t>
      </w:r>
      <w:r w:rsidRPr="00575D7C">
        <w:t>дения</w:t>
      </w:r>
      <w:bookmarkEnd w:id="76"/>
    </w:p>
    <w:p w:rsidR="00BE3174" w:rsidRDefault="00BE3174" w:rsidP="003C30AE">
      <w:pPr>
        <w:rPr>
          <w:szCs w:val="28"/>
        </w:rPr>
      </w:pPr>
      <w:r w:rsidRPr="00A01E0B">
        <w:t>В настоящее время вновь строящихся, реконструируемых и предлага</w:t>
      </w:r>
      <w:r w:rsidRPr="00A01E0B">
        <w:t>е</w:t>
      </w:r>
      <w:r w:rsidRPr="00A01E0B">
        <w:t>мых к выводу из эксплуатации объектов централизованной системы водоо</w:t>
      </w:r>
      <w:r w:rsidRPr="00A01E0B">
        <w:t>т</w:t>
      </w:r>
      <w:r w:rsidRPr="00A01E0B">
        <w:t xml:space="preserve">ведения </w:t>
      </w:r>
      <w:r w:rsidRPr="00A01E0B">
        <w:rPr>
          <w:bCs/>
          <w:szCs w:val="28"/>
        </w:rPr>
        <w:t>МО «</w:t>
      </w:r>
      <w:r w:rsidRPr="00A01E0B">
        <w:rPr>
          <w:bCs/>
          <w:iCs/>
          <w:szCs w:val="28"/>
        </w:rPr>
        <w:t xml:space="preserve">Майминское </w:t>
      </w:r>
      <w:r w:rsidRPr="00A01E0B">
        <w:rPr>
          <w:bCs/>
          <w:szCs w:val="28"/>
        </w:rPr>
        <w:t xml:space="preserve">сельское поселение» </w:t>
      </w:r>
      <w:r w:rsidRPr="00A01E0B">
        <w:t>не имеется.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77" w:name="_Toc10132718"/>
      <w:r w:rsidRPr="00575D7C"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77"/>
    </w:p>
    <w:p w:rsidR="00BE3174" w:rsidRDefault="00BE3174" w:rsidP="00AD195C">
      <w:r w:rsidRPr="00A01E0B">
        <w:t>Внедрение системы диспетчеризации, телемеханики и автоматизир</w:t>
      </w:r>
      <w:r w:rsidRPr="00A01E0B">
        <w:t>о</w:t>
      </w:r>
      <w:r w:rsidRPr="00A01E0B">
        <w:t xml:space="preserve">ванной системы управления режимами водоотведения </w:t>
      </w:r>
      <w:r w:rsidRPr="00A01E0B">
        <w:rPr>
          <w:bCs/>
          <w:szCs w:val="28"/>
        </w:rPr>
        <w:t>МО «</w:t>
      </w:r>
      <w:r w:rsidRPr="00A01E0B">
        <w:rPr>
          <w:bCs/>
          <w:iCs/>
          <w:szCs w:val="28"/>
        </w:rPr>
        <w:t xml:space="preserve">Майминское </w:t>
      </w:r>
      <w:r w:rsidRPr="00A01E0B">
        <w:rPr>
          <w:bCs/>
          <w:szCs w:val="28"/>
        </w:rPr>
        <w:t>сельское поселение» не планируется.</w:t>
      </w:r>
      <w:r>
        <w:rPr>
          <w:bCs/>
          <w:szCs w:val="28"/>
        </w:rPr>
        <w:t xml:space="preserve"> </w:t>
      </w:r>
    </w:p>
    <w:p w:rsidR="00BE3174" w:rsidRDefault="00BE3174" w:rsidP="00AD195C"/>
    <w:p w:rsidR="00BE3174" w:rsidRPr="00780A52" w:rsidRDefault="00BE3174" w:rsidP="00AD195C">
      <w:r w:rsidRPr="00780A52">
        <w:t>Анализ ситуации в сельском поселении показал, необходимость вн</w:t>
      </w:r>
      <w:r w:rsidRPr="00780A52">
        <w:t>е</w:t>
      </w:r>
      <w:r w:rsidRPr="00780A52">
        <w:t>дрения высокоэффективных энергосберегающих технологий, а именно со</w:t>
      </w:r>
      <w:r w:rsidRPr="00780A52">
        <w:t>з</w:t>
      </w:r>
      <w:r w:rsidRPr="00780A52">
        <w:t>дание современной автоматизированной системы оперативного диспетче</w:t>
      </w:r>
      <w:r w:rsidRPr="00780A52">
        <w:t>р</w:t>
      </w:r>
      <w:r w:rsidRPr="00780A52">
        <w:t>ского управления системами водоотведения.</w:t>
      </w:r>
    </w:p>
    <w:p w:rsidR="00BE3174" w:rsidRPr="00780A52" w:rsidRDefault="00BE3174" w:rsidP="00AD195C">
      <w:r w:rsidRPr="00780A52">
        <w:t>В рамках реализации данной схемы предлагается устанавливать ча</w:t>
      </w:r>
      <w:r w:rsidRPr="00780A52">
        <w:t>с</w:t>
      </w:r>
      <w:r w:rsidRPr="00780A52">
        <w:t>тотные преобразователи, шкафы автоматизации, датчики давления и приб</w:t>
      </w:r>
      <w:r w:rsidRPr="00780A52">
        <w:t>о</w:t>
      </w:r>
      <w:r w:rsidRPr="00780A52">
        <w:t>ры учета на всех канализационных очистных станциях, автоматизировать технологические процессы.</w:t>
      </w:r>
    </w:p>
    <w:p w:rsidR="00BE3174" w:rsidRPr="00780A52" w:rsidRDefault="00BE3174" w:rsidP="00AD195C">
      <w:r>
        <w:t xml:space="preserve">Необходимо установить </w:t>
      </w:r>
      <w:r w:rsidRPr="00780A52">
        <w:t>частотные преобразователи снижающие п</w:t>
      </w:r>
      <w:r w:rsidRPr="00780A52">
        <w:t>о</w:t>
      </w:r>
      <w:r w:rsidRPr="00780A52">
        <w:t>требление электроэнергии до 30%, обеспечивающие плавный режим работы электродвигателей насосных агрегатов и исключающие гидроудары, одн</w:t>
      </w:r>
      <w:r w:rsidRPr="00780A52">
        <w:t>о</w:t>
      </w:r>
      <w:r w:rsidRPr="00780A52">
        <w:t>временно будет достигнут эффект круглосуточной бесперебойной работы систем водоотведения.</w:t>
      </w:r>
    </w:p>
    <w:p w:rsidR="00BE3174" w:rsidRPr="00780A52" w:rsidRDefault="00BE3174" w:rsidP="00AD195C">
      <w:r w:rsidRPr="00780A52">
        <w:t>Основной задачей внедрения данной системы является:</w:t>
      </w:r>
    </w:p>
    <w:p w:rsidR="00BE3174" w:rsidRPr="00780A52" w:rsidRDefault="00BE3174" w:rsidP="00AD195C">
      <w:pPr>
        <w:pStyle w:val="ListParagraph"/>
        <w:numPr>
          <w:ilvl w:val="0"/>
          <w:numId w:val="24"/>
        </w:numPr>
        <w:autoSpaceDE w:val="0"/>
        <w:autoSpaceDN w:val="0"/>
        <w:adjustRightInd w:val="0"/>
        <w:contextualSpacing/>
        <w:rPr>
          <w:szCs w:val="28"/>
        </w:rPr>
      </w:pPr>
      <w:r w:rsidRPr="00780A52">
        <w:rPr>
          <w:szCs w:val="28"/>
        </w:rPr>
        <w:t>поддержание заданного технологического режима и нормальные у</w:t>
      </w:r>
      <w:r w:rsidRPr="00780A52">
        <w:rPr>
          <w:szCs w:val="28"/>
        </w:rPr>
        <w:t>с</w:t>
      </w:r>
      <w:r w:rsidRPr="00780A52">
        <w:rPr>
          <w:szCs w:val="28"/>
        </w:rPr>
        <w:t>ловия работы сооружений, установок, основного и вспомогательного оборудования и коммуникаций;</w:t>
      </w:r>
    </w:p>
    <w:p w:rsidR="00BE3174" w:rsidRPr="00780A52" w:rsidRDefault="00BE3174" w:rsidP="00AD195C">
      <w:pPr>
        <w:pStyle w:val="ListParagraph"/>
        <w:numPr>
          <w:ilvl w:val="0"/>
          <w:numId w:val="24"/>
        </w:numPr>
        <w:autoSpaceDE w:val="0"/>
        <w:autoSpaceDN w:val="0"/>
        <w:adjustRightInd w:val="0"/>
        <w:contextualSpacing/>
        <w:rPr>
          <w:szCs w:val="28"/>
        </w:rPr>
      </w:pPr>
      <w:r w:rsidRPr="00780A52">
        <w:rPr>
          <w:szCs w:val="28"/>
        </w:rPr>
        <w:t>сигнализация отклонений и нарушений от заданного технологическ</w:t>
      </w:r>
      <w:r w:rsidRPr="00780A52">
        <w:rPr>
          <w:szCs w:val="28"/>
        </w:rPr>
        <w:t>о</w:t>
      </w:r>
      <w:r w:rsidRPr="00780A52">
        <w:rPr>
          <w:szCs w:val="28"/>
        </w:rPr>
        <w:t>го режима и нормальных условий работы сооружений, установок, оборудования и коммуникаций;</w:t>
      </w:r>
    </w:p>
    <w:p w:rsidR="00BE3174" w:rsidRPr="00780A52" w:rsidRDefault="00BE3174" w:rsidP="00AD195C">
      <w:pPr>
        <w:pStyle w:val="ListParagraph"/>
        <w:numPr>
          <w:ilvl w:val="0"/>
          <w:numId w:val="24"/>
        </w:numPr>
        <w:autoSpaceDE w:val="0"/>
        <w:autoSpaceDN w:val="0"/>
        <w:adjustRightInd w:val="0"/>
        <w:contextualSpacing/>
        <w:rPr>
          <w:szCs w:val="28"/>
        </w:rPr>
      </w:pPr>
      <w:r w:rsidRPr="00780A52">
        <w:rPr>
          <w:szCs w:val="28"/>
        </w:rPr>
        <w:t>сигнализация возникновения аварийных ситуаций на контролируемых объектах;</w:t>
      </w:r>
    </w:p>
    <w:p w:rsidR="00BE3174" w:rsidRPr="00780A52" w:rsidRDefault="00BE3174" w:rsidP="00AD195C">
      <w:pPr>
        <w:pStyle w:val="ListParagraph"/>
        <w:numPr>
          <w:ilvl w:val="0"/>
          <w:numId w:val="24"/>
        </w:numPr>
        <w:autoSpaceDE w:val="0"/>
        <w:autoSpaceDN w:val="0"/>
        <w:adjustRightInd w:val="0"/>
        <w:contextualSpacing/>
        <w:rPr>
          <w:szCs w:val="28"/>
        </w:rPr>
      </w:pPr>
      <w:r w:rsidRPr="00780A52">
        <w:rPr>
          <w:szCs w:val="28"/>
        </w:rPr>
        <w:t>возможность оперативного устранения отклонений и нарушений от заданных условий.</w:t>
      </w:r>
    </w:p>
    <w:p w:rsidR="00BE3174" w:rsidRPr="00780A52" w:rsidRDefault="00BE3174" w:rsidP="00AD195C">
      <w:r w:rsidRPr="00780A52">
        <w:t>Создание автоматизированной системы позволяет достигнуть следу</w:t>
      </w:r>
      <w:r w:rsidRPr="00780A52">
        <w:t>ю</w:t>
      </w:r>
      <w:r w:rsidRPr="00780A52">
        <w:t>щих целей:</w:t>
      </w:r>
    </w:p>
    <w:p w:rsidR="00BE3174" w:rsidRPr="00BC070D" w:rsidRDefault="00BE3174" w:rsidP="00AD195C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Обеспечение необходимых показателей технологических процессов предприятия.</w:t>
      </w:r>
    </w:p>
    <w:p w:rsidR="00BE3174" w:rsidRPr="00BC070D" w:rsidRDefault="00BE3174" w:rsidP="00AD195C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Минимизация вероятности возникновения технологических наруш</w:t>
      </w:r>
      <w:r w:rsidRPr="00BC070D">
        <w:rPr>
          <w:szCs w:val="28"/>
        </w:rPr>
        <w:t>е</w:t>
      </w:r>
      <w:r w:rsidRPr="00BC070D">
        <w:rPr>
          <w:szCs w:val="28"/>
        </w:rPr>
        <w:t>ний и аварий.</w:t>
      </w:r>
    </w:p>
    <w:p w:rsidR="00BE3174" w:rsidRPr="00BC070D" w:rsidRDefault="00BE3174" w:rsidP="00AD195C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Обеспечение расчетного времени восстановления всего технологич</w:t>
      </w:r>
      <w:r w:rsidRPr="00BC070D">
        <w:rPr>
          <w:szCs w:val="28"/>
        </w:rPr>
        <w:t>е</w:t>
      </w:r>
      <w:r w:rsidRPr="00BC070D">
        <w:rPr>
          <w:szCs w:val="28"/>
        </w:rPr>
        <w:t>ского процесса.</w:t>
      </w:r>
    </w:p>
    <w:p w:rsidR="00BE3174" w:rsidRPr="00BC070D" w:rsidRDefault="00BE3174" w:rsidP="00AD195C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Сокращение времени:</w:t>
      </w:r>
    </w:p>
    <w:p w:rsidR="00BE3174" w:rsidRPr="00BC070D" w:rsidRDefault="00BE3174" w:rsidP="00AD195C">
      <w:pPr>
        <w:pStyle w:val="ListParagraph"/>
        <w:numPr>
          <w:ilvl w:val="0"/>
          <w:numId w:val="25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принятия оптимальных решений оперативным персоналом в штатных и аварийных ситуациях;</w:t>
      </w:r>
    </w:p>
    <w:p w:rsidR="00BE3174" w:rsidRPr="00BC070D" w:rsidRDefault="00BE3174" w:rsidP="00AD195C">
      <w:pPr>
        <w:pStyle w:val="ListParagraph"/>
        <w:numPr>
          <w:ilvl w:val="0"/>
          <w:numId w:val="25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выполнения работ по ремонту и обслуживанию оборудования;</w:t>
      </w:r>
    </w:p>
    <w:p w:rsidR="00BE3174" w:rsidRPr="00BC070D" w:rsidRDefault="00BE3174" w:rsidP="00AD195C">
      <w:pPr>
        <w:pStyle w:val="ListParagraph"/>
        <w:numPr>
          <w:ilvl w:val="0"/>
          <w:numId w:val="25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простоя оборудования за счет оптимального регулирования параме</w:t>
      </w:r>
      <w:r w:rsidRPr="00BC070D">
        <w:rPr>
          <w:szCs w:val="28"/>
        </w:rPr>
        <w:t>т</w:t>
      </w:r>
      <w:r w:rsidRPr="00BC070D">
        <w:rPr>
          <w:szCs w:val="28"/>
        </w:rPr>
        <w:t>ров всего технологического процесса;</w:t>
      </w:r>
    </w:p>
    <w:p w:rsidR="00BE3174" w:rsidRDefault="00BE3174" w:rsidP="00AD195C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Повышение надежности работы оборудования, используемого в с</w:t>
      </w:r>
      <w:r w:rsidRPr="00BC070D">
        <w:rPr>
          <w:szCs w:val="28"/>
        </w:rPr>
        <w:t>о</w:t>
      </w:r>
      <w:r w:rsidRPr="00BC070D">
        <w:rPr>
          <w:szCs w:val="28"/>
        </w:rPr>
        <w:t>ставе данной системы, за счет адаптивных и оптимально подобранных алгоритмов управления.</w:t>
      </w:r>
    </w:p>
    <w:p w:rsidR="00BE3174" w:rsidRPr="00BC070D" w:rsidRDefault="00BE3174" w:rsidP="00AD195C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 xml:space="preserve">Сокращение </w:t>
      </w:r>
      <w:r w:rsidRPr="00BC070D">
        <w:t>затрат и издержек на</w:t>
      </w:r>
      <w:r>
        <w:t xml:space="preserve"> </w:t>
      </w:r>
      <w:r w:rsidRPr="00BC070D">
        <w:t>на ремонтно-восстановительные</w:t>
      </w:r>
      <w:r>
        <w:t xml:space="preserve"> р</w:t>
      </w:r>
      <w:r>
        <w:t>а</w:t>
      </w:r>
      <w:r>
        <w:t>боты.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78" w:name="_Toc10132719"/>
      <w:r w:rsidRPr="00575D7C">
        <w:t xml:space="preserve">Описание вариантов маршрутов прохождения трубопроводов (трасс) по территории </w:t>
      </w:r>
      <w:r>
        <w:t>поселения</w:t>
      </w:r>
      <w:r w:rsidRPr="00575D7C">
        <w:t>, расположения намечаемых площадок под строительство сооружений водоотведения и их обоснование</w:t>
      </w:r>
      <w:bookmarkEnd w:id="78"/>
    </w:p>
    <w:p w:rsidR="00BE3174" w:rsidRDefault="00BE3174" w:rsidP="00AD195C">
      <w:r>
        <w:t xml:space="preserve">Маршрут </w:t>
      </w:r>
      <w:r w:rsidRPr="00AD195C">
        <w:t>прохождения трубопроводов (трасс) по территории</w:t>
      </w:r>
      <w:r>
        <w:t xml:space="preserve"> </w:t>
      </w:r>
      <w:r w:rsidRPr="00AD195C">
        <w:rPr>
          <w:bCs/>
        </w:rPr>
        <w:t>МО «</w:t>
      </w:r>
      <w:r w:rsidRPr="00AD195C">
        <w:rPr>
          <w:bCs/>
          <w:iCs/>
        </w:rPr>
        <w:t xml:space="preserve">Майминское </w:t>
      </w:r>
      <w:r w:rsidRPr="00AD195C">
        <w:rPr>
          <w:bCs/>
        </w:rPr>
        <w:t>сельское поселение»</w:t>
      </w:r>
      <w:r>
        <w:rPr>
          <w:bCs/>
        </w:rPr>
        <w:t xml:space="preserve"> </w:t>
      </w:r>
      <w:r w:rsidRPr="00AD195C">
        <w:t>на перспективу</w:t>
      </w:r>
      <w:r w:rsidRPr="00AD195C">
        <w:rPr>
          <w:bCs/>
        </w:rPr>
        <w:t xml:space="preserve"> рекомендуется </w:t>
      </w:r>
      <w:r w:rsidRPr="00AD195C">
        <w:t>проложить</w:t>
      </w:r>
      <w:r>
        <w:t xml:space="preserve"> </w:t>
      </w:r>
      <w:r w:rsidRPr="00AD195C">
        <w:t xml:space="preserve">вдоль проезжих частей автомобильных дорог, для оперативного доступа, в случае возникновения аварийных ситуаций. </w:t>
      </w:r>
    </w:p>
    <w:p w:rsidR="00BE3174" w:rsidRDefault="00BE3174" w:rsidP="00AD195C">
      <w:r w:rsidRPr="00AD195C">
        <w:t>Точная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сети.</w:t>
      </w:r>
    </w:p>
    <w:p w:rsidR="00BE3174" w:rsidRDefault="00BE3174" w:rsidP="003C30AE">
      <w:pPr>
        <w:rPr>
          <w:bCs/>
          <w:szCs w:val="28"/>
        </w:rPr>
      </w:pPr>
      <w:r>
        <w:rPr>
          <w:bCs/>
          <w:szCs w:val="28"/>
        </w:rPr>
        <w:t xml:space="preserve"> </w:t>
      </w:r>
    </w:p>
    <w:p w:rsidR="00BE3174" w:rsidRPr="00AD195C" w:rsidRDefault="00BE3174" w:rsidP="003C30AE"/>
    <w:p w:rsidR="00BE3174" w:rsidRDefault="00BE3174" w:rsidP="00A76893">
      <w:pPr>
        <w:pStyle w:val="Heading3"/>
      </w:pPr>
      <w:bookmarkStart w:id="79" w:name="_Toc10132720"/>
      <w:r w:rsidRPr="00575D7C">
        <w:t>Границы и характеристики охранных зон сетей и сооружений централизованной системы водоотведения</w:t>
      </w:r>
      <w:bookmarkEnd w:id="79"/>
    </w:p>
    <w:p w:rsidR="00BE3174" w:rsidRDefault="00BE3174" w:rsidP="00B804D1">
      <w:r>
        <w:t>Не имеется.</w:t>
      </w:r>
    </w:p>
    <w:p w:rsidR="00BE3174" w:rsidRDefault="00BE3174" w:rsidP="00B804D1"/>
    <w:p w:rsidR="00BE3174" w:rsidRPr="00B804D1" w:rsidRDefault="00BE3174" w:rsidP="00B804D1"/>
    <w:p w:rsidR="00BE3174" w:rsidRDefault="00BE3174" w:rsidP="00A76893">
      <w:pPr>
        <w:pStyle w:val="Heading3"/>
        <w:rPr>
          <w:szCs w:val="28"/>
        </w:rPr>
      </w:pPr>
      <w:bookmarkStart w:id="80" w:name="_Toc10132721"/>
      <w:r w:rsidRPr="00575D7C">
        <w:t>Границы планируемых зон размещения объектов централизованной системы водоотведения</w:t>
      </w:r>
      <w:bookmarkEnd w:id="80"/>
    </w:p>
    <w:p w:rsidR="00BE3174" w:rsidRDefault="00BE3174" w:rsidP="003C30AE">
      <w:r>
        <w:rPr>
          <w:szCs w:val="28"/>
        </w:rPr>
        <w:t>В</w:t>
      </w:r>
      <w:r w:rsidRPr="00D972E9">
        <w:rPr>
          <w:szCs w:val="28"/>
        </w:rPr>
        <w:t xml:space="preserve"> </w:t>
      </w:r>
      <w:r w:rsidRPr="004504E6">
        <w:rPr>
          <w:bCs/>
          <w:szCs w:val="28"/>
        </w:rPr>
        <w:t xml:space="preserve">МО </w:t>
      </w:r>
      <w:r w:rsidRPr="00DF4491">
        <w:rPr>
          <w:bCs/>
          <w:szCs w:val="28"/>
        </w:rPr>
        <w:t>«</w:t>
      </w:r>
      <w:r w:rsidRPr="00DF4491">
        <w:rPr>
          <w:bCs/>
          <w:iCs/>
          <w:szCs w:val="28"/>
        </w:rPr>
        <w:t>Майминское</w:t>
      </w:r>
      <w:r w:rsidRPr="00627C70">
        <w:rPr>
          <w:bCs/>
          <w:iCs/>
          <w:szCs w:val="28"/>
        </w:rPr>
        <w:t xml:space="preserve"> </w:t>
      </w:r>
      <w:r w:rsidRPr="004504E6">
        <w:rPr>
          <w:bCs/>
          <w:szCs w:val="28"/>
        </w:rPr>
        <w:t xml:space="preserve">сельское поселение» </w:t>
      </w:r>
      <w:r w:rsidRPr="00D972E9">
        <w:rPr>
          <w:szCs w:val="28"/>
        </w:rPr>
        <w:t>границы планируемых зон размещения объектов централизованной системы водоотведения возможно учесть только на стадии выполнения предпроектных работ в части урегул</w:t>
      </w:r>
      <w:r w:rsidRPr="00D972E9">
        <w:rPr>
          <w:szCs w:val="28"/>
        </w:rPr>
        <w:t>и</w:t>
      </w:r>
      <w:r w:rsidRPr="00D972E9">
        <w:rPr>
          <w:szCs w:val="28"/>
        </w:rPr>
        <w:t>рования земельно-правовых вопросов.</w:t>
      </w:r>
    </w:p>
    <w:p w:rsidR="00BE3174" w:rsidRDefault="00BE3174" w:rsidP="003C30AE"/>
    <w:p w:rsidR="00BE3174" w:rsidRPr="00A01E0B" w:rsidRDefault="00BE3174" w:rsidP="00B804D1">
      <w:r w:rsidRPr="00A01E0B">
        <w:t>При обосновании предложений по строительству и реконструкции об</w:t>
      </w:r>
      <w:r w:rsidRPr="00A01E0B">
        <w:t>ъ</w:t>
      </w:r>
      <w:r w:rsidRPr="00A01E0B">
        <w:t>ектов централизованной системы водоотведения должны быть решены сл</w:t>
      </w:r>
      <w:r w:rsidRPr="00A01E0B">
        <w:t>е</w:t>
      </w:r>
      <w:r w:rsidRPr="00A01E0B">
        <w:t xml:space="preserve">дующие задачи: </w:t>
      </w:r>
    </w:p>
    <w:p w:rsidR="00BE3174" w:rsidRPr="00395073" w:rsidRDefault="00BE3174" w:rsidP="003C30AE">
      <w:pPr>
        <w:rPr>
          <w:szCs w:val="28"/>
        </w:rPr>
      </w:pPr>
      <w:r w:rsidRPr="00395073">
        <w:t>1) Обеспечение надежности водоотведения путем организации во</w:t>
      </w:r>
      <w:r w:rsidRPr="00395073">
        <w:t>з</w:t>
      </w:r>
      <w:r w:rsidRPr="00395073">
        <w:t>можности перераспределения потоков сточных вод между технологичными зонами сооружений водоотведения</w:t>
      </w:r>
    </w:p>
    <w:p w:rsidR="00BE3174" w:rsidRPr="00395073" w:rsidRDefault="00BE3174" w:rsidP="003C30AE">
      <w:r w:rsidRPr="00395073">
        <w:t xml:space="preserve">2) Организация централизованного водоотведения на территориях где оно отсутствует. </w:t>
      </w:r>
    </w:p>
    <w:p w:rsidR="00BE3174" w:rsidRPr="00395073" w:rsidRDefault="00BE3174" w:rsidP="003C30AE">
      <w:r w:rsidRPr="00395073">
        <w:t xml:space="preserve">3) Сокращение сбросов и организация возврата очищенных сточных вод на технические нужды. 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2"/>
        <w:rPr>
          <w:szCs w:val="28"/>
        </w:rPr>
      </w:pPr>
      <w:bookmarkStart w:id="81" w:name="_Toc10132722"/>
      <w:r w:rsidRPr="00575D7C">
        <w:t>Экологические аспекты мероприятий по строительству и реконс</w:t>
      </w:r>
      <w:r w:rsidRPr="00575D7C">
        <w:t>т</w:t>
      </w:r>
      <w:r w:rsidRPr="00575D7C">
        <w:t>рукции объектов централизованной системы водоотведения</w:t>
      </w:r>
      <w:bookmarkEnd w:id="81"/>
    </w:p>
    <w:p w:rsidR="00BE3174" w:rsidRDefault="00BE3174" w:rsidP="00A76893">
      <w:pPr>
        <w:pStyle w:val="Heading3"/>
        <w:rPr>
          <w:szCs w:val="28"/>
        </w:rPr>
      </w:pPr>
      <w:bookmarkStart w:id="82" w:name="_Toc10132723"/>
      <w:r w:rsidRPr="00575D7C">
        <w:t xml:space="preserve">Сведения о мероприятиях, содержащихся в планах по снижению сбросов загрязняющих веществ, иных веществ и микроорганизмов в </w:t>
      </w:r>
      <w:r>
        <w:t xml:space="preserve">     </w:t>
      </w:r>
      <w:r w:rsidRPr="00575D7C">
        <w:t>поверхностные водные объекты, подземные водные объекты и на водоз</w:t>
      </w:r>
      <w:r w:rsidRPr="00575D7C">
        <w:t>а</w:t>
      </w:r>
      <w:r w:rsidRPr="00575D7C">
        <w:t>борные площади</w:t>
      </w:r>
      <w:bookmarkEnd w:id="82"/>
    </w:p>
    <w:p w:rsidR="00BE3174" w:rsidRDefault="00BE3174" w:rsidP="003C30AE">
      <w:r>
        <w:t>Наружные сети канализации в процессе строительства и эксплуатации не создают вредных электромагнитных полей и иных излучений. Они не я</w:t>
      </w:r>
      <w:r>
        <w:t>в</w:t>
      </w:r>
      <w:r>
        <w:t>ляются источниками каких-либо частотных колебаний, а материалы защи</w:t>
      </w:r>
      <w:r>
        <w:t>т</w:t>
      </w:r>
      <w:r>
        <w:t>ных покровов и оболочки не выделяют вредных химических веществ и би</w:t>
      </w:r>
      <w:r>
        <w:t>о</w:t>
      </w:r>
      <w:r>
        <w:t xml:space="preserve">логических отходов и являются экологически безопасными. </w:t>
      </w:r>
    </w:p>
    <w:p w:rsidR="00BE3174" w:rsidRDefault="00BE3174" w:rsidP="003C30AE">
      <w:r>
        <w:t xml:space="preserve">Сеть канализации является экологически чистым сооружением, ввод ее в действие не окажет существенного влияния на окружающую среду. </w:t>
      </w:r>
    </w:p>
    <w:p w:rsidR="00BE3174" w:rsidRDefault="00BE3174" w:rsidP="003C30AE">
      <w:pPr>
        <w:rPr>
          <w:szCs w:val="28"/>
        </w:rPr>
      </w:pPr>
      <w:r>
        <w:t>Контроль качества сточных вод осуществляется предприятием согла</w:t>
      </w:r>
      <w:r>
        <w:t>с</w:t>
      </w:r>
      <w:r>
        <w:t>но графика, где будет определено место, периодичность отбора проб, опр</w:t>
      </w:r>
      <w:r>
        <w:t>е</w:t>
      </w:r>
      <w:r>
        <w:t>деляемые ингредиенты.</w:t>
      </w:r>
    </w:p>
    <w:p w:rsidR="00BE3174" w:rsidRDefault="00BE3174" w:rsidP="003C30AE">
      <w:pPr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4504E6">
        <w:rPr>
          <w:bCs/>
          <w:szCs w:val="28"/>
        </w:rPr>
        <w:t>МО «</w:t>
      </w:r>
      <w:r w:rsidRPr="00627C70">
        <w:rPr>
          <w:bCs/>
          <w:iCs/>
          <w:szCs w:val="28"/>
        </w:rPr>
        <w:t>Ма</w:t>
      </w:r>
      <w:r w:rsidRPr="00627C70">
        <w:rPr>
          <w:bCs/>
          <w:iCs/>
          <w:szCs w:val="28"/>
        </w:rPr>
        <w:t>й</w:t>
      </w:r>
      <w:r w:rsidRPr="00627C70">
        <w:rPr>
          <w:bCs/>
          <w:iCs/>
          <w:szCs w:val="28"/>
        </w:rPr>
        <w:t xml:space="preserve">минское </w:t>
      </w:r>
      <w:r w:rsidRPr="004504E6">
        <w:rPr>
          <w:bCs/>
          <w:szCs w:val="28"/>
        </w:rPr>
        <w:t xml:space="preserve">сельское поселение» </w:t>
      </w:r>
      <w:r w:rsidRPr="00D972E9">
        <w:rPr>
          <w:szCs w:val="28"/>
        </w:rPr>
        <w:t>отсутствует.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3"/>
        <w:rPr>
          <w:szCs w:val="28"/>
        </w:rPr>
      </w:pPr>
      <w:bookmarkStart w:id="83" w:name="_Toc10132724"/>
      <w:r w:rsidRPr="00575D7C">
        <w:t xml:space="preserve">Сведения о применении методов, безопасных для окружающей </w:t>
      </w:r>
      <w:r>
        <w:t xml:space="preserve">  </w:t>
      </w:r>
      <w:r w:rsidRPr="00575D7C">
        <w:t>ср</w:t>
      </w:r>
      <w:r w:rsidRPr="00575D7C">
        <w:t>е</w:t>
      </w:r>
      <w:r w:rsidRPr="00575D7C">
        <w:t>ды, при утилизации осадков сточных вод</w:t>
      </w:r>
      <w:bookmarkEnd w:id="83"/>
    </w:p>
    <w:p w:rsidR="00BE3174" w:rsidRDefault="00BE3174" w:rsidP="003C30AE">
      <w:pPr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4504E6">
        <w:rPr>
          <w:bCs/>
          <w:szCs w:val="28"/>
        </w:rPr>
        <w:t>МО «</w:t>
      </w:r>
      <w:r w:rsidRPr="00627C70">
        <w:rPr>
          <w:bCs/>
          <w:iCs/>
          <w:szCs w:val="28"/>
        </w:rPr>
        <w:t>Ма</w:t>
      </w:r>
      <w:r w:rsidRPr="00627C70">
        <w:rPr>
          <w:bCs/>
          <w:iCs/>
          <w:szCs w:val="28"/>
        </w:rPr>
        <w:t>й</w:t>
      </w:r>
      <w:r w:rsidRPr="00627C70">
        <w:rPr>
          <w:bCs/>
          <w:iCs/>
          <w:szCs w:val="28"/>
        </w:rPr>
        <w:t xml:space="preserve">минское </w:t>
      </w:r>
      <w:r w:rsidRPr="004504E6">
        <w:rPr>
          <w:bCs/>
          <w:szCs w:val="28"/>
        </w:rPr>
        <w:t xml:space="preserve">сельское поселение» </w:t>
      </w:r>
      <w:r w:rsidRPr="00D972E9">
        <w:rPr>
          <w:szCs w:val="28"/>
        </w:rPr>
        <w:t>отсутствует.</w:t>
      </w:r>
    </w:p>
    <w:p w:rsidR="00BE3174" w:rsidRDefault="00BE3174" w:rsidP="005B207F">
      <w:pPr>
        <w:ind w:firstLine="567"/>
        <w:rPr>
          <w:szCs w:val="28"/>
        </w:rPr>
      </w:pPr>
      <w:r w:rsidRPr="00D972E9">
        <w:rPr>
          <w:szCs w:val="28"/>
        </w:rPr>
        <w:t>Для обеспечения технологического процесса очистки сточных вод нео</w:t>
      </w:r>
      <w:r w:rsidRPr="00D972E9">
        <w:rPr>
          <w:szCs w:val="28"/>
        </w:rPr>
        <w:t>б</w:t>
      </w:r>
      <w:r w:rsidRPr="00D972E9">
        <w:rPr>
          <w:szCs w:val="28"/>
        </w:rPr>
        <w:t>ходимо предусмотреть современное высокоэффективное оборудование, а</w:t>
      </w:r>
      <w:r w:rsidRPr="00D972E9">
        <w:rPr>
          <w:szCs w:val="28"/>
        </w:rPr>
        <w:t>в</w:t>
      </w:r>
      <w:r w:rsidRPr="00D972E9">
        <w:rPr>
          <w:szCs w:val="28"/>
        </w:rPr>
        <w:t>томатизация технологического процесса, автоматический контроль с пом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щью пробоотборников и анализаторов непрерывного действия. </w:t>
      </w:r>
    </w:p>
    <w:p w:rsidR="00BE3174" w:rsidRDefault="00BE3174" w:rsidP="00A01E0B">
      <w:r>
        <w:t>Наружные сети канализации в процессе строительства и эксплуатации не создают вредных электромагнитных полей и иных излучений. Они не я</w:t>
      </w:r>
      <w:r>
        <w:t>в</w:t>
      </w:r>
      <w:r>
        <w:t>ляются источниками каких-либо частотных колебаний, а материалы защи</w:t>
      </w:r>
      <w:r>
        <w:t>т</w:t>
      </w:r>
      <w:r>
        <w:t>ных покровов и оболочки не выделяют вредных химических веществ и би</w:t>
      </w:r>
      <w:r>
        <w:t>о</w:t>
      </w:r>
      <w:r>
        <w:t>логических отходов и являются экологически безопасными. Сеть канализ</w:t>
      </w:r>
      <w:r>
        <w:t>а</w:t>
      </w:r>
      <w:r>
        <w:t>ции является экологически чистым сооружением, ввод ее в действие не ок</w:t>
      </w:r>
      <w:r>
        <w:t>а</w:t>
      </w:r>
      <w:r>
        <w:t xml:space="preserve">жет существенного влияния на окружающую среду. </w:t>
      </w:r>
    </w:p>
    <w:p w:rsidR="00BE3174" w:rsidRDefault="00BE3174" w:rsidP="00A01E0B">
      <w:r>
        <w:t>Контроль качества сточных вод осуществляется предприятием согла</w:t>
      </w:r>
      <w:r>
        <w:t>с</w:t>
      </w:r>
      <w:r>
        <w:t>но графика, где будет определено место, периодичность отбора проб, опр</w:t>
      </w:r>
      <w:r>
        <w:t>е</w:t>
      </w:r>
      <w:r>
        <w:t>деляемые ингредиенты</w:t>
      </w:r>
    </w:p>
    <w:p w:rsidR="00BE3174" w:rsidRDefault="00BE3174" w:rsidP="00A01E0B">
      <w:pPr>
        <w:rPr>
          <w:szCs w:val="28"/>
        </w:rPr>
      </w:pPr>
      <w:r>
        <w:t>Для обезвоживания илового осадка предназначены иловые площадки. На иловых площадках происходит уплотнение осадка, испарение воды с п</w:t>
      </w:r>
      <w:r>
        <w:t>о</w:t>
      </w:r>
      <w:r>
        <w:t>верхности осадка и фильтрация воды через слой осадка. Подсушенный ос</w:t>
      </w:r>
      <w:r>
        <w:t>а</w:t>
      </w:r>
      <w:r>
        <w:t>док необходимо вывозить автотранспортом на специально отведенную пл</w:t>
      </w:r>
      <w:r>
        <w:t>о</w:t>
      </w:r>
      <w:r>
        <w:t>щадку для хранения.</w:t>
      </w:r>
    </w:p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2"/>
      </w:pPr>
      <w:bookmarkStart w:id="84" w:name="_Toc10132725"/>
      <w:r w:rsidRPr="00575D7C">
        <w:t>Оценка потребности в капитальных вложениях в строительство, реконструкцию и модернизацию объектов систем централизованного водоотведения</w:t>
      </w:r>
      <w:bookmarkEnd w:id="84"/>
    </w:p>
    <w:p w:rsidR="00BE3174" w:rsidRPr="00D972E9" w:rsidRDefault="00BE3174" w:rsidP="00A01E0B">
      <w:r w:rsidRPr="00D972E9">
        <w:t>В современных рыночных условиях, в которых работает инвестицио</w:t>
      </w:r>
      <w:r w:rsidRPr="00D972E9">
        <w:t>н</w:t>
      </w:r>
      <w:r w:rsidRPr="00D972E9">
        <w:t xml:space="preserve">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BE3174" w:rsidRPr="00D972E9" w:rsidRDefault="00BE3174" w:rsidP="00A01E0B">
      <w:r w:rsidRPr="00D972E9">
        <w:t>В настоящее время существует множество методов и подходов к опр</w:t>
      </w:r>
      <w:r w:rsidRPr="00D972E9">
        <w:t>е</w:t>
      </w:r>
      <w:r w:rsidRPr="00D972E9">
        <w:t>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BE3174" w:rsidRPr="00D972E9" w:rsidRDefault="00BE3174" w:rsidP="00A01E0B">
      <w:r w:rsidRPr="00D972E9">
        <w:t>В связи с этим, на дальнейших стадиях проектирования требуется д</w:t>
      </w:r>
      <w:r w:rsidRPr="00D972E9">
        <w:t>е</w:t>
      </w:r>
      <w:r w:rsidRPr="00D972E9">
        <w:t>тальное уточнение параметров строительства на основании изучения мес</w:t>
      </w:r>
      <w:r w:rsidRPr="00D972E9">
        <w:t>т</w:t>
      </w:r>
      <w:r w:rsidRPr="00D972E9">
        <w:t>ных условий и конкретных специфических функций строящегося объекта.</w:t>
      </w:r>
    </w:p>
    <w:p w:rsidR="00BE3174" w:rsidRDefault="00BE3174" w:rsidP="00A01E0B">
      <w:r w:rsidRPr="00D972E9">
        <w:t>Стоимость разработки проектной документации объектов капитального строительства определена на основании «Справочников базовых цен на пр</w:t>
      </w:r>
      <w:r w:rsidRPr="00D972E9">
        <w:t>о</w:t>
      </w:r>
      <w:r w:rsidRPr="00D972E9">
        <w:t>ектные работы для строительства» (Коммунальные инженерные здания и с</w:t>
      </w:r>
      <w:r w:rsidRPr="00D972E9">
        <w:t>о</w:t>
      </w:r>
      <w:r w:rsidRPr="00D972E9">
        <w:t xml:space="preserve">оружения, Объекты водоснабжения и канализации). Базовая цена проектных </w:t>
      </w:r>
      <w:r>
        <w:t>работ</w:t>
      </w:r>
      <w:r w:rsidRPr="00D972E9">
        <w:t xml:space="preserve">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</w:t>
      </w:r>
      <w:r w:rsidRPr="00D972E9">
        <w:t>е</w:t>
      </w:r>
      <w:r w:rsidRPr="00D972E9">
        <w:t xml:space="preserve">ния цены проектных работ для строительства </w:t>
      </w:r>
      <w:r>
        <w:t xml:space="preserve">в </w:t>
      </w:r>
      <w:r w:rsidRPr="00227D22">
        <w:t xml:space="preserve">1 </w:t>
      </w:r>
      <w:r>
        <w:t xml:space="preserve">квартале </w:t>
      </w:r>
      <w:r w:rsidRPr="00227D22">
        <w:t>20019 года</w:t>
      </w:r>
      <w:r>
        <w:t xml:space="preserve"> </w:t>
      </w:r>
      <w:r w:rsidRPr="00D972E9">
        <w:t>согла</w:t>
      </w:r>
      <w:r w:rsidRPr="00D972E9">
        <w:t>с</w:t>
      </w:r>
      <w:r w:rsidRPr="00D972E9">
        <w:t xml:space="preserve">но Письму </w:t>
      </w:r>
      <w:r w:rsidRPr="007632E9">
        <w:t xml:space="preserve">Минстроя России </w:t>
      </w:r>
      <w:r w:rsidRPr="00D972E9">
        <w:t xml:space="preserve">№ </w:t>
      </w:r>
      <w:r>
        <w:t xml:space="preserve">1408-ЛС/09 от 22.01.2019г </w:t>
      </w:r>
      <w:hyperlink r:id="rId19" w:history="1">
        <w:r w:rsidRPr="007632E9">
          <w:t>«О рекоменду</w:t>
        </w:r>
        <w:r w:rsidRPr="007632E9">
          <w:t>е</w:t>
        </w:r>
        <w:r w:rsidRPr="007632E9">
          <w:t>мой величине прогнозных индексов изменения сметной стоимости стро</w:t>
        </w:r>
        <w:r w:rsidRPr="007632E9">
          <w:t>и</w:t>
        </w:r>
        <w:r w:rsidRPr="007632E9">
          <w:t>тельства в I квартале 2019 года, в том числе величине прогнозных индексов изменения сметной стоимости строительно-монтажных работ, прогнозных индексов изменения сметной стоимости пусконаладочных работ, прогнозных индексов изменения сметной стоимости прочих работ и затрат, а также вел</w:t>
        </w:r>
        <w:r w:rsidRPr="007632E9">
          <w:t>и</w:t>
        </w:r>
        <w:r w:rsidRPr="007632E9">
          <w:t>чине прогнозных индексов изменения сметной стоимости оборудования»</w:t>
        </w:r>
      </w:hyperlink>
      <w:r>
        <w:t xml:space="preserve">, а также </w:t>
      </w:r>
      <w:r w:rsidRPr="00D972E9">
        <w:t xml:space="preserve">Письму </w:t>
      </w:r>
      <w:r w:rsidRPr="007632E9">
        <w:t>Минстроя России</w:t>
      </w:r>
      <w:r>
        <w:t xml:space="preserve"> N 7581-ДВ/09 от 05.03.2019 &lt;Об индексах изменения сметной стоимости строительства в I квартале 2019 года&gt; (вместе с "Прогнозными индексами изменения сметной стоимости строительно-монтажных и пусконаладочных работ по объектам строительства, опред</w:t>
      </w:r>
      <w:r>
        <w:t>е</w:t>
      </w:r>
      <w:r>
        <w:t>ляемых с применением федеральных и территориальных единичных расц</w:t>
      </w:r>
      <w:r>
        <w:t>е</w:t>
      </w:r>
      <w:r>
        <w:t>нок, на I квартал 2019 года", "Прогнозными индексами изменения сметной стоимости строительно-монтажных работ, определяемых с применением о</w:t>
      </w:r>
      <w:r>
        <w:t>т</w:t>
      </w:r>
      <w:r>
        <w:t>раслевой сметно-нормативной базы на I квартал 2019 года, "Прогнозными индексами изменения сметной стоимости проектных и изыскательских работ на I квартал 2019 года").</w:t>
      </w:r>
    </w:p>
    <w:p w:rsidR="00BE3174" w:rsidRDefault="00BE3174" w:rsidP="00A01E0B">
      <w:r w:rsidRPr="00D972E9">
        <w:t xml:space="preserve">Расчетная стоимость мероприятий </w:t>
      </w:r>
      <w:r>
        <w:t xml:space="preserve">системы водоотведения на период 2019-2024 гг. </w:t>
      </w:r>
      <w:r w:rsidRPr="00D972E9">
        <w:t>приводится</w:t>
      </w:r>
      <w:r>
        <w:t xml:space="preserve"> </w:t>
      </w:r>
      <w:r w:rsidRPr="00D972E9">
        <w:t>с учетом индексов-дефляторов до 202</w:t>
      </w:r>
      <w:r>
        <w:t xml:space="preserve">4 </w:t>
      </w:r>
      <w:r w:rsidRPr="00D972E9">
        <w:t>г.</w:t>
      </w:r>
    </w:p>
    <w:p w:rsidR="00BE3174" w:rsidRPr="00D972E9" w:rsidRDefault="00BE3174" w:rsidP="00A01E0B">
      <w:r w:rsidRPr="00D972E9">
        <w:t>В расчетах не учитывались:</w:t>
      </w:r>
    </w:p>
    <w:p w:rsidR="00BE3174" w:rsidRPr="00D972E9" w:rsidRDefault="00BE3174" w:rsidP="00A01E0B">
      <w:pPr>
        <w:pStyle w:val="ListParagraph"/>
        <w:numPr>
          <w:ilvl w:val="0"/>
          <w:numId w:val="46"/>
        </w:numPr>
        <w:tabs>
          <w:tab w:val="left" w:pos="567"/>
        </w:tabs>
        <w:contextualSpacing/>
        <w:rPr>
          <w:szCs w:val="28"/>
        </w:rPr>
      </w:pPr>
      <w:r w:rsidRPr="00D972E9">
        <w:rPr>
          <w:szCs w:val="28"/>
        </w:rPr>
        <w:t>стоимость резервирования и выкупа земельных участков и недвиж</w:t>
      </w:r>
      <w:r w:rsidRPr="00D972E9">
        <w:rPr>
          <w:szCs w:val="28"/>
        </w:rPr>
        <w:t>и</w:t>
      </w:r>
      <w:r w:rsidRPr="00D972E9">
        <w:rPr>
          <w:szCs w:val="28"/>
        </w:rPr>
        <w:t>мости для государственных и муниципальных нужд;</w:t>
      </w:r>
    </w:p>
    <w:p w:rsidR="00BE3174" w:rsidRPr="00D972E9" w:rsidRDefault="00BE3174" w:rsidP="00A01E0B">
      <w:pPr>
        <w:pStyle w:val="ListParagraph"/>
        <w:numPr>
          <w:ilvl w:val="0"/>
          <w:numId w:val="46"/>
        </w:numPr>
        <w:contextualSpacing/>
        <w:rPr>
          <w:szCs w:val="28"/>
        </w:rPr>
      </w:pPr>
      <w:r w:rsidRPr="00D972E9">
        <w:rPr>
          <w:szCs w:val="28"/>
        </w:rPr>
        <w:t>стоимость проведения топографо-геодезических и геологических из</w:t>
      </w:r>
      <w:r w:rsidRPr="00D972E9">
        <w:rPr>
          <w:szCs w:val="28"/>
        </w:rPr>
        <w:t>ы</w:t>
      </w:r>
      <w:r w:rsidRPr="00D972E9">
        <w:rPr>
          <w:szCs w:val="28"/>
        </w:rPr>
        <w:t>сканий на территориях строительства;</w:t>
      </w:r>
    </w:p>
    <w:p w:rsidR="00BE3174" w:rsidRPr="00D972E9" w:rsidRDefault="00BE3174" w:rsidP="00A01E0B">
      <w:pPr>
        <w:pStyle w:val="ListParagraph"/>
        <w:numPr>
          <w:ilvl w:val="0"/>
          <w:numId w:val="46"/>
        </w:numPr>
        <w:contextualSpacing/>
        <w:rPr>
          <w:szCs w:val="28"/>
        </w:rPr>
      </w:pPr>
      <w:r w:rsidRPr="00D972E9">
        <w:rPr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BE3174" w:rsidRPr="00D972E9" w:rsidRDefault="00BE3174" w:rsidP="00A01E0B">
      <w:pPr>
        <w:pStyle w:val="ListParagraph"/>
        <w:numPr>
          <w:ilvl w:val="0"/>
          <w:numId w:val="46"/>
        </w:numPr>
        <w:contextualSpacing/>
        <w:rPr>
          <w:szCs w:val="28"/>
        </w:rPr>
      </w:pPr>
      <w:r w:rsidRPr="00D972E9">
        <w:rPr>
          <w:szCs w:val="28"/>
        </w:rPr>
        <w:t>стоимость мероприятий по реконструкции существующих объектов;</w:t>
      </w:r>
    </w:p>
    <w:p w:rsidR="00BE3174" w:rsidRPr="00D972E9" w:rsidRDefault="00BE3174" w:rsidP="00A01E0B">
      <w:pPr>
        <w:pStyle w:val="ListParagraph"/>
        <w:numPr>
          <w:ilvl w:val="0"/>
          <w:numId w:val="46"/>
        </w:numPr>
        <w:contextualSpacing/>
        <w:rPr>
          <w:szCs w:val="28"/>
        </w:rPr>
      </w:pPr>
      <w:r w:rsidRPr="00D972E9">
        <w:rPr>
          <w:szCs w:val="28"/>
        </w:rPr>
        <w:t>оснащение необходимым оборудованием и благоустройство прил</w:t>
      </w:r>
      <w:r w:rsidRPr="00D972E9">
        <w:rPr>
          <w:szCs w:val="28"/>
        </w:rPr>
        <w:t>е</w:t>
      </w:r>
      <w:r w:rsidRPr="00D972E9">
        <w:rPr>
          <w:szCs w:val="28"/>
        </w:rPr>
        <w:t xml:space="preserve">гающей территории; </w:t>
      </w:r>
    </w:p>
    <w:p w:rsidR="00BE3174" w:rsidRPr="00D972E9" w:rsidRDefault="00BE3174" w:rsidP="00A01E0B">
      <w:pPr>
        <w:pStyle w:val="ListParagraph"/>
        <w:numPr>
          <w:ilvl w:val="0"/>
          <w:numId w:val="46"/>
        </w:numPr>
        <w:contextualSpacing/>
        <w:rPr>
          <w:szCs w:val="28"/>
        </w:rPr>
      </w:pPr>
      <w:r w:rsidRPr="00D972E9">
        <w:rPr>
          <w:szCs w:val="28"/>
        </w:rPr>
        <w:t>особенности территории строительства.</w:t>
      </w:r>
    </w:p>
    <w:p w:rsidR="00BE3174" w:rsidRDefault="00BE3174" w:rsidP="00A01E0B">
      <w:r>
        <w:rPr>
          <w:szCs w:val="28"/>
        </w:rPr>
        <w:t>Расчет, с</w:t>
      </w:r>
      <w:r w:rsidRPr="00D972E9">
        <w:rPr>
          <w:szCs w:val="28"/>
        </w:rPr>
        <w:t>в</w:t>
      </w:r>
      <w:r>
        <w:rPr>
          <w:szCs w:val="28"/>
        </w:rPr>
        <w:t xml:space="preserve">одная ведомость стоимости работ </w:t>
      </w:r>
      <w:r>
        <w:t xml:space="preserve">системы водоотведения на период 2019-2024 гг. </w:t>
      </w:r>
      <w:r>
        <w:rPr>
          <w:szCs w:val="28"/>
        </w:rPr>
        <w:t>приведен в таблице 23.</w:t>
      </w:r>
    </w:p>
    <w:p w:rsidR="00BE3174" w:rsidRDefault="00BE3174" w:rsidP="00A01E0B"/>
    <w:p w:rsidR="00BE3174" w:rsidRPr="005D7C75" w:rsidRDefault="00BE3174" w:rsidP="00A01E0B">
      <w:pPr>
        <w:pStyle w:val="List"/>
        <w:numPr>
          <w:ilvl w:val="0"/>
          <w:numId w:val="0"/>
        </w:numPr>
      </w:pPr>
      <w:r>
        <w:t>Таблица 23. Объем финансовых ресурсов на реализацию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6031"/>
        <w:gridCol w:w="1661"/>
        <w:gridCol w:w="1338"/>
      </w:tblGrid>
      <w:tr w:rsidR="00BE3174" w:rsidRPr="001830DA" w:rsidTr="00504959">
        <w:tc>
          <w:tcPr>
            <w:tcW w:w="282" w:type="pct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№</w:t>
            </w:r>
          </w:p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п/п</w:t>
            </w:r>
          </w:p>
        </w:tc>
        <w:tc>
          <w:tcPr>
            <w:tcW w:w="3151" w:type="pct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Наименование мероприятий</w:t>
            </w:r>
          </w:p>
        </w:tc>
        <w:tc>
          <w:tcPr>
            <w:tcW w:w="868" w:type="pct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Планируемый период ре</w:t>
            </w:r>
            <w:r w:rsidRPr="00CC0DDB">
              <w:rPr>
                <w:szCs w:val="24"/>
              </w:rPr>
              <w:t>а</w:t>
            </w:r>
            <w:r w:rsidRPr="00CC0DDB">
              <w:rPr>
                <w:szCs w:val="24"/>
              </w:rPr>
              <w:t>лизации</w:t>
            </w:r>
          </w:p>
        </w:tc>
        <w:tc>
          <w:tcPr>
            <w:tcW w:w="699" w:type="pct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Затраты, тыс. руб</w:t>
            </w:r>
          </w:p>
        </w:tc>
      </w:tr>
      <w:tr w:rsidR="00BE3174" w:rsidRPr="001830DA" w:rsidTr="00504959">
        <w:tc>
          <w:tcPr>
            <w:tcW w:w="4301" w:type="pct"/>
            <w:gridSpan w:val="3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  <w:highlight w:val="yellow"/>
              </w:rPr>
            </w:pPr>
            <w:r w:rsidRPr="00504959">
              <w:rPr>
                <w:b/>
                <w:i/>
                <w:sz w:val="24"/>
                <w:szCs w:val="24"/>
              </w:rPr>
              <w:t>с. Майма</w:t>
            </w:r>
          </w:p>
        </w:tc>
        <w:tc>
          <w:tcPr>
            <w:tcW w:w="699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  <w:highlight w:val="yellow"/>
              </w:rPr>
            </w:pPr>
          </w:p>
        </w:tc>
      </w:tr>
      <w:tr w:rsidR="00BE3174" w:rsidRPr="001830DA" w:rsidTr="00504959">
        <w:tc>
          <w:tcPr>
            <w:tcW w:w="282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3151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180000</w:t>
            </w:r>
          </w:p>
        </w:tc>
      </w:tr>
      <w:tr w:rsidR="00BE3174" w:rsidRPr="001830DA" w:rsidTr="00504959">
        <w:tc>
          <w:tcPr>
            <w:tcW w:w="282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3151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Строительство КОС мощностью 5000 м</w:t>
            </w:r>
            <w:r w:rsidRPr="00CC0DDB">
              <w:rPr>
                <w:szCs w:val="24"/>
                <w:vertAlign w:val="superscript"/>
              </w:rPr>
              <w:t>3</w:t>
            </w:r>
            <w:r w:rsidRPr="00CC0DDB">
              <w:rPr>
                <w:szCs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80000</w:t>
            </w:r>
          </w:p>
        </w:tc>
      </w:tr>
      <w:tr w:rsidR="00BE3174" w:rsidRPr="001830DA" w:rsidTr="00504959">
        <w:tc>
          <w:tcPr>
            <w:tcW w:w="4301" w:type="pct"/>
            <w:gridSpan w:val="3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04959">
              <w:rPr>
                <w:b/>
                <w:i/>
                <w:sz w:val="24"/>
                <w:szCs w:val="24"/>
              </w:rPr>
              <w:t>с. Подгорное</w:t>
            </w:r>
          </w:p>
        </w:tc>
        <w:tc>
          <w:tcPr>
            <w:tcW w:w="699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  <w:highlight w:val="yellow"/>
              </w:rPr>
            </w:pPr>
          </w:p>
        </w:tc>
      </w:tr>
      <w:tr w:rsidR="00BE3174" w:rsidRPr="001830DA" w:rsidTr="00504959">
        <w:tc>
          <w:tcPr>
            <w:tcW w:w="282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3151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18000</w:t>
            </w:r>
          </w:p>
        </w:tc>
      </w:tr>
      <w:tr w:rsidR="00BE3174" w:rsidRPr="001830DA" w:rsidTr="00504959">
        <w:tc>
          <w:tcPr>
            <w:tcW w:w="282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3151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Строительство ЛОС мощностью 150 м</w:t>
            </w:r>
            <w:r w:rsidRPr="00CC0DDB">
              <w:rPr>
                <w:szCs w:val="24"/>
                <w:vertAlign w:val="superscript"/>
              </w:rPr>
              <w:t>3</w:t>
            </w:r>
            <w:r w:rsidRPr="00CC0DDB">
              <w:rPr>
                <w:szCs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699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5000</w:t>
            </w:r>
          </w:p>
        </w:tc>
      </w:tr>
      <w:tr w:rsidR="00BE3174" w:rsidRPr="001830DA" w:rsidTr="00504959">
        <w:tc>
          <w:tcPr>
            <w:tcW w:w="4301" w:type="pct"/>
            <w:gridSpan w:val="3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04959">
              <w:rPr>
                <w:b/>
                <w:i/>
                <w:sz w:val="24"/>
                <w:szCs w:val="24"/>
              </w:rPr>
              <w:t>с. Верх-Карагуж</w:t>
            </w:r>
          </w:p>
        </w:tc>
        <w:tc>
          <w:tcPr>
            <w:tcW w:w="699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  <w:highlight w:val="yellow"/>
              </w:rPr>
            </w:pPr>
          </w:p>
        </w:tc>
      </w:tr>
      <w:tr w:rsidR="00BE3174" w:rsidRPr="001830DA" w:rsidTr="00504959">
        <w:tc>
          <w:tcPr>
            <w:tcW w:w="282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3151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13000</w:t>
            </w:r>
          </w:p>
        </w:tc>
      </w:tr>
      <w:tr w:rsidR="00BE3174" w:rsidRPr="001830DA" w:rsidTr="00504959">
        <w:tc>
          <w:tcPr>
            <w:tcW w:w="282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3151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Строительство ЛОС мощностью 130 м</w:t>
            </w:r>
            <w:r w:rsidRPr="00CC0DDB">
              <w:rPr>
                <w:szCs w:val="24"/>
                <w:vertAlign w:val="superscript"/>
              </w:rPr>
              <w:t>3</w:t>
            </w:r>
            <w:r w:rsidRPr="00CC0DDB">
              <w:rPr>
                <w:szCs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699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4000</w:t>
            </w:r>
          </w:p>
        </w:tc>
      </w:tr>
      <w:tr w:rsidR="00BE3174" w:rsidRPr="00DF5E2A" w:rsidTr="00504959">
        <w:tc>
          <w:tcPr>
            <w:tcW w:w="4301" w:type="pct"/>
            <w:gridSpan w:val="3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  <w:highlight w:val="yellow"/>
              </w:rPr>
            </w:pPr>
            <w:r w:rsidRPr="00504959">
              <w:rPr>
                <w:b/>
                <w:i/>
                <w:sz w:val="24"/>
                <w:szCs w:val="24"/>
              </w:rPr>
              <w:t>п. Карлушка</w:t>
            </w:r>
          </w:p>
        </w:tc>
        <w:tc>
          <w:tcPr>
            <w:tcW w:w="699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  <w:highlight w:val="yellow"/>
              </w:rPr>
            </w:pPr>
          </w:p>
        </w:tc>
      </w:tr>
      <w:tr w:rsidR="00BE3174" w:rsidRPr="007116AD" w:rsidTr="00504959">
        <w:tc>
          <w:tcPr>
            <w:tcW w:w="282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3151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8000</w:t>
            </w:r>
          </w:p>
        </w:tc>
      </w:tr>
      <w:tr w:rsidR="00BE3174" w:rsidRPr="007116AD" w:rsidTr="00504959">
        <w:tc>
          <w:tcPr>
            <w:tcW w:w="282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3151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Строительство КОС мощностью 100 м</w:t>
            </w:r>
            <w:r w:rsidRPr="00CC0DDB">
              <w:rPr>
                <w:szCs w:val="24"/>
                <w:vertAlign w:val="superscript"/>
              </w:rPr>
              <w:t>3</w:t>
            </w:r>
            <w:r w:rsidRPr="00CC0DDB">
              <w:rPr>
                <w:szCs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3000</w:t>
            </w:r>
          </w:p>
        </w:tc>
      </w:tr>
      <w:tr w:rsidR="00BE3174" w:rsidRPr="00DF5E2A" w:rsidTr="00504959">
        <w:tc>
          <w:tcPr>
            <w:tcW w:w="4301" w:type="pct"/>
            <w:gridSpan w:val="3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04959">
              <w:rPr>
                <w:b/>
                <w:i/>
                <w:sz w:val="24"/>
                <w:szCs w:val="24"/>
              </w:rPr>
              <w:t>п. Дубровка</w:t>
            </w:r>
          </w:p>
        </w:tc>
        <w:tc>
          <w:tcPr>
            <w:tcW w:w="699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  <w:highlight w:val="yellow"/>
              </w:rPr>
            </w:pPr>
          </w:p>
        </w:tc>
      </w:tr>
      <w:tr w:rsidR="00BE3174" w:rsidRPr="007116AD" w:rsidTr="00504959">
        <w:tc>
          <w:tcPr>
            <w:tcW w:w="282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1</w:t>
            </w:r>
          </w:p>
        </w:tc>
        <w:tc>
          <w:tcPr>
            <w:tcW w:w="3151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3000</w:t>
            </w:r>
          </w:p>
        </w:tc>
      </w:tr>
      <w:tr w:rsidR="00BE3174" w:rsidRPr="007116AD" w:rsidTr="00504959">
        <w:tc>
          <w:tcPr>
            <w:tcW w:w="282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</w:t>
            </w:r>
          </w:p>
        </w:tc>
        <w:tc>
          <w:tcPr>
            <w:tcW w:w="3151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CC0DDB">
              <w:rPr>
                <w:szCs w:val="24"/>
              </w:rPr>
              <w:t>Строительство ЛОС мощностью 30 м</w:t>
            </w:r>
            <w:r w:rsidRPr="00CC0DDB">
              <w:rPr>
                <w:szCs w:val="24"/>
                <w:vertAlign w:val="superscript"/>
              </w:rPr>
              <w:t>3</w:t>
            </w:r>
            <w:r w:rsidRPr="00CC0DDB">
              <w:rPr>
                <w:szCs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2019-2024 гг.</w:t>
            </w:r>
          </w:p>
        </w:tc>
        <w:tc>
          <w:tcPr>
            <w:tcW w:w="699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2000</w:t>
            </w:r>
          </w:p>
        </w:tc>
      </w:tr>
      <w:tr w:rsidR="00BE3174" w:rsidRPr="007116AD" w:rsidTr="00504959">
        <w:tc>
          <w:tcPr>
            <w:tcW w:w="282" w:type="pct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4019" w:type="pct"/>
            <w:gridSpan w:val="2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rPr>
                <w:b/>
                <w:szCs w:val="24"/>
              </w:rPr>
            </w:pPr>
            <w:r w:rsidRPr="00CC0DDB">
              <w:rPr>
                <w:b/>
                <w:szCs w:val="24"/>
              </w:rPr>
              <w:t>Итого по сельскому поселению:</w:t>
            </w:r>
          </w:p>
        </w:tc>
        <w:tc>
          <w:tcPr>
            <w:tcW w:w="699" w:type="pct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szCs w:val="24"/>
              </w:rPr>
            </w:pPr>
            <w:r w:rsidRPr="00CC0DDB">
              <w:rPr>
                <w:b/>
                <w:szCs w:val="24"/>
              </w:rPr>
              <w:t>316 000</w:t>
            </w:r>
          </w:p>
        </w:tc>
      </w:tr>
    </w:tbl>
    <w:p w:rsidR="00BE3174" w:rsidRDefault="00BE3174" w:rsidP="005B207F"/>
    <w:p w:rsidR="00BE3174" w:rsidRDefault="00BE3174" w:rsidP="005B207F"/>
    <w:p w:rsidR="00BE3174" w:rsidRDefault="00BE3174" w:rsidP="00A76893">
      <w:pPr>
        <w:pStyle w:val="Heading2"/>
        <w:rPr>
          <w:szCs w:val="28"/>
        </w:rPr>
      </w:pPr>
      <w:bookmarkStart w:id="85" w:name="_Toc10132726"/>
      <w:r w:rsidRPr="00575D7C">
        <w:t xml:space="preserve">Целевые показатели развития централизованной системы </w:t>
      </w:r>
      <w:r>
        <w:t xml:space="preserve">          </w:t>
      </w:r>
      <w:r w:rsidRPr="00575D7C">
        <w:t>водоотведения</w:t>
      </w:r>
      <w:bookmarkEnd w:id="85"/>
    </w:p>
    <w:p w:rsidR="00BE3174" w:rsidRDefault="00BE3174" w:rsidP="00F74C9C">
      <w:pPr>
        <w:rPr>
          <w:lang w:eastAsia="ru-RU"/>
        </w:rPr>
      </w:pPr>
      <w:r>
        <w:t>Целевые показатели деятельности организаций, осуществляющих ра</w:t>
      </w:r>
      <w:r>
        <w:t>з</w:t>
      </w:r>
      <w:r>
        <w:t>витие централизованной системы водоотведения перечислены в таблице 24.</w:t>
      </w:r>
    </w:p>
    <w:p w:rsidR="00BE3174" w:rsidRDefault="00BE3174">
      <w:pPr>
        <w:spacing w:line="240" w:lineRule="auto"/>
        <w:ind w:firstLine="0"/>
        <w:jc w:val="left"/>
      </w:pPr>
      <w:r>
        <w:br w:type="page"/>
      </w:r>
    </w:p>
    <w:p w:rsidR="00BE3174" w:rsidRPr="00384FEC" w:rsidRDefault="00BE3174" w:rsidP="00F74C9C">
      <w:pPr>
        <w:pStyle w:val="List"/>
        <w:numPr>
          <w:ilvl w:val="0"/>
          <w:numId w:val="0"/>
        </w:numPr>
        <w:rPr>
          <w:lang w:eastAsia="ru-RU"/>
        </w:rPr>
      </w:pPr>
      <w:r>
        <w:t>Таблица 24. Целевые показатели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4"/>
        <w:gridCol w:w="5206"/>
        <w:gridCol w:w="1559"/>
        <w:gridCol w:w="993"/>
        <w:gridCol w:w="1098"/>
      </w:tblGrid>
      <w:tr w:rsidR="00BE3174" w:rsidRPr="001C76DA" w:rsidTr="00504959">
        <w:tc>
          <w:tcPr>
            <w:tcW w:w="714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№</w:t>
            </w:r>
          </w:p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п/п</w:t>
            </w:r>
          </w:p>
        </w:tc>
        <w:tc>
          <w:tcPr>
            <w:tcW w:w="5206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Единица изм-я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2018 г</w:t>
            </w:r>
          </w:p>
        </w:tc>
        <w:tc>
          <w:tcPr>
            <w:tcW w:w="1098" w:type="dxa"/>
            <w:shd w:val="clear" w:color="auto" w:fill="C6D9F1"/>
          </w:tcPr>
          <w:p w:rsidR="00BE3174" w:rsidRPr="00CC0DDB" w:rsidRDefault="00BE3174" w:rsidP="00504959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CC0DDB">
              <w:rPr>
                <w:szCs w:val="24"/>
              </w:rPr>
              <w:t>Расче</w:t>
            </w:r>
            <w:r w:rsidRPr="00CC0DDB">
              <w:rPr>
                <w:szCs w:val="24"/>
              </w:rPr>
              <w:t>т</w:t>
            </w:r>
            <w:r w:rsidRPr="00CC0DDB">
              <w:rPr>
                <w:szCs w:val="24"/>
              </w:rPr>
              <w:t>ный срок, 2024 г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1</w:t>
            </w:r>
          </w:p>
        </w:tc>
        <w:tc>
          <w:tcPr>
            <w:tcW w:w="5206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Надежность и бесперебойность водоотведения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 xml:space="preserve">Часов в </w:t>
            </w:r>
          </w:p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сутки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2</w:t>
            </w:r>
          </w:p>
        </w:tc>
        <w:tc>
          <w:tcPr>
            <w:tcW w:w="5206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Показатель качества обслуживания населения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% населения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3</w:t>
            </w:r>
          </w:p>
        </w:tc>
        <w:tc>
          <w:tcPr>
            <w:tcW w:w="5206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Показатель качества очистки сточных вод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Доля проб хуже ПДК %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4</w:t>
            </w:r>
          </w:p>
        </w:tc>
        <w:tc>
          <w:tcPr>
            <w:tcW w:w="5206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Степень износа сетей водоотведения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5</w:t>
            </w:r>
          </w:p>
        </w:tc>
        <w:tc>
          <w:tcPr>
            <w:tcW w:w="5206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Соотношение цены реализации мероприятий инвестиционной программы и их эффективн</w:t>
            </w:r>
            <w:r w:rsidRPr="00504959">
              <w:rPr>
                <w:sz w:val="24"/>
                <w:szCs w:val="24"/>
              </w:rPr>
              <w:t>о</w:t>
            </w:r>
            <w:r w:rsidRPr="00504959">
              <w:rPr>
                <w:sz w:val="24"/>
                <w:szCs w:val="24"/>
              </w:rPr>
              <w:t>сти - улучшение качества очистки сточных вод</w:t>
            </w:r>
          </w:p>
        </w:tc>
        <w:tc>
          <w:tcPr>
            <w:tcW w:w="1559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Нет данных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6</w:t>
            </w:r>
          </w:p>
        </w:tc>
        <w:tc>
          <w:tcPr>
            <w:tcW w:w="5206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Снижение количества сетей требующих замены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BE3174" w:rsidRPr="001C76DA" w:rsidTr="00504959">
        <w:tc>
          <w:tcPr>
            <w:tcW w:w="714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7</w:t>
            </w:r>
          </w:p>
        </w:tc>
        <w:tc>
          <w:tcPr>
            <w:tcW w:w="5206" w:type="dxa"/>
          </w:tcPr>
          <w:p w:rsidR="00BE3174" w:rsidRPr="00504959" w:rsidRDefault="00BE3174" w:rsidP="005049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Строительство новых канализационных сетей</w:t>
            </w:r>
          </w:p>
        </w:tc>
        <w:tc>
          <w:tcPr>
            <w:tcW w:w="1559" w:type="dxa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04959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BE3174" w:rsidRPr="00504959" w:rsidRDefault="00BE3174" w:rsidP="0050495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</w:tbl>
    <w:p w:rsidR="00BE3174" w:rsidRDefault="00BE3174" w:rsidP="003C30AE">
      <w:pPr>
        <w:rPr>
          <w:szCs w:val="28"/>
        </w:rPr>
      </w:pPr>
    </w:p>
    <w:p w:rsidR="00BE3174" w:rsidRDefault="00BE3174" w:rsidP="003C30AE">
      <w:pPr>
        <w:rPr>
          <w:szCs w:val="28"/>
        </w:rPr>
      </w:pPr>
    </w:p>
    <w:p w:rsidR="00BE3174" w:rsidRDefault="00BE3174" w:rsidP="00A76893">
      <w:pPr>
        <w:pStyle w:val="Heading2"/>
      </w:pPr>
      <w:bookmarkStart w:id="86" w:name="_Toc10132727"/>
      <w:r w:rsidRPr="00575D7C">
        <w:t xml:space="preserve">Перечень выявленных бесхозяйных объектов централизованной системы водоотведения (в случае их выявления) и перечень </w:t>
      </w:r>
      <w:r>
        <w:t xml:space="preserve">                  </w:t>
      </w:r>
      <w:r w:rsidRPr="00575D7C">
        <w:t>организаций, уполномоченных на их эксплуатацию</w:t>
      </w:r>
      <w:bookmarkEnd w:id="86"/>
    </w:p>
    <w:p w:rsidR="00BE3174" w:rsidRPr="00D972E9" w:rsidRDefault="00BE3174" w:rsidP="004A47EE">
      <w:pPr>
        <w:ind w:firstLine="567"/>
        <w:rPr>
          <w:szCs w:val="28"/>
        </w:rPr>
      </w:pPr>
      <w:bookmarkStart w:id="87" w:name="_Toc392777236"/>
      <w:r w:rsidRPr="00D972E9">
        <w:rPr>
          <w:szCs w:val="28"/>
        </w:rPr>
        <w:t>В случае выявления бесхозяйных сетей (сетей, не имеющих эксплуат</w:t>
      </w:r>
      <w:r w:rsidRPr="00D972E9">
        <w:rPr>
          <w:szCs w:val="28"/>
        </w:rPr>
        <w:t>и</w:t>
      </w:r>
      <w:r w:rsidRPr="00D972E9">
        <w:rPr>
          <w:szCs w:val="28"/>
        </w:rPr>
        <w:t>рующей организации) орган местного самоуправления поселения или горо</w:t>
      </w:r>
      <w:r w:rsidRPr="00D972E9">
        <w:rPr>
          <w:szCs w:val="28"/>
        </w:rPr>
        <w:t>д</w:t>
      </w:r>
      <w:r w:rsidRPr="00D972E9">
        <w:rPr>
          <w:szCs w:val="28"/>
        </w:rPr>
        <w:t>ского округа до признания права собственности на указанные бесхозяйные сети в течение тридцати дней с даты их выявления обязан определить орг</w:t>
      </w:r>
      <w:r w:rsidRPr="00D972E9">
        <w:rPr>
          <w:szCs w:val="28"/>
        </w:rPr>
        <w:t>а</w:t>
      </w:r>
      <w:r w:rsidRPr="00D972E9">
        <w:rPr>
          <w:szCs w:val="28"/>
        </w:rPr>
        <w:t>низацию, сети которой непосредственно соединены с указанными бесхозя</w:t>
      </w:r>
      <w:r w:rsidRPr="00D972E9">
        <w:rPr>
          <w:szCs w:val="28"/>
        </w:rPr>
        <w:t>й</w:t>
      </w:r>
      <w:r w:rsidRPr="00D972E9">
        <w:rPr>
          <w:szCs w:val="28"/>
        </w:rPr>
        <w:t>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</w:t>
      </w:r>
      <w:r w:rsidRPr="00D972E9">
        <w:rPr>
          <w:szCs w:val="28"/>
        </w:rPr>
        <w:t>и</w:t>
      </w:r>
      <w:r w:rsidRPr="00D972E9">
        <w:rPr>
          <w:szCs w:val="28"/>
        </w:rPr>
        <w:t>фы соответствующей организации на следующий период регулирования.</w:t>
      </w:r>
    </w:p>
    <w:bookmarkEnd w:id="87"/>
    <w:p w:rsidR="00BE3174" w:rsidRDefault="00BE3174" w:rsidP="00F74C9C">
      <w:r>
        <w:rPr>
          <w:szCs w:val="28"/>
        </w:rPr>
        <w:t xml:space="preserve">Бесхозяйных объектов </w:t>
      </w:r>
      <w:r>
        <w:t xml:space="preserve">централизованной системы водоотведения </w:t>
      </w:r>
      <w:r>
        <w:rPr>
          <w:szCs w:val="28"/>
        </w:rPr>
        <w:t>не выявлено.</w:t>
      </w:r>
    </w:p>
    <w:p w:rsidR="00BE3174" w:rsidRDefault="00BE3174">
      <w:pPr>
        <w:spacing w:line="240" w:lineRule="auto"/>
        <w:ind w:firstLine="0"/>
        <w:jc w:val="left"/>
        <w:rPr>
          <w:szCs w:val="28"/>
        </w:rPr>
      </w:pPr>
    </w:p>
    <w:p w:rsidR="00BE3174" w:rsidRDefault="00BE3174">
      <w:pPr>
        <w:spacing w:line="240" w:lineRule="auto"/>
        <w:ind w:firstLine="0"/>
        <w:jc w:val="left"/>
        <w:rPr>
          <w:szCs w:val="28"/>
        </w:rPr>
      </w:pPr>
    </w:p>
    <w:p w:rsidR="00BE3174" w:rsidRDefault="00BE3174">
      <w:pPr>
        <w:spacing w:line="240" w:lineRule="auto"/>
        <w:ind w:firstLine="0"/>
        <w:jc w:val="left"/>
        <w:rPr>
          <w:szCs w:val="28"/>
        </w:rPr>
      </w:pPr>
    </w:p>
    <w:p w:rsidR="00BE3174" w:rsidRDefault="00BE3174">
      <w:pPr>
        <w:spacing w:line="240" w:lineRule="auto"/>
        <w:ind w:firstLine="0"/>
        <w:jc w:val="left"/>
      </w:pPr>
      <w:r>
        <w:br w:type="page"/>
      </w:r>
    </w:p>
    <w:p w:rsidR="00BE3174" w:rsidRDefault="00BE3174" w:rsidP="00C50ED0">
      <w:pPr>
        <w:pStyle w:val="Heading1"/>
      </w:pPr>
      <w:bookmarkStart w:id="88" w:name="_Toc10132728"/>
      <w:r>
        <w:t>Библиографический список</w:t>
      </w:r>
      <w:bookmarkEnd w:id="88"/>
    </w:p>
    <w:p w:rsidR="00BE3174" w:rsidRDefault="00BE3174" w:rsidP="00DD093F">
      <w:pPr>
        <w:pStyle w:val="Default"/>
        <w:numPr>
          <w:ilvl w:val="0"/>
          <w:numId w:val="3"/>
        </w:num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водо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3174" w:rsidRPr="005847D7" w:rsidRDefault="00BE3174" w:rsidP="00DD093F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 xml:space="preserve">Требования к содержанию схем </w:t>
      </w:r>
      <w:r w:rsidRPr="00E61E6D">
        <w:rPr>
          <w:szCs w:val="28"/>
        </w:rPr>
        <w:t>водоснабжения и водоотведения</w:t>
      </w:r>
      <w:r>
        <w:rPr>
          <w:szCs w:val="28"/>
        </w:rPr>
        <w:t>, утвержденные постановлением</w:t>
      </w:r>
      <w:r w:rsidRPr="00E61E6D">
        <w:rPr>
          <w:szCs w:val="28"/>
        </w:rPr>
        <w:t xml:space="preserve"> Правительств</w:t>
      </w:r>
      <w:r>
        <w:rPr>
          <w:szCs w:val="28"/>
        </w:rPr>
        <w:t>а РФ от 05.09.</w:t>
      </w:r>
      <w:r w:rsidRPr="00E61E6D">
        <w:rPr>
          <w:szCs w:val="28"/>
        </w:rPr>
        <w:t>2013 г. № 782</w:t>
      </w:r>
      <w:r>
        <w:rPr>
          <w:szCs w:val="28"/>
        </w:rPr>
        <w:t>;</w:t>
      </w:r>
    </w:p>
    <w:p w:rsidR="00BE3174" w:rsidRPr="00AB5B39" w:rsidRDefault="00BE3174" w:rsidP="00DD093F">
      <w:pPr>
        <w:pStyle w:val="ListParagraph"/>
        <w:numPr>
          <w:ilvl w:val="0"/>
          <w:numId w:val="3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>Федеральный закон от 23.11.2009 № 261-ФЗ «Об энергосбережении и повышении энергетической эффективности и о внесении измен</w:t>
      </w:r>
      <w:r w:rsidRPr="00AB5B39">
        <w:rPr>
          <w:szCs w:val="28"/>
        </w:rPr>
        <w:t>е</w:t>
      </w:r>
      <w:r w:rsidRPr="00AB5B39">
        <w:rPr>
          <w:szCs w:val="28"/>
        </w:rPr>
        <w:t>ний в отдельные законодательные акты Российской Федерации»;</w:t>
      </w:r>
    </w:p>
    <w:p w:rsidR="00BE3174" w:rsidRPr="006A5FA7" w:rsidRDefault="00BE3174" w:rsidP="00DD093F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>СП 30</w:t>
      </w:r>
      <w:r w:rsidRPr="00AB5B39">
        <w:rPr>
          <w:szCs w:val="28"/>
        </w:rPr>
        <w:t>.13330.2012</w:t>
      </w:r>
      <w:r>
        <w:rPr>
          <w:szCs w:val="28"/>
        </w:rPr>
        <w:t xml:space="preserve"> </w:t>
      </w:r>
      <w:r w:rsidRPr="00AB5B39">
        <w:rPr>
          <w:szCs w:val="28"/>
        </w:rPr>
        <w:t>«Внутренний водопровод и канализация зданий»</w:t>
      </w:r>
      <w:r>
        <w:rPr>
          <w:szCs w:val="28"/>
        </w:rPr>
        <w:t xml:space="preserve"> (</w:t>
      </w:r>
      <w:r w:rsidRPr="00AB5B39">
        <w:rPr>
          <w:szCs w:val="28"/>
        </w:rPr>
        <w:t>Актуализированная редакция СНИП</w:t>
      </w:r>
      <w:r>
        <w:rPr>
          <w:szCs w:val="28"/>
        </w:rPr>
        <w:t xml:space="preserve"> </w:t>
      </w:r>
      <w:r w:rsidRPr="00AB5B39">
        <w:rPr>
          <w:szCs w:val="28"/>
        </w:rPr>
        <w:t>.04.01-85*</w:t>
      </w:r>
      <w:r>
        <w:rPr>
          <w:szCs w:val="28"/>
        </w:rPr>
        <w:t>);</w:t>
      </w:r>
    </w:p>
    <w:p w:rsidR="00BE3174" w:rsidRPr="00AF7901" w:rsidRDefault="00BE3174" w:rsidP="00DD093F">
      <w:pPr>
        <w:pStyle w:val="ListParagraph"/>
        <w:numPr>
          <w:ilvl w:val="0"/>
          <w:numId w:val="3"/>
        </w:numPr>
        <w:contextualSpacing/>
      </w:pPr>
      <w:r w:rsidRPr="00AB5B39">
        <w:rPr>
          <w:szCs w:val="28"/>
        </w:rPr>
        <w:t xml:space="preserve">СП 31.13330.2012 «Водоснабжение. Наружные сети и сооружения» </w:t>
      </w:r>
      <w:r>
        <w:rPr>
          <w:szCs w:val="28"/>
        </w:rPr>
        <w:t>(</w:t>
      </w:r>
      <w:r w:rsidRPr="00AB5B39">
        <w:rPr>
          <w:szCs w:val="28"/>
        </w:rPr>
        <w:t>Актуализированная редакция СНИП 2.04.02.-84*</w:t>
      </w:r>
      <w:r>
        <w:rPr>
          <w:szCs w:val="28"/>
        </w:rPr>
        <w:t>)</w:t>
      </w:r>
      <w:r w:rsidRPr="00AB5B39">
        <w:rPr>
          <w:szCs w:val="28"/>
        </w:rPr>
        <w:t>;</w:t>
      </w:r>
    </w:p>
    <w:p w:rsidR="00BE3174" w:rsidRPr="00AF7901" w:rsidRDefault="00BE3174" w:rsidP="00DD093F">
      <w:pPr>
        <w:pStyle w:val="ListParagraph"/>
        <w:numPr>
          <w:ilvl w:val="0"/>
          <w:numId w:val="3"/>
        </w:numPr>
        <w:contextualSpacing/>
      </w:pPr>
      <w:r w:rsidRPr="00AB5B39">
        <w:rPr>
          <w:szCs w:val="28"/>
        </w:rPr>
        <w:t xml:space="preserve">СП 32.13330.2012 «Канализация. Наружные сети и сооружения». </w:t>
      </w:r>
      <w:r>
        <w:rPr>
          <w:szCs w:val="28"/>
        </w:rPr>
        <w:t>(</w:t>
      </w:r>
      <w:r w:rsidRPr="00AB5B39">
        <w:rPr>
          <w:szCs w:val="28"/>
        </w:rPr>
        <w:t>Актуализированная редакция СНИП 2.04.03-85*</w:t>
      </w:r>
      <w:r>
        <w:rPr>
          <w:szCs w:val="28"/>
        </w:rPr>
        <w:t>)</w:t>
      </w:r>
      <w:r w:rsidRPr="00AB5B39">
        <w:rPr>
          <w:szCs w:val="28"/>
        </w:rPr>
        <w:t>;</w:t>
      </w:r>
    </w:p>
    <w:p w:rsidR="00BE3174" w:rsidRPr="00DF4491" w:rsidRDefault="00BE3174" w:rsidP="00DD093F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>СП 8.13130.2009 «Источники наружного противопожарного вод</w:t>
      </w:r>
      <w:r>
        <w:rPr>
          <w:szCs w:val="28"/>
        </w:rPr>
        <w:t>о</w:t>
      </w:r>
      <w:r>
        <w:rPr>
          <w:szCs w:val="28"/>
        </w:rPr>
        <w:t>снабжения». (Требования пожарной безопасности;);</w:t>
      </w:r>
    </w:p>
    <w:p w:rsidR="00BE3174" w:rsidRPr="00DD7348" w:rsidRDefault="00BE3174" w:rsidP="00DF4491">
      <w:pPr>
        <w:pStyle w:val="ListParagraph"/>
        <w:numPr>
          <w:ilvl w:val="0"/>
          <w:numId w:val="3"/>
        </w:numPr>
        <w:contextualSpacing/>
      </w:pPr>
      <w:r>
        <w:t>СанПиН 2.1.4.1074-01 Питьевая вода. Гигиенические требования к качеству воды централизованных систем питьевого водоснабжения. Контроль качества.</w:t>
      </w:r>
    </w:p>
    <w:p w:rsidR="00BE3174" w:rsidRDefault="00BE3174" w:rsidP="00C50ED0"/>
    <w:p w:rsidR="00BE3174" w:rsidRDefault="00BE3174" w:rsidP="00C50ED0"/>
    <w:p w:rsidR="00BE3174" w:rsidRDefault="00BE3174" w:rsidP="00C50ED0">
      <w:pPr>
        <w:rPr>
          <w:szCs w:val="28"/>
        </w:rPr>
      </w:pPr>
    </w:p>
    <w:p w:rsidR="00BE3174" w:rsidRPr="00DD7348" w:rsidRDefault="00BE3174" w:rsidP="00277034">
      <w:pPr>
        <w:pStyle w:val="ListParagraph"/>
        <w:ind w:left="924" w:firstLine="0"/>
        <w:contextualSpacing/>
      </w:pPr>
    </w:p>
    <w:sectPr w:rsidR="00BE3174" w:rsidRPr="00DD7348" w:rsidSect="00F719E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174" w:rsidRDefault="00BE3174" w:rsidP="00C005E8">
      <w:pPr>
        <w:spacing w:line="240" w:lineRule="auto"/>
      </w:pPr>
      <w:r>
        <w:separator/>
      </w:r>
    </w:p>
  </w:endnote>
  <w:endnote w:type="continuationSeparator" w:id="0">
    <w:p w:rsidR="00BE3174" w:rsidRDefault="00BE3174" w:rsidP="00C00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174" w:rsidRDefault="00BE3174">
    <w:pPr>
      <w:pStyle w:val="Footer"/>
      <w:jc w:val="center"/>
    </w:pPr>
    <w:fldSimple w:instr=" PAGE   \* MERGEFORMAT ">
      <w:r>
        <w:rPr>
          <w:noProof/>
        </w:rPr>
        <w:t>52</w:t>
      </w:r>
    </w:fldSimple>
  </w:p>
  <w:p w:rsidR="00BE3174" w:rsidRDefault="00BE31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174" w:rsidRDefault="00BE3174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BE3174" w:rsidRDefault="00BE31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174" w:rsidRDefault="00BE3174" w:rsidP="00C005E8">
      <w:pPr>
        <w:spacing w:line="240" w:lineRule="auto"/>
      </w:pPr>
      <w:r>
        <w:separator/>
      </w:r>
    </w:p>
  </w:footnote>
  <w:footnote w:type="continuationSeparator" w:id="0">
    <w:p w:rsidR="00BE3174" w:rsidRDefault="00BE3174" w:rsidP="00C005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C569130"/>
    <w:lvl w:ilvl="0">
      <w:start w:val="1"/>
      <w:numFmt w:val="bullet"/>
      <w:lvlText w:val="-"/>
      <w:lvlJc w:val="left"/>
      <w:pPr>
        <w:tabs>
          <w:tab w:val="num" w:pos="720"/>
        </w:tabs>
        <w:ind w:left="851" w:hanging="284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1">
    <w:nsid w:val="01432087"/>
    <w:multiLevelType w:val="hybridMultilevel"/>
    <w:tmpl w:val="22080DA2"/>
    <w:lvl w:ilvl="0" w:tplc="DB722EA0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E4804"/>
    <w:multiLevelType w:val="hybridMultilevel"/>
    <w:tmpl w:val="07689744"/>
    <w:lvl w:ilvl="0" w:tplc="19D8B46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DC23CC"/>
    <w:multiLevelType w:val="multilevel"/>
    <w:tmpl w:val="E9EA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203FA0"/>
    <w:multiLevelType w:val="hybridMultilevel"/>
    <w:tmpl w:val="58F41564"/>
    <w:lvl w:ilvl="0" w:tplc="725252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A235B"/>
    <w:multiLevelType w:val="multilevel"/>
    <w:tmpl w:val="E172622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>
    <w:nsid w:val="1A4621CB"/>
    <w:multiLevelType w:val="hybridMultilevel"/>
    <w:tmpl w:val="2B2EDC1E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BB1B98"/>
    <w:multiLevelType w:val="hybridMultilevel"/>
    <w:tmpl w:val="903829A0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BF44E9"/>
    <w:multiLevelType w:val="hybridMultilevel"/>
    <w:tmpl w:val="C964A83A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F8369B"/>
    <w:multiLevelType w:val="hybridMultilevel"/>
    <w:tmpl w:val="D2385442"/>
    <w:lvl w:ilvl="0" w:tplc="181661E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3565B52"/>
    <w:multiLevelType w:val="hybridMultilevel"/>
    <w:tmpl w:val="584EFC58"/>
    <w:lvl w:ilvl="0" w:tplc="2F30BB0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7C2804"/>
    <w:multiLevelType w:val="hybridMultilevel"/>
    <w:tmpl w:val="99EEBFB4"/>
    <w:lvl w:ilvl="0" w:tplc="A4BA1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614F3"/>
    <w:multiLevelType w:val="multilevel"/>
    <w:tmpl w:val="8306ED7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11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111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>
    <w:nsid w:val="2C6714BD"/>
    <w:multiLevelType w:val="hybridMultilevel"/>
    <w:tmpl w:val="711E1B94"/>
    <w:lvl w:ilvl="0" w:tplc="3D5695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2E2A3BDC"/>
    <w:multiLevelType w:val="hybridMultilevel"/>
    <w:tmpl w:val="2856CBEA"/>
    <w:lvl w:ilvl="0" w:tplc="DAB2837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136ED"/>
    <w:multiLevelType w:val="hybridMultilevel"/>
    <w:tmpl w:val="D82E12A4"/>
    <w:lvl w:ilvl="0" w:tplc="B9BAAC02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014BDF"/>
    <w:multiLevelType w:val="hybridMultilevel"/>
    <w:tmpl w:val="1684273C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23D0DCA"/>
    <w:multiLevelType w:val="hybridMultilevel"/>
    <w:tmpl w:val="7CECF45A"/>
    <w:lvl w:ilvl="0" w:tplc="A4BA179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330E55A0"/>
    <w:multiLevelType w:val="multilevel"/>
    <w:tmpl w:val="74EAB172"/>
    <w:lvl w:ilvl="0">
      <w:start w:val="1"/>
      <w:numFmt w:val="decimal"/>
      <w:lvlText w:val="%1."/>
      <w:lvlJc w:val="left"/>
      <w:pPr>
        <w:ind w:left="851" w:hanging="284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002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9">
    <w:nsid w:val="35070622"/>
    <w:multiLevelType w:val="hybridMultilevel"/>
    <w:tmpl w:val="050CE840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30010F"/>
    <w:multiLevelType w:val="hybridMultilevel"/>
    <w:tmpl w:val="93BE579A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A016F5D"/>
    <w:multiLevelType w:val="hybridMultilevel"/>
    <w:tmpl w:val="1FBE048E"/>
    <w:lvl w:ilvl="0" w:tplc="DEA26C18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72F6B"/>
    <w:multiLevelType w:val="hybridMultilevel"/>
    <w:tmpl w:val="903CCC1C"/>
    <w:lvl w:ilvl="0" w:tplc="89FAC43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8346C8"/>
    <w:multiLevelType w:val="hybridMultilevel"/>
    <w:tmpl w:val="30E04AA2"/>
    <w:lvl w:ilvl="0" w:tplc="7652956A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0F37EF"/>
    <w:multiLevelType w:val="hybridMultilevel"/>
    <w:tmpl w:val="05BC6896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F600707"/>
    <w:multiLevelType w:val="hybridMultilevel"/>
    <w:tmpl w:val="8648DEF8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0FE1254"/>
    <w:multiLevelType w:val="hybridMultilevel"/>
    <w:tmpl w:val="F302480A"/>
    <w:lvl w:ilvl="0" w:tplc="72F0D1B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4F405A4"/>
    <w:multiLevelType w:val="hybridMultilevel"/>
    <w:tmpl w:val="05DC4596"/>
    <w:lvl w:ilvl="0" w:tplc="75B4D83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6BB2EFA"/>
    <w:multiLevelType w:val="hybridMultilevel"/>
    <w:tmpl w:val="B622AD78"/>
    <w:lvl w:ilvl="0" w:tplc="ED3CDF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6DA52BC"/>
    <w:multiLevelType w:val="hybridMultilevel"/>
    <w:tmpl w:val="755A75C4"/>
    <w:lvl w:ilvl="0" w:tplc="D4E8852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FA4F7E"/>
    <w:multiLevelType w:val="hybridMultilevel"/>
    <w:tmpl w:val="A06CC6D0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DC6C0C"/>
    <w:multiLevelType w:val="hybridMultilevel"/>
    <w:tmpl w:val="F970CCE2"/>
    <w:lvl w:ilvl="0" w:tplc="CF6280F6">
      <w:start w:val="1"/>
      <w:numFmt w:val="decimal"/>
      <w:lvlText w:val="%1."/>
      <w:lvlJc w:val="left"/>
      <w:pPr>
        <w:ind w:left="851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D7251F7"/>
    <w:multiLevelType w:val="hybridMultilevel"/>
    <w:tmpl w:val="8B9EB964"/>
    <w:lvl w:ilvl="0" w:tplc="6C5EF24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6950B0"/>
    <w:multiLevelType w:val="multilevel"/>
    <w:tmpl w:val="658E9278"/>
    <w:lvl w:ilvl="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firstLine="567"/>
      </w:pPr>
      <w:rPr>
        <w:rFonts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35">
    <w:nsid w:val="5BC83E84"/>
    <w:multiLevelType w:val="hybridMultilevel"/>
    <w:tmpl w:val="21F87FFA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12F1A4D"/>
    <w:multiLevelType w:val="hybridMultilevel"/>
    <w:tmpl w:val="6F1E3546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2CB60A9"/>
    <w:multiLevelType w:val="hybridMultilevel"/>
    <w:tmpl w:val="DFF8ED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6D237D"/>
    <w:multiLevelType w:val="multilevel"/>
    <w:tmpl w:val="539E3278"/>
    <w:styleLink w:val="1111111"/>
    <w:lvl w:ilvl="0">
      <w:start w:val="1"/>
      <w:numFmt w:val="bullet"/>
      <w:pStyle w:val="Lis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1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</w:abstractNum>
  <w:abstractNum w:abstractNumId="39">
    <w:nsid w:val="6675665A"/>
    <w:multiLevelType w:val="hybridMultilevel"/>
    <w:tmpl w:val="CB6EC228"/>
    <w:lvl w:ilvl="0" w:tplc="EF1A5AAC">
      <w:start w:val="1"/>
      <w:numFmt w:val="decimal"/>
      <w:lvlText w:val="%1."/>
      <w:lvlJc w:val="left"/>
      <w:pPr>
        <w:ind w:left="851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868308E"/>
    <w:multiLevelType w:val="hybridMultilevel"/>
    <w:tmpl w:val="C382DD70"/>
    <w:lvl w:ilvl="0" w:tplc="7C2AC6E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687179DF"/>
    <w:multiLevelType w:val="hybridMultilevel"/>
    <w:tmpl w:val="5434BF88"/>
    <w:lvl w:ilvl="0" w:tplc="32462550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A1B6EB4"/>
    <w:multiLevelType w:val="hybridMultilevel"/>
    <w:tmpl w:val="7032B1EE"/>
    <w:lvl w:ilvl="0" w:tplc="6962310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7EA2189"/>
    <w:multiLevelType w:val="hybridMultilevel"/>
    <w:tmpl w:val="A9907BCA"/>
    <w:lvl w:ilvl="0" w:tplc="FA729A3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D782E99"/>
    <w:multiLevelType w:val="hybridMultilevel"/>
    <w:tmpl w:val="D0C83CFC"/>
    <w:lvl w:ilvl="0" w:tplc="B8E237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9A522F"/>
    <w:multiLevelType w:val="hybridMultilevel"/>
    <w:tmpl w:val="38DCA80C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6"/>
  </w:num>
  <w:num w:numId="4">
    <w:abstractNumId w:val="34"/>
  </w:num>
  <w:num w:numId="5">
    <w:abstractNumId w:val="38"/>
  </w:num>
  <w:num w:numId="6">
    <w:abstractNumId w:val="37"/>
  </w:num>
  <w:num w:numId="7">
    <w:abstractNumId w:val="36"/>
  </w:num>
  <w:num w:numId="8">
    <w:abstractNumId w:val="6"/>
  </w:num>
  <w:num w:numId="9">
    <w:abstractNumId w:val="20"/>
  </w:num>
  <w:num w:numId="10">
    <w:abstractNumId w:val="25"/>
  </w:num>
  <w:num w:numId="11">
    <w:abstractNumId w:val="7"/>
  </w:num>
  <w:num w:numId="12">
    <w:abstractNumId w:val="18"/>
  </w:num>
  <w:num w:numId="13">
    <w:abstractNumId w:val="31"/>
  </w:num>
  <w:num w:numId="14">
    <w:abstractNumId w:val="15"/>
  </w:num>
  <w:num w:numId="15">
    <w:abstractNumId w:val="23"/>
  </w:num>
  <w:num w:numId="16">
    <w:abstractNumId w:val="1"/>
  </w:num>
  <w:num w:numId="17">
    <w:abstractNumId w:val="16"/>
  </w:num>
  <w:num w:numId="18">
    <w:abstractNumId w:val="41"/>
  </w:num>
  <w:num w:numId="19">
    <w:abstractNumId w:val="0"/>
  </w:num>
  <w:num w:numId="20">
    <w:abstractNumId w:val="29"/>
  </w:num>
  <w:num w:numId="21">
    <w:abstractNumId w:val="3"/>
  </w:num>
  <w:num w:numId="22">
    <w:abstractNumId w:val="28"/>
  </w:num>
  <w:num w:numId="23">
    <w:abstractNumId w:val="42"/>
  </w:num>
  <w:num w:numId="24">
    <w:abstractNumId w:val="32"/>
  </w:num>
  <w:num w:numId="25">
    <w:abstractNumId w:val="4"/>
  </w:num>
  <w:num w:numId="26">
    <w:abstractNumId w:val="39"/>
  </w:num>
  <w:num w:numId="27">
    <w:abstractNumId w:val="33"/>
  </w:num>
  <w:num w:numId="28">
    <w:abstractNumId w:val="35"/>
  </w:num>
  <w:num w:numId="29">
    <w:abstractNumId w:val="21"/>
  </w:num>
  <w:num w:numId="30">
    <w:abstractNumId w:val="40"/>
  </w:num>
  <w:num w:numId="31">
    <w:abstractNumId w:val="14"/>
  </w:num>
  <w:num w:numId="32">
    <w:abstractNumId w:val="22"/>
  </w:num>
  <w:num w:numId="33">
    <w:abstractNumId w:val="10"/>
  </w:num>
  <w:num w:numId="34">
    <w:abstractNumId w:val="9"/>
  </w:num>
  <w:num w:numId="35">
    <w:abstractNumId w:val="43"/>
  </w:num>
  <w:num w:numId="36">
    <w:abstractNumId w:val="13"/>
  </w:num>
  <w:num w:numId="37">
    <w:abstractNumId w:val="2"/>
  </w:num>
  <w:num w:numId="38">
    <w:abstractNumId w:val="27"/>
  </w:num>
  <w:num w:numId="39">
    <w:abstractNumId w:val="44"/>
  </w:num>
  <w:num w:numId="40">
    <w:abstractNumId w:val="11"/>
  </w:num>
  <w:num w:numId="41">
    <w:abstractNumId w:val="17"/>
  </w:num>
  <w:num w:numId="42">
    <w:abstractNumId w:val="19"/>
  </w:num>
  <w:num w:numId="43">
    <w:abstractNumId w:val="8"/>
  </w:num>
  <w:num w:numId="44">
    <w:abstractNumId w:val="24"/>
  </w:num>
  <w:num w:numId="45">
    <w:abstractNumId w:val="30"/>
  </w:num>
  <w:num w:numId="46">
    <w:abstractNumId w:val="4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293"/>
    <w:rsid w:val="000025F9"/>
    <w:rsid w:val="0000410D"/>
    <w:rsid w:val="00006D09"/>
    <w:rsid w:val="00010256"/>
    <w:rsid w:val="00011261"/>
    <w:rsid w:val="000149A1"/>
    <w:rsid w:val="00022227"/>
    <w:rsid w:val="00023703"/>
    <w:rsid w:val="0002478F"/>
    <w:rsid w:val="000278D6"/>
    <w:rsid w:val="00030DA8"/>
    <w:rsid w:val="000315EC"/>
    <w:rsid w:val="000365B9"/>
    <w:rsid w:val="000378F0"/>
    <w:rsid w:val="0004159C"/>
    <w:rsid w:val="000427BF"/>
    <w:rsid w:val="00042CD7"/>
    <w:rsid w:val="00051645"/>
    <w:rsid w:val="000635A2"/>
    <w:rsid w:val="000642A8"/>
    <w:rsid w:val="00073CC8"/>
    <w:rsid w:val="00076AB2"/>
    <w:rsid w:val="00081EE0"/>
    <w:rsid w:val="000851E4"/>
    <w:rsid w:val="000866E0"/>
    <w:rsid w:val="0008679A"/>
    <w:rsid w:val="00090D9C"/>
    <w:rsid w:val="000972B7"/>
    <w:rsid w:val="000A0C74"/>
    <w:rsid w:val="000A1B5D"/>
    <w:rsid w:val="000A23CA"/>
    <w:rsid w:val="000B20F2"/>
    <w:rsid w:val="000B4E6F"/>
    <w:rsid w:val="000C0001"/>
    <w:rsid w:val="000C0123"/>
    <w:rsid w:val="000C1E50"/>
    <w:rsid w:val="000C6ECD"/>
    <w:rsid w:val="000D03AE"/>
    <w:rsid w:val="000D07C8"/>
    <w:rsid w:val="000D0F19"/>
    <w:rsid w:val="000D3A7B"/>
    <w:rsid w:val="000D7A70"/>
    <w:rsid w:val="000E2C1A"/>
    <w:rsid w:val="000E3D86"/>
    <w:rsid w:val="000F12FF"/>
    <w:rsid w:val="000F363E"/>
    <w:rsid w:val="000F4F35"/>
    <w:rsid w:val="000F6CE3"/>
    <w:rsid w:val="000F75EC"/>
    <w:rsid w:val="000F782F"/>
    <w:rsid w:val="00104E45"/>
    <w:rsid w:val="00111622"/>
    <w:rsid w:val="001120EA"/>
    <w:rsid w:val="00116DB6"/>
    <w:rsid w:val="001177B0"/>
    <w:rsid w:val="001204D5"/>
    <w:rsid w:val="001238EE"/>
    <w:rsid w:val="00125B79"/>
    <w:rsid w:val="001300D9"/>
    <w:rsid w:val="001322C7"/>
    <w:rsid w:val="00132F72"/>
    <w:rsid w:val="00134EA6"/>
    <w:rsid w:val="00137EB4"/>
    <w:rsid w:val="00137FE9"/>
    <w:rsid w:val="00140444"/>
    <w:rsid w:val="00141357"/>
    <w:rsid w:val="00145B08"/>
    <w:rsid w:val="00154081"/>
    <w:rsid w:val="00157897"/>
    <w:rsid w:val="00162997"/>
    <w:rsid w:val="00164521"/>
    <w:rsid w:val="00164D7D"/>
    <w:rsid w:val="00170D80"/>
    <w:rsid w:val="001723F1"/>
    <w:rsid w:val="001745DA"/>
    <w:rsid w:val="001830DA"/>
    <w:rsid w:val="0018364B"/>
    <w:rsid w:val="00185B35"/>
    <w:rsid w:val="00185C40"/>
    <w:rsid w:val="00185F63"/>
    <w:rsid w:val="00186B68"/>
    <w:rsid w:val="001A318E"/>
    <w:rsid w:val="001A5CE9"/>
    <w:rsid w:val="001A7EA9"/>
    <w:rsid w:val="001B2A1F"/>
    <w:rsid w:val="001B40D1"/>
    <w:rsid w:val="001B55DC"/>
    <w:rsid w:val="001C2651"/>
    <w:rsid w:val="001C76DA"/>
    <w:rsid w:val="001D2475"/>
    <w:rsid w:val="001E1147"/>
    <w:rsid w:val="001E128A"/>
    <w:rsid w:val="001F353B"/>
    <w:rsid w:val="001F400F"/>
    <w:rsid w:val="001F7066"/>
    <w:rsid w:val="002006B6"/>
    <w:rsid w:val="0020203E"/>
    <w:rsid w:val="0020227F"/>
    <w:rsid w:val="00206E13"/>
    <w:rsid w:val="00207E15"/>
    <w:rsid w:val="002145FF"/>
    <w:rsid w:val="002157D9"/>
    <w:rsid w:val="00216D45"/>
    <w:rsid w:val="00220259"/>
    <w:rsid w:val="0022263C"/>
    <w:rsid w:val="00223A07"/>
    <w:rsid w:val="00224B50"/>
    <w:rsid w:val="00224DA2"/>
    <w:rsid w:val="00227D22"/>
    <w:rsid w:val="002308F2"/>
    <w:rsid w:val="00230C05"/>
    <w:rsid w:val="002313CF"/>
    <w:rsid w:val="00232AF7"/>
    <w:rsid w:val="00233BF3"/>
    <w:rsid w:val="0023684C"/>
    <w:rsid w:val="00242355"/>
    <w:rsid w:val="00245201"/>
    <w:rsid w:val="002524BA"/>
    <w:rsid w:val="00252B31"/>
    <w:rsid w:val="00253303"/>
    <w:rsid w:val="002559C4"/>
    <w:rsid w:val="00257113"/>
    <w:rsid w:val="00257BCD"/>
    <w:rsid w:val="0026005D"/>
    <w:rsid w:val="00260BEF"/>
    <w:rsid w:val="00263A84"/>
    <w:rsid w:val="00264188"/>
    <w:rsid w:val="002674BB"/>
    <w:rsid w:val="00271131"/>
    <w:rsid w:val="00277034"/>
    <w:rsid w:val="00280E80"/>
    <w:rsid w:val="00283A24"/>
    <w:rsid w:val="00283F36"/>
    <w:rsid w:val="0028472E"/>
    <w:rsid w:val="00286B29"/>
    <w:rsid w:val="002945D0"/>
    <w:rsid w:val="00294C04"/>
    <w:rsid w:val="00295FC3"/>
    <w:rsid w:val="002973D5"/>
    <w:rsid w:val="002A0663"/>
    <w:rsid w:val="002B3C14"/>
    <w:rsid w:val="002B5E00"/>
    <w:rsid w:val="002B6D20"/>
    <w:rsid w:val="002B6F36"/>
    <w:rsid w:val="002B731D"/>
    <w:rsid w:val="002D10C9"/>
    <w:rsid w:val="002D1904"/>
    <w:rsid w:val="002D1E83"/>
    <w:rsid w:val="002D408A"/>
    <w:rsid w:val="002D5564"/>
    <w:rsid w:val="002E33CD"/>
    <w:rsid w:val="002F254A"/>
    <w:rsid w:val="002F6581"/>
    <w:rsid w:val="002F7CD8"/>
    <w:rsid w:val="003021A9"/>
    <w:rsid w:val="00302C7D"/>
    <w:rsid w:val="00303EB5"/>
    <w:rsid w:val="00305BFF"/>
    <w:rsid w:val="00311679"/>
    <w:rsid w:val="00314E84"/>
    <w:rsid w:val="003157A7"/>
    <w:rsid w:val="003171CC"/>
    <w:rsid w:val="00317980"/>
    <w:rsid w:val="0032108F"/>
    <w:rsid w:val="00321C9F"/>
    <w:rsid w:val="003229EF"/>
    <w:rsid w:val="0032381C"/>
    <w:rsid w:val="00325A86"/>
    <w:rsid w:val="0033000A"/>
    <w:rsid w:val="003306C8"/>
    <w:rsid w:val="003309C4"/>
    <w:rsid w:val="00331F5C"/>
    <w:rsid w:val="00335EFF"/>
    <w:rsid w:val="00342724"/>
    <w:rsid w:val="003457A3"/>
    <w:rsid w:val="00360C48"/>
    <w:rsid w:val="0036616E"/>
    <w:rsid w:val="003678F6"/>
    <w:rsid w:val="00381AD8"/>
    <w:rsid w:val="00384102"/>
    <w:rsid w:val="00384FEC"/>
    <w:rsid w:val="003850CA"/>
    <w:rsid w:val="00387FA9"/>
    <w:rsid w:val="00392CB6"/>
    <w:rsid w:val="003938A2"/>
    <w:rsid w:val="00395073"/>
    <w:rsid w:val="0039529A"/>
    <w:rsid w:val="00396C87"/>
    <w:rsid w:val="003A0ED5"/>
    <w:rsid w:val="003A260C"/>
    <w:rsid w:val="003B0778"/>
    <w:rsid w:val="003B0EE9"/>
    <w:rsid w:val="003B12DF"/>
    <w:rsid w:val="003B37F7"/>
    <w:rsid w:val="003C29E2"/>
    <w:rsid w:val="003C30AE"/>
    <w:rsid w:val="003C3150"/>
    <w:rsid w:val="003C78CE"/>
    <w:rsid w:val="003D09F2"/>
    <w:rsid w:val="003D60AA"/>
    <w:rsid w:val="003D7B5E"/>
    <w:rsid w:val="003E029E"/>
    <w:rsid w:val="003E0DE9"/>
    <w:rsid w:val="003E458E"/>
    <w:rsid w:val="003E5F32"/>
    <w:rsid w:val="003E74C1"/>
    <w:rsid w:val="003F41B3"/>
    <w:rsid w:val="003F428F"/>
    <w:rsid w:val="004007C6"/>
    <w:rsid w:val="00410742"/>
    <w:rsid w:val="00411DCA"/>
    <w:rsid w:val="0041580D"/>
    <w:rsid w:val="00417BA5"/>
    <w:rsid w:val="00420695"/>
    <w:rsid w:val="00421683"/>
    <w:rsid w:val="00421C7A"/>
    <w:rsid w:val="00422DF1"/>
    <w:rsid w:val="00430DFD"/>
    <w:rsid w:val="00430FC4"/>
    <w:rsid w:val="00433A01"/>
    <w:rsid w:val="0043505F"/>
    <w:rsid w:val="0043532F"/>
    <w:rsid w:val="00435D3B"/>
    <w:rsid w:val="00436FCA"/>
    <w:rsid w:val="00441F62"/>
    <w:rsid w:val="00443640"/>
    <w:rsid w:val="00444437"/>
    <w:rsid w:val="00444826"/>
    <w:rsid w:val="004479FC"/>
    <w:rsid w:val="004504E6"/>
    <w:rsid w:val="004559C4"/>
    <w:rsid w:val="004660FF"/>
    <w:rsid w:val="00480B46"/>
    <w:rsid w:val="0048256E"/>
    <w:rsid w:val="0048306D"/>
    <w:rsid w:val="00490C5A"/>
    <w:rsid w:val="00491C6B"/>
    <w:rsid w:val="00496F89"/>
    <w:rsid w:val="004A47EE"/>
    <w:rsid w:val="004B2B96"/>
    <w:rsid w:val="004B3A00"/>
    <w:rsid w:val="004B3A7F"/>
    <w:rsid w:val="004B5F62"/>
    <w:rsid w:val="004C6ED9"/>
    <w:rsid w:val="004D122D"/>
    <w:rsid w:val="004D2A3A"/>
    <w:rsid w:val="004D33A7"/>
    <w:rsid w:val="004D3F9D"/>
    <w:rsid w:val="004D73C4"/>
    <w:rsid w:val="004D7F5C"/>
    <w:rsid w:val="004E1BA8"/>
    <w:rsid w:val="004F3C5E"/>
    <w:rsid w:val="004F3DEF"/>
    <w:rsid w:val="004F4AF7"/>
    <w:rsid w:val="00500BB7"/>
    <w:rsid w:val="00504591"/>
    <w:rsid w:val="00504959"/>
    <w:rsid w:val="00521F98"/>
    <w:rsid w:val="005274FA"/>
    <w:rsid w:val="00532815"/>
    <w:rsid w:val="005358F5"/>
    <w:rsid w:val="00537734"/>
    <w:rsid w:val="005459E8"/>
    <w:rsid w:val="00547D3B"/>
    <w:rsid w:val="0055034F"/>
    <w:rsid w:val="0055547C"/>
    <w:rsid w:val="00561B7C"/>
    <w:rsid w:val="00562846"/>
    <w:rsid w:val="00564F6F"/>
    <w:rsid w:val="00570BDF"/>
    <w:rsid w:val="005720C7"/>
    <w:rsid w:val="00574543"/>
    <w:rsid w:val="00575D7C"/>
    <w:rsid w:val="005778B3"/>
    <w:rsid w:val="0058112E"/>
    <w:rsid w:val="00581A19"/>
    <w:rsid w:val="005847D7"/>
    <w:rsid w:val="00585DF6"/>
    <w:rsid w:val="005863AA"/>
    <w:rsid w:val="005903F4"/>
    <w:rsid w:val="005A1F5A"/>
    <w:rsid w:val="005A798E"/>
    <w:rsid w:val="005B207F"/>
    <w:rsid w:val="005B3329"/>
    <w:rsid w:val="005B5A48"/>
    <w:rsid w:val="005B5EEE"/>
    <w:rsid w:val="005C4657"/>
    <w:rsid w:val="005D1763"/>
    <w:rsid w:val="005D38A9"/>
    <w:rsid w:val="005D50BA"/>
    <w:rsid w:val="005D71BE"/>
    <w:rsid w:val="005D7C75"/>
    <w:rsid w:val="005E14AC"/>
    <w:rsid w:val="005E5AC3"/>
    <w:rsid w:val="005F0F5F"/>
    <w:rsid w:val="005F76A8"/>
    <w:rsid w:val="00602497"/>
    <w:rsid w:val="00602650"/>
    <w:rsid w:val="006048B9"/>
    <w:rsid w:val="00604AAB"/>
    <w:rsid w:val="00615ED4"/>
    <w:rsid w:val="00624CCE"/>
    <w:rsid w:val="006256A2"/>
    <w:rsid w:val="006260D1"/>
    <w:rsid w:val="00626A83"/>
    <w:rsid w:val="00626D8E"/>
    <w:rsid w:val="006270C5"/>
    <w:rsid w:val="00627C70"/>
    <w:rsid w:val="00634F31"/>
    <w:rsid w:val="0063652D"/>
    <w:rsid w:val="006373B8"/>
    <w:rsid w:val="00637917"/>
    <w:rsid w:val="00642219"/>
    <w:rsid w:val="00642798"/>
    <w:rsid w:val="00645056"/>
    <w:rsid w:val="006479CC"/>
    <w:rsid w:val="00652334"/>
    <w:rsid w:val="0065233F"/>
    <w:rsid w:val="00653F0D"/>
    <w:rsid w:val="0066197E"/>
    <w:rsid w:val="00666A69"/>
    <w:rsid w:val="0067508D"/>
    <w:rsid w:val="00675BDA"/>
    <w:rsid w:val="00676C76"/>
    <w:rsid w:val="006825FD"/>
    <w:rsid w:val="0068428C"/>
    <w:rsid w:val="006906FD"/>
    <w:rsid w:val="006970AF"/>
    <w:rsid w:val="006A1C1A"/>
    <w:rsid w:val="006A2A94"/>
    <w:rsid w:val="006A2F31"/>
    <w:rsid w:val="006A5FA7"/>
    <w:rsid w:val="006A78E6"/>
    <w:rsid w:val="006B2C9F"/>
    <w:rsid w:val="006B5206"/>
    <w:rsid w:val="006B7151"/>
    <w:rsid w:val="006B740A"/>
    <w:rsid w:val="006C1F27"/>
    <w:rsid w:val="006C2235"/>
    <w:rsid w:val="006C2630"/>
    <w:rsid w:val="006C392D"/>
    <w:rsid w:val="006C3FD4"/>
    <w:rsid w:val="006D09AF"/>
    <w:rsid w:val="006D197A"/>
    <w:rsid w:val="006D5145"/>
    <w:rsid w:val="006E36C7"/>
    <w:rsid w:val="006E7278"/>
    <w:rsid w:val="006F1904"/>
    <w:rsid w:val="007116AD"/>
    <w:rsid w:val="0071798D"/>
    <w:rsid w:val="00722DA5"/>
    <w:rsid w:val="007250AC"/>
    <w:rsid w:val="00733B17"/>
    <w:rsid w:val="0073452A"/>
    <w:rsid w:val="00736B39"/>
    <w:rsid w:val="007418DE"/>
    <w:rsid w:val="007425C4"/>
    <w:rsid w:val="00746CA8"/>
    <w:rsid w:val="00754148"/>
    <w:rsid w:val="00754DC1"/>
    <w:rsid w:val="007623CC"/>
    <w:rsid w:val="00762CAB"/>
    <w:rsid w:val="007632E9"/>
    <w:rsid w:val="00764AA6"/>
    <w:rsid w:val="00765BA9"/>
    <w:rsid w:val="00766155"/>
    <w:rsid w:val="00770150"/>
    <w:rsid w:val="00771F1A"/>
    <w:rsid w:val="00772E32"/>
    <w:rsid w:val="00777B91"/>
    <w:rsid w:val="007806C6"/>
    <w:rsid w:val="00780A52"/>
    <w:rsid w:val="00782372"/>
    <w:rsid w:val="00782BB6"/>
    <w:rsid w:val="00793116"/>
    <w:rsid w:val="0079396A"/>
    <w:rsid w:val="007961E0"/>
    <w:rsid w:val="00796D91"/>
    <w:rsid w:val="007978E9"/>
    <w:rsid w:val="007A03FB"/>
    <w:rsid w:val="007A225F"/>
    <w:rsid w:val="007A55F9"/>
    <w:rsid w:val="007A6256"/>
    <w:rsid w:val="007B17BD"/>
    <w:rsid w:val="007B361A"/>
    <w:rsid w:val="007B5B4D"/>
    <w:rsid w:val="007C3E88"/>
    <w:rsid w:val="007D08C9"/>
    <w:rsid w:val="007D11BE"/>
    <w:rsid w:val="007D36DE"/>
    <w:rsid w:val="007D5360"/>
    <w:rsid w:val="007D5EA0"/>
    <w:rsid w:val="007D711A"/>
    <w:rsid w:val="007D788D"/>
    <w:rsid w:val="007E31E3"/>
    <w:rsid w:val="007E4F21"/>
    <w:rsid w:val="007E749C"/>
    <w:rsid w:val="007F2F90"/>
    <w:rsid w:val="007F4902"/>
    <w:rsid w:val="007F79B2"/>
    <w:rsid w:val="0080183E"/>
    <w:rsid w:val="008032E8"/>
    <w:rsid w:val="008058E7"/>
    <w:rsid w:val="00806675"/>
    <w:rsid w:val="008068D1"/>
    <w:rsid w:val="00806A70"/>
    <w:rsid w:val="00811B6B"/>
    <w:rsid w:val="00822980"/>
    <w:rsid w:val="0082363B"/>
    <w:rsid w:val="00824E44"/>
    <w:rsid w:val="008261F6"/>
    <w:rsid w:val="00832816"/>
    <w:rsid w:val="00832F79"/>
    <w:rsid w:val="00834671"/>
    <w:rsid w:val="008357AA"/>
    <w:rsid w:val="00835AF3"/>
    <w:rsid w:val="00835C09"/>
    <w:rsid w:val="0083656E"/>
    <w:rsid w:val="008365D2"/>
    <w:rsid w:val="0083777E"/>
    <w:rsid w:val="0084329D"/>
    <w:rsid w:val="008548E1"/>
    <w:rsid w:val="00855C1C"/>
    <w:rsid w:val="00863F39"/>
    <w:rsid w:val="00864AF0"/>
    <w:rsid w:val="0087281A"/>
    <w:rsid w:val="008747A8"/>
    <w:rsid w:val="00886218"/>
    <w:rsid w:val="00887657"/>
    <w:rsid w:val="00892313"/>
    <w:rsid w:val="00892BAC"/>
    <w:rsid w:val="00893EDB"/>
    <w:rsid w:val="00895E91"/>
    <w:rsid w:val="008A60BD"/>
    <w:rsid w:val="008B00D7"/>
    <w:rsid w:val="008B0BEA"/>
    <w:rsid w:val="008B1A50"/>
    <w:rsid w:val="008B2A66"/>
    <w:rsid w:val="008B6E8A"/>
    <w:rsid w:val="008C048A"/>
    <w:rsid w:val="008C52DC"/>
    <w:rsid w:val="008C59A0"/>
    <w:rsid w:val="008C7477"/>
    <w:rsid w:val="008D2792"/>
    <w:rsid w:val="008D5126"/>
    <w:rsid w:val="008D5DA4"/>
    <w:rsid w:val="008E0688"/>
    <w:rsid w:val="008E4E84"/>
    <w:rsid w:val="008E63F6"/>
    <w:rsid w:val="008E677C"/>
    <w:rsid w:val="008E6C6A"/>
    <w:rsid w:val="008F25A0"/>
    <w:rsid w:val="008F2872"/>
    <w:rsid w:val="008F75DE"/>
    <w:rsid w:val="008F7FDD"/>
    <w:rsid w:val="009002AB"/>
    <w:rsid w:val="00902886"/>
    <w:rsid w:val="00906CAE"/>
    <w:rsid w:val="00911058"/>
    <w:rsid w:val="00913161"/>
    <w:rsid w:val="00915DC4"/>
    <w:rsid w:val="009200C7"/>
    <w:rsid w:val="009230E6"/>
    <w:rsid w:val="00930143"/>
    <w:rsid w:val="00930443"/>
    <w:rsid w:val="0093156F"/>
    <w:rsid w:val="009317A1"/>
    <w:rsid w:val="009332D7"/>
    <w:rsid w:val="00933E0C"/>
    <w:rsid w:val="009377A0"/>
    <w:rsid w:val="009378A9"/>
    <w:rsid w:val="00943222"/>
    <w:rsid w:val="00947536"/>
    <w:rsid w:val="009512E4"/>
    <w:rsid w:val="0095459E"/>
    <w:rsid w:val="00977B76"/>
    <w:rsid w:val="00977C5D"/>
    <w:rsid w:val="00981829"/>
    <w:rsid w:val="0098584E"/>
    <w:rsid w:val="00990ED2"/>
    <w:rsid w:val="00993B03"/>
    <w:rsid w:val="00995AA1"/>
    <w:rsid w:val="00996A9A"/>
    <w:rsid w:val="009A13C2"/>
    <w:rsid w:val="009C012A"/>
    <w:rsid w:val="009C1BDD"/>
    <w:rsid w:val="009C3EA7"/>
    <w:rsid w:val="009C4DBE"/>
    <w:rsid w:val="009C6BC1"/>
    <w:rsid w:val="009D0045"/>
    <w:rsid w:val="009D1B83"/>
    <w:rsid w:val="009D222F"/>
    <w:rsid w:val="009E32CA"/>
    <w:rsid w:val="009E47D6"/>
    <w:rsid w:val="009E6D97"/>
    <w:rsid w:val="009F4811"/>
    <w:rsid w:val="009F4B71"/>
    <w:rsid w:val="00A00200"/>
    <w:rsid w:val="00A01E0B"/>
    <w:rsid w:val="00A028DC"/>
    <w:rsid w:val="00A02DE5"/>
    <w:rsid w:val="00A03E84"/>
    <w:rsid w:val="00A04257"/>
    <w:rsid w:val="00A06193"/>
    <w:rsid w:val="00A06A25"/>
    <w:rsid w:val="00A1136A"/>
    <w:rsid w:val="00A12C60"/>
    <w:rsid w:val="00A16138"/>
    <w:rsid w:val="00A17F12"/>
    <w:rsid w:val="00A206E5"/>
    <w:rsid w:val="00A26B2E"/>
    <w:rsid w:val="00A30CBF"/>
    <w:rsid w:val="00A31573"/>
    <w:rsid w:val="00A36629"/>
    <w:rsid w:val="00A36710"/>
    <w:rsid w:val="00A41EF2"/>
    <w:rsid w:val="00A5046B"/>
    <w:rsid w:val="00A504BF"/>
    <w:rsid w:val="00A63AB3"/>
    <w:rsid w:val="00A64218"/>
    <w:rsid w:val="00A643DE"/>
    <w:rsid w:val="00A64FBF"/>
    <w:rsid w:val="00A65969"/>
    <w:rsid w:val="00A66FC0"/>
    <w:rsid w:val="00A74422"/>
    <w:rsid w:val="00A750CE"/>
    <w:rsid w:val="00A76893"/>
    <w:rsid w:val="00A8400F"/>
    <w:rsid w:val="00A85DB4"/>
    <w:rsid w:val="00A91430"/>
    <w:rsid w:val="00A92958"/>
    <w:rsid w:val="00A952F3"/>
    <w:rsid w:val="00AA41FD"/>
    <w:rsid w:val="00AA7A9A"/>
    <w:rsid w:val="00AB19DC"/>
    <w:rsid w:val="00AB2020"/>
    <w:rsid w:val="00AB3F00"/>
    <w:rsid w:val="00AB5B39"/>
    <w:rsid w:val="00AB722A"/>
    <w:rsid w:val="00AC5BC2"/>
    <w:rsid w:val="00AD195C"/>
    <w:rsid w:val="00AD7090"/>
    <w:rsid w:val="00AD7516"/>
    <w:rsid w:val="00AE4798"/>
    <w:rsid w:val="00AE4C72"/>
    <w:rsid w:val="00AE4E75"/>
    <w:rsid w:val="00AE5403"/>
    <w:rsid w:val="00AF0F81"/>
    <w:rsid w:val="00AF3C3E"/>
    <w:rsid w:val="00AF46F8"/>
    <w:rsid w:val="00AF4FB1"/>
    <w:rsid w:val="00AF5365"/>
    <w:rsid w:val="00AF7901"/>
    <w:rsid w:val="00B12895"/>
    <w:rsid w:val="00B128A0"/>
    <w:rsid w:val="00B13610"/>
    <w:rsid w:val="00B24E2F"/>
    <w:rsid w:val="00B25EC0"/>
    <w:rsid w:val="00B30202"/>
    <w:rsid w:val="00B30D87"/>
    <w:rsid w:val="00B40D32"/>
    <w:rsid w:val="00B40F91"/>
    <w:rsid w:val="00B4202C"/>
    <w:rsid w:val="00B5202C"/>
    <w:rsid w:val="00B5762A"/>
    <w:rsid w:val="00B60D44"/>
    <w:rsid w:val="00B66103"/>
    <w:rsid w:val="00B67436"/>
    <w:rsid w:val="00B6791F"/>
    <w:rsid w:val="00B72293"/>
    <w:rsid w:val="00B72ED8"/>
    <w:rsid w:val="00B73A97"/>
    <w:rsid w:val="00B73E40"/>
    <w:rsid w:val="00B804D1"/>
    <w:rsid w:val="00B81F3C"/>
    <w:rsid w:val="00B827C8"/>
    <w:rsid w:val="00B86389"/>
    <w:rsid w:val="00B863AF"/>
    <w:rsid w:val="00B918D3"/>
    <w:rsid w:val="00B926DE"/>
    <w:rsid w:val="00B97F6B"/>
    <w:rsid w:val="00BA47B1"/>
    <w:rsid w:val="00BA65EF"/>
    <w:rsid w:val="00BA736C"/>
    <w:rsid w:val="00BB10B6"/>
    <w:rsid w:val="00BB4173"/>
    <w:rsid w:val="00BB4655"/>
    <w:rsid w:val="00BB5766"/>
    <w:rsid w:val="00BB6D29"/>
    <w:rsid w:val="00BC070D"/>
    <w:rsid w:val="00BC0A4F"/>
    <w:rsid w:val="00BC0B7A"/>
    <w:rsid w:val="00BC15DB"/>
    <w:rsid w:val="00BE2349"/>
    <w:rsid w:val="00BE3174"/>
    <w:rsid w:val="00BE350D"/>
    <w:rsid w:val="00BE4F30"/>
    <w:rsid w:val="00BF1A64"/>
    <w:rsid w:val="00BF7945"/>
    <w:rsid w:val="00C005E8"/>
    <w:rsid w:val="00C13918"/>
    <w:rsid w:val="00C16E62"/>
    <w:rsid w:val="00C17ECB"/>
    <w:rsid w:val="00C2284B"/>
    <w:rsid w:val="00C312B5"/>
    <w:rsid w:val="00C34E08"/>
    <w:rsid w:val="00C50ED0"/>
    <w:rsid w:val="00C51E23"/>
    <w:rsid w:val="00C541C3"/>
    <w:rsid w:val="00C568DE"/>
    <w:rsid w:val="00C71608"/>
    <w:rsid w:val="00C77CDC"/>
    <w:rsid w:val="00C81481"/>
    <w:rsid w:val="00C826A2"/>
    <w:rsid w:val="00C83929"/>
    <w:rsid w:val="00C8561D"/>
    <w:rsid w:val="00C865C9"/>
    <w:rsid w:val="00C90411"/>
    <w:rsid w:val="00C90495"/>
    <w:rsid w:val="00C92D4B"/>
    <w:rsid w:val="00C92F10"/>
    <w:rsid w:val="00C94153"/>
    <w:rsid w:val="00C96727"/>
    <w:rsid w:val="00C97A70"/>
    <w:rsid w:val="00CA0582"/>
    <w:rsid w:val="00CA1615"/>
    <w:rsid w:val="00CA3BF1"/>
    <w:rsid w:val="00CA4D0D"/>
    <w:rsid w:val="00CA60D5"/>
    <w:rsid w:val="00CB503E"/>
    <w:rsid w:val="00CB51EE"/>
    <w:rsid w:val="00CB61D6"/>
    <w:rsid w:val="00CB6ECC"/>
    <w:rsid w:val="00CC0DDB"/>
    <w:rsid w:val="00CC2CEA"/>
    <w:rsid w:val="00CC54CE"/>
    <w:rsid w:val="00CC6117"/>
    <w:rsid w:val="00CD0D30"/>
    <w:rsid w:val="00CE0AF6"/>
    <w:rsid w:val="00CE6F11"/>
    <w:rsid w:val="00CF0199"/>
    <w:rsid w:val="00CF1183"/>
    <w:rsid w:val="00CF5AA5"/>
    <w:rsid w:val="00CF5F7D"/>
    <w:rsid w:val="00CF7D51"/>
    <w:rsid w:val="00D10887"/>
    <w:rsid w:val="00D11BC4"/>
    <w:rsid w:val="00D2218F"/>
    <w:rsid w:val="00D33384"/>
    <w:rsid w:val="00D340CF"/>
    <w:rsid w:val="00D34D05"/>
    <w:rsid w:val="00D41220"/>
    <w:rsid w:val="00D43179"/>
    <w:rsid w:val="00D45F50"/>
    <w:rsid w:val="00D511C3"/>
    <w:rsid w:val="00D512BF"/>
    <w:rsid w:val="00D61258"/>
    <w:rsid w:val="00D62CFF"/>
    <w:rsid w:val="00D66449"/>
    <w:rsid w:val="00D7033A"/>
    <w:rsid w:val="00D72F90"/>
    <w:rsid w:val="00D7300A"/>
    <w:rsid w:val="00D77999"/>
    <w:rsid w:val="00D80700"/>
    <w:rsid w:val="00D81B2D"/>
    <w:rsid w:val="00D82607"/>
    <w:rsid w:val="00D85E37"/>
    <w:rsid w:val="00D86E08"/>
    <w:rsid w:val="00D909D9"/>
    <w:rsid w:val="00D912FC"/>
    <w:rsid w:val="00D92FC1"/>
    <w:rsid w:val="00D932E5"/>
    <w:rsid w:val="00D97136"/>
    <w:rsid w:val="00D972E9"/>
    <w:rsid w:val="00DA3038"/>
    <w:rsid w:val="00DA3CAE"/>
    <w:rsid w:val="00DB0380"/>
    <w:rsid w:val="00DB1069"/>
    <w:rsid w:val="00DB258F"/>
    <w:rsid w:val="00DB29E4"/>
    <w:rsid w:val="00DB7BA4"/>
    <w:rsid w:val="00DC2CE0"/>
    <w:rsid w:val="00DC3C23"/>
    <w:rsid w:val="00DD0287"/>
    <w:rsid w:val="00DD093F"/>
    <w:rsid w:val="00DD0C35"/>
    <w:rsid w:val="00DD1E08"/>
    <w:rsid w:val="00DD7348"/>
    <w:rsid w:val="00DE15C0"/>
    <w:rsid w:val="00DE3634"/>
    <w:rsid w:val="00DE4739"/>
    <w:rsid w:val="00DE6678"/>
    <w:rsid w:val="00DE7B7F"/>
    <w:rsid w:val="00DE7EC4"/>
    <w:rsid w:val="00DF1C65"/>
    <w:rsid w:val="00DF4491"/>
    <w:rsid w:val="00DF5AB4"/>
    <w:rsid w:val="00DF5AC1"/>
    <w:rsid w:val="00DF5E2A"/>
    <w:rsid w:val="00DF5F17"/>
    <w:rsid w:val="00DF6394"/>
    <w:rsid w:val="00E000B4"/>
    <w:rsid w:val="00E032D1"/>
    <w:rsid w:val="00E04DA1"/>
    <w:rsid w:val="00E05386"/>
    <w:rsid w:val="00E14634"/>
    <w:rsid w:val="00E15FB9"/>
    <w:rsid w:val="00E203DA"/>
    <w:rsid w:val="00E208BE"/>
    <w:rsid w:val="00E23D9A"/>
    <w:rsid w:val="00E33205"/>
    <w:rsid w:val="00E33C5E"/>
    <w:rsid w:val="00E34271"/>
    <w:rsid w:val="00E3555A"/>
    <w:rsid w:val="00E409D9"/>
    <w:rsid w:val="00E42B89"/>
    <w:rsid w:val="00E43A35"/>
    <w:rsid w:val="00E45197"/>
    <w:rsid w:val="00E475C9"/>
    <w:rsid w:val="00E50513"/>
    <w:rsid w:val="00E51422"/>
    <w:rsid w:val="00E5471D"/>
    <w:rsid w:val="00E55918"/>
    <w:rsid w:val="00E56CC0"/>
    <w:rsid w:val="00E60F75"/>
    <w:rsid w:val="00E61E6D"/>
    <w:rsid w:val="00E65184"/>
    <w:rsid w:val="00E73CA0"/>
    <w:rsid w:val="00E779D8"/>
    <w:rsid w:val="00E77C30"/>
    <w:rsid w:val="00E8173A"/>
    <w:rsid w:val="00E81891"/>
    <w:rsid w:val="00E818EF"/>
    <w:rsid w:val="00E824CE"/>
    <w:rsid w:val="00E91875"/>
    <w:rsid w:val="00E92D8E"/>
    <w:rsid w:val="00E9494E"/>
    <w:rsid w:val="00E95EF4"/>
    <w:rsid w:val="00EA0AD2"/>
    <w:rsid w:val="00EA13C7"/>
    <w:rsid w:val="00EA23A0"/>
    <w:rsid w:val="00EA3137"/>
    <w:rsid w:val="00EB0724"/>
    <w:rsid w:val="00EB34AA"/>
    <w:rsid w:val="00EB5902"/>
    <w:rsid w:val="00EC3F8C"/>
    <w:rsid w:val="00EC44BA"/>
    <w:rsid w:val="00EC633E"/>
    <w:rsid w:val="00EC6803"/>
    <w:rsid w:val="00EC6ED7"/>
    <w:rsid w:val="00ED0383"/>
    <w:rsid w:val="00ED0B1B"/>
    <w:rsid w:val="00ED1DEB"/>
    <w:rsid w:val="00ED68C2"/>
    <w:rsid w:val="00ED6F64"/>
    <w:rsid w:val="00EE1264"/>
    <w:rsid w:val="00EE3402"/>
    <w:rsid w:val="00EE5058"/>
    <w:rsid w:val="00EE643F"/>
    <w:rsid w:val="00F0644F"/>
    <w:rsid w:val="00F147D1"/>
    <w:rsid w:val="00F1529E"/>
    <w:rsid w:val="00F166D8"/>
    <w:rsid w:val="00F17FE6"/>
    <w:rsid w:val="00F2675E"/>
    <w:rsid w:val="00F316C5"/>
    <w:rsid w:val="00F33C2C"/>
    <w:rsid w:val="00F419F0"/>
    <w:rsid w:val="00F468C8"/>
    <w:rsid w:val="00F5065A"/>
    <w:rsid w:val="00F53D8B"/>
    <w:rsid w:val="00F61008"/>
    <w:rsid w:val="00F619E4"/>
    <w:rsid w:val="00F65D2C"/>
    <w:rsid w:val="00F714F0"/>
    <w:rsid w:val="00F719E8"/>
    <w:rsid w:val="00F74C9C"/>
    <w:rsid w:val="00F75105"/>
    <w:rsid w:val="00F752EA"/>
    <w:rsid w:val="00F75655"/>
    <w:rsid w:val="00F756ED"/>
    <w:rsid w:val="00F77974"/>
    <w:rsid w:val="00F80E32"/>
    <w:rsid w:val="00F80F8F"/>
    <w:rsid w:val="00F82741"/>
    <w:rsid w:val="00F848C9"/>
    <w:rsid w:val="00F853AF"/>
    <w:rsid w:val="00F90991"/>
    <w:rsid w:val="00F9111D"/>
    <w:rsid w:val="00F934AB"/>
    <w:rsid w:val="00F9375C"/>
    <w:rsid w:val="00F96120"/>
    <w:rsid w:val="00F96D71"/>
    <w:rsid w:val="00F97DE3"/>
    <w:rsid w:val="00FA1E8D"/>
    <w:rsid w:val="00FA22B9"/>
    <w:rsid w:val="00FA2FFC"/>
    <w:rsid w:val="00FA47EB"/>
    <w:rsid w:val="00FA6019"/>
    <w:rsid w:val="00FC3783"/>
    <w:rsid w:val="00FC6A74"/>
    <w:rsid w:val="00FC7815"/>
    <w:rsid w:val="00FC7C36"/>
    <w:rsid w:val="00FD0457"/>
    <w:rsid w:val="00FD1773"/>
    <w:rsid w:val="00FD295D"/>
    <w:rsid w:val="00FD4795"/>
    <w:rsid w:val="00FD47B8"/>
    <w:rsid w:val="00FD573E"/>
    <w:rsid w:val="00FD5AFF"/>
    <w:rsid w:val="00FE0A31"/>
    <w:rsid w:val="00FE1170"/>
    <w:rsid w:val="00FE225B"/>
    <w:rsid w:val="00FE257E"/>
    <w:rsid w:val="00FE2CA0"/>
    <w:rsid w:val="00FF3494"/>
    <w:rsid w:val="00FF61B1"/>
    <w:rsid w:val="00FF6E6B"/>
    <w:rsid w:val="00FF6E9F"/>
    <w:rsid w:val="00FF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B4173"/>
    <w:pPr>
      <w:spacing w:line="30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2293"/>
    <w:pPr>
      <w:keepNext/>
      <w:keepLines/>
      <w:numPr>
        <w:numId w:val="1"/>
      </w:numPr>
      <w:spacing w:after="480"/>
      <w:ind w:left="0" w:firstLine="0"/>
      <w:contextualSpacing/>
      <w:jc w:val="center"/>
      <w:outlineLvl w:val="0"/>
    </w:pPr>
    <w:rPr>
      <w:rFonts w:eastAsia="Times New Roman"/>
      <w:b/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A76893"/>
    <w:pPr>
      <w:keepNext/>
      <w:keepLines/>
      <w:numPr>
        <w:ilvl w:val="1"/>
        <w:numId w:val="1"/>
      </w:numPr>
      <w:spacing w:after="360"/>
      <w:ind w:left="0" w:firstLine="0"/>
      <w:contextualSpacing/>
      <w:jc w:val="center"/>
      <w:outlineLvl w:val="1"/>
    </w:pPr>
    <w:rPr>
      <w:rFonts w:eastAsia="Times New Roman"/>
      <w:b/>
      <w:bCs/>
      <w:szCs w:val="26"/>
      <w:lang w:eastAsia="ru-RU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A76893"/>
    <w:pPr>
      <w:keepNext/>
      <w:keepLines/>
      <w:numPr>
        <w:ilvl w:val="2"/>
        <w:numId w:val="1"/>
      </w:numPr>
      <w:spacing w:after="240"/>
      <w:ind w:left="0" w:firstLine="0"/>
      <w:contextualSpacing/>
      <w:outlineLvl w:val="2"/>
    </w:pPr>
    <w:rPr>
      <w:rFonts w:eastAsia="Times New Roman"/>
      <w:b/>
      <w:bCs/>
      <w:i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FE0A31"/>
    <w:pPr>
      <w:keepNext/>
      <w:keepLines/>
      <w:numPr>
        <w:ilvl w:val="3"/>
        <w:numId w:val="1"/>
      </w:numPr>
      <w:spacing w:after="120"/>
      <w:ind w:left="0" w:firstLine="0"/>
      <w:contextualSpacing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72293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72293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72293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72293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72293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2293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76893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76893"/>
    <w:rPr>
      <w:rFonts w:ascii="Times New Roman" w:hAnsi="Times New Roman" w:cs="Times New Roman"/>
      <w:b/>
      <w:bCs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E0A31"/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72293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72293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72293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72293"/>
    <w:rPr>
      <w:rFonts w:ascii="Cambria" w:hAnsi="Cambria" w:cs="Times New Roman"/>
      <w:color w:val="40404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72293"/>
    <w:rPr>
      <w:rFonts w:ascii="Cambria" w:hAnsi="Cambria" w:cs="Times New Roman"/>
      <w:i/>
      <w:iCs/>
      <w:color w:val="404040"/>
      <w:lang w:eastAsia="en-US"/>
    </w:rPr>
  </w:style>
  <w:style w:type="paragraph" w:styleId="NoSpacing">
    <w:name w:val="No Spacing"/>
    <w:autoRedefine/>
    <w:uiPriority w:val="99"/>
    <w:qFormat/>
    <w:rsid w:val="00782372"/>
    <w:pPr>
      <w:jc w:val="center"/>
    </w:pPr>
    <w:rPr>
      <w:rFonts w:ascii="Times New Roman" w:hAnsi="Times New Roman"/>
      <w:sz w:val="24"/>
      <w:lang w:eastAsia="en-US"/>
    </w:rPr>
  </w:style>
  <w:style w:type="paragraph" w:customStyle="1" w:styleId="a">
    <w:name w:val="Шапка Энергосила"/>
    <w:basedOn w:val="Normal"/>
    <w:link w:val="a0"/>
    <w:uiPriority w:val="99"/>
    <w:rsid w:val="003457A3"/>
    <w:pPr>
      <w:spacing w:line="276" w:lineRule="auto"/>
      <w:ind w:firstLine="0"/>
    </w:pPr>
    <w:rPr>
      <w:noProof/>
      <w:sz w:val="22"/>
      <w:szCs w:val="20"/>
    </w:rPr>
  </w:style>
  <w:style w:type="character" w:customStyle="1" w:styleId="a0">
    <w:name w:val="Шапка Энергосила Знак"/>
    <w:link w:val="a"/>
    <w:uiPriority w:val="99"/>
    <w:locked/>
    <w:rsid w:val="003457A3"/>
    <w:rPr>
      <w:rFonts w:ascii="Times New Roman" w:hAnsi="Times New Roman"/>
      <w:noProof/>
      <w:sz w:val="22"/>
      <w:lang w:eastAsia="en-US"/>
    </w:rPr>
  </w:style>
  <w:style w:type="paragraph" w:customStyle="1" w:styleId="a1">
    <w:name w:val="Название рисунка"/>
    <w:basedOn w:val="Caption"/>
    <w:link w:val="a2"/>
    <w:uiPriority w:val="99"/>
    <w:rsid w:val="003457A3"/>
    <w:pPr>
      <w:ind w:firstLine="0"/>
      <w:jc w:val="center"/>
    </w:pPr>
    <w:rPr>
      <w:rFonts w:eastAsia="Times New Roman"/>
      <w:sz w:val="28"/>
      <w:szCs w:val="18"/>
      <w:lang w:eastAsia="ru-RU"/>
    </w:rPr>
  </w:style>
  <w:style w:type="character" w:customStyle="1" w:styleId="a2">
    <w:name w:val="Название рисунка Знак"/>
    <w:basedOn w:val="DefaultParagraphFont"/>
    <w:link w:val="a1"/>
    <w:uiPriority w:val="99"/>
    <w:locked/>
    <w:rsid w:val="003457A3"/>
    <w:rPr>
      <w:rFonts w:ascii="Times New Roman" w:hAnsi="Times New Roman" w:cs="Times New Roman"/>
      <w:b/>
      <w:bCs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3457A3"/>
    <w:rPr>
      <w:b/>
      <w:bCs/>
      <w:sz w:val="20"/>
      <w:szCs w:val="20"/>
    </w:rPr>
  </w:style>
  <w:style w:type="character" w:customStyle="1" w:styleId="a3">
    <w:name w:val="Текст (сновной) Знак"/>
    <w:basedOn w:val="DefaultParagraphFont"/>
    <w:link w:val="a4"/>
    <w:uiPriority w:val="99"/>
    <w:locked/>
    <w:rsid w:val="003457A3"/>
    <w:rPr>
      <w:rFonts w:ascii="Times New Roman" w:hAnsi="Times New Roman" w:cs="Times New Roman"/>
      <w:sz w:val="28"/>
      <w:szCs w:val="28"/>
    </w:rPr>
  </w:style>
  <w:style w:type="paragraph" w:customStyle="1" w:styleId="a4">
    <w:name w:val="Текст (сновной)"/>
    <w:basedOn w:val="Normal"/>
    <w:link w:val="a3"/>
    <w:autoRedefine/>
    <w:uiPriority w:val="99"/>
    <w:rsid w:val="003457A3"/>
    <w:rPr>
      <w:szCs w:val="28"/>
      <w:lang w:eastAsia="ru-RU"/>
    </w:rPr>
  </w:style>
  <w:style w:type="paragraph" w:styleId="TOC1">
    <w:name w:val="toc 1"/>
    <w:basedOn w:val="Normal"/>
    <w:next w:val="Normal"/>
    <w:autoRedefine/>
    <w:uiPriority w:val="99"/>
    <w:rsid w:val="00C17ECB"/>
    <w:pPr>
      <w:tabs>
        <w:tab w:val="left" w:pos="1100"/>
        <w:tab w:val="right" w:leader="dot" w:pos="9344"/>
      </w:tabs>
      <w:spacing w:line="240" w:lineRule="auto"/>
      <w:ind w:firstLine="0"/>
    </w:pPr>
    <w:rPr>
      <w:rFonts w:eastAsia="Times New Roman"/>
      <w:szCs w:val="24"/>
      <w:lang w:eastAsia="ru-RU"/>
    </w:rPr>
  </w:style>
  <w:style w:type="paragraph" w:styleId="TOC2">
    <w:name w:val="toc 2"/>
    <w:basedOn w:val="Normal"/>
    <w:next w:val="Normal"/>
    <w:autoRedefine/>
    <w:uiPriority w:val="99"/>
    <w:rsid w:val="006970AF"/>
    <w:pPr>
      <w:tabs>
        <w:tab w:val="left" w:pos="1760"/>
        <w:tab w:val="right" w:leader="dot" w:pos="9344"/>
      </w:tabs>
      <w:spacing w:after="100" w:line="240" w:lineRule="auto"/>
      <w:ind w:left="278"/>
    </w:pPr>
    <w:rPr>
      <w:rFonts w:eastAsia="Times New Roman"/>
      <w:szCs w:val="24"/>
      <w:lang w:eastAsia="ru-RU"/>
    </w:rPr>
  </w:style>
  <w:style w:type="character" w:styleId="Hyperlink">
    <w:name w:val="Hyperlink"/>
    <w:basedOn w:val="DefaultParagraphFont"/>
    <w:uiPriority w:val="99"/>
    <w:rsid w:val="003457A3"/>
    <w:rPr>
      <w:rFonts w:cs="Times New Roman"/>
      <w:color w:val="0000FF"/>
      <w:u w:val="single"/>
    </w:rPr>
  </w:style>
  <w:style w:type="paragraph" w:styleId="TOC3">
    <w:name w:val="toc 3"/>
    <w:basedOn w:val="Normal"/>
    <w:next w:val="Normal"/>
    <w:autoRedefine/>
    <w:uiPriority w:val="99"/>
    <w:rsid w:val="00C8561D"/>
    <w:pPr>
      <w:tabs>
        <w:tab w:val="left" w:pos="2049"/>
        <w:tab w:val="right" w:leader="dot" w:pos="9344"/>
      </w:tabs>
      <w:spacing w:after="100" w:line="276" w:lineRule="auto"/>
      <w:ind w:left="561"/>
    </w:pPr>
    <w:rPr>
      <w:rFonts w:eastAsia="Times New Roman"/>
      <w:szCs w:val="24"/>
      <w:lang w:eastAsia="ru-RU"/>
    </w:rPr>
  </w:style>
  <w:style w:type="paragraph" w:customStyle="1" w:styleId="a5">
    <w:name w:val="Заголовок"/>
    <w:basedOn w:val="Normal"/>
    <w:next w:val="Normal"/>
    <w:link w:val="a6"/>
    <w:autoRedefine/>
    <w:uiPriority w:val="99"/>
    <w:rsid w:val="00F848C9"/>
    <w:pPr>
      <w:ind w:firstLine="0"/>
      <w:jc w:val="center"/>
      <w:outlineLvl w:val="0"/>
    </w:pPr>
    <w:rPr>
      <w:rFonts w:eastAsia="Times New Roman"/>
      <w:b/>
      <w:szCs w:val="24"/>
      <w:lang w:eastAsia="ru-RU"/>
    </w:rPr>
  </w:style>
  <w:style w:type="character" w:customStyle="1" w:styleId="a6">
    <w:name w:val="Заголовок Знак"/>
    <w:basedOn w:val="DefaultParagraphFont"/>
    <w:link w:val="a5"/>
    <w:uiPriority w:val="99"/>
    <w:locked/>
    <w:rsid w:val="00F848C9"/>
    <w:rPr>
      <w:rFonts w:ascii="Times New Roman" w:hAnsi="Times New Roman" w:cs="Times New Roman"/>
      <w:b/>
      <w:sz w:val="24"/>
      <w:szCs w:val="24"/>
    </w:rPr>
  </w:style>
  <w:style w:type="paragraph" w:customStyle="1" w:styleId="Default">
    <w:name w:val="Default"/>
    <w:uiPriority w:val="99"/>
    <w:rsid w:val="00887657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customStyle="1" w:styleId="2">
    <w:name w:val="Абзац списка2"/>
    <w:basedOn w:val="Normal"/>
    <w:link w:val="ListParagraphChar"/>
    <w:uiPriority w:val="99"/>
    <w:rsid w:val="00887657"/>
    <w:pPr>
      <w:spacing w:line="240" w:lineRule="auto"/>
      <w:ind w:left="720" w:firstLine="0"/>
      <w:contextualSpacing/>
      <w:jc w:val="left"/>
    </w:pPr>
    <w:rPr>
      <w:rFonts w:ascii="Calibri" w:eastAsia="Times New Roman" w:hAnsi="Calibri"/>
      <w:noProof/>
      <w:sz w:val="20"/>
      <w:szCs w:val="20"/>
      <w:lang w:eastAsia="ru-RU"/>
    </w:rPr>
  </w:style>
  <w:style w:type="character" w:customStyle="1" w:styleId="ListParagraphChar">
    <w:name w:val="List Paragraph Char"/>
    <w:link w:val="2"/>
    <w:uiPriority w:val="99"/>
    <w:locked/>
    <w:rsid w:val="00887657"/>
    <w:rPr>
      <w:rFonts w:eastAsia="Times New Roman"/>
      <w:noProof/>
    </w:rPr>
  </w:style>
  <w:style w:type="paragraph" w:customStyle="1" w:styleId="21">
    <w:name w:val="Заголовок 2.1."/>
    <w:basedOn w:val="Normal"/>
    <w:next w:val="Normal"/>
    <w:link w:val="210"/>
    <w:autoRedefine/>
    <w:uiPriority w:val="99"/>
    <w:rsid w:val="00892BAC"/>
    <w:pPr>
      <w:tabs>
        <w:tab w:val="center" w:pos="4677"/>
        <w:tab w:val="left" w:pos="7406"/>
      </w:tabs>
      <w:ind w:firstLine="0"/>
      <w:contextualSpacing/>
      <w:jc w:val="center"/>
    </w:pPr>
    <w:rPr>
      <w:rFonts w:eastAsia="Times New Roman"/>
      <w:b/>
      <w:i/>
      <w:szCs w:val="24"/>
      <w:lang w:eastAsia="ru-RU"/>
    </w:rPr>
  </w:style>
  <w:style w:type="character" w:customStyle="1" w:styleId="210">
    <w:name w:val="Заголовок 2.1. Знак"/>
    <w:basedOn w:val="DefaultParagraphFont"/>
    <w:link w:val="21"/>
    <w:uiPriority w:val="99"/>
    <w:locked/>
    <w:rsid w:val="00892BAC"/>
    <w:rPr>
      <w:rFonts w:ascii="Times New Roman" w:hAnsi="Times New Roman" w:cs="Times New Roman"/>
      <w:b/>
      <w:i/>
      <w:sz w:val="24"/>
      <w:szCs w:val="24"/>
    </w:rPr>
  </w:style>
  <w:style w:type="paragraph" w:styleId="Subtitle">
    <w:name w:val="Subtitle"/>
    <w:basedOn w:val="Normal"/>
    <w:next w:val="Normal"/>
    <w:link w:val="SubtitleChar"/>
    <w:autoRedefine/>
    <w:uiPriority w:val="99"/>
    <w:qFormat/>
    <w:rsid w:val="00224DA2"/>
    <w:pPr>
      <w:numPr>
        <w:ilvl w:val="1"/>
      </w:numPr>
      <w:spacing w:after="120"/>
      <w:ind w:firstLine="709"/>
      <w:jc w:val="center"/>
    </w:pPr>
    <w:rPr>
      <w:rFonts w:eastAsia="Times New Roman"/>
      <w:b/>
      <w:i/>
      <w:iCs/>
      <w:spacing w:val="15"/>
      <w:szCs w:val="28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24DA2"/>
    <w:rPr>
      <w:rFonts w:ascii="Times New Roman" w:hAnsi="Times New Roman" w:cs="Times New Roman"/>
      <w:b/>
      <w:i/>
      <w:iCs/>
      <w:spacing w:val="15"/>
      <w:sz w:val="28"/>
      <w:szCs w:val="28"/>
    </w:rPr>
  </w:style>
  <w:style w:type="paragraph" w:customStyle="1" w:styleId="1">
    <w:name w:val="1."/>
    <w:basedOn w:val="ListParagraph"/>
    <w:next w:val="Normal"/>
    <w:link w:val="12"/>
    <w:autoRedefine/>
    <w:uiPriority w:val="99"/>
    <w:rsid w:val="00C50ED0"/>
    <w:pPr>
      <w:numPr>
        <w:numId w:val="2"/>
      </w:numPr>
      <w:spacing w:after="480"/>
      <w:ind w:left="0" w:firstLine="0"/>
      <w:contextualSpacing/>
      <w:jc w:val="center"/>
      <w:outlineLvl w:val="0"/>
    </w:pPr>
    <w:rPr>
      <w:rFonts w:eastAsia="Times New Roman"/>
      <w:b/>
      <w:szCs w:val="24"/>
      <w:lang w:eastAsia="ru-RU"/>
    </w:rPr>
  </w:style>
  <w:style w:type="character" w:customStyle="1" w:styleId="12">
    <w:name w:val="1. Знак"/>
    <w:basedOn w:val="DefaultParagraphFont"/>
    <w:link w:val="1"/>
    <w:uiPriority w:val="99"/>
    <w:locked/>
    <w:rsid w:val="00C50ED0"/>
    <w:rPr>
      <w:rFonts w:ascii="Times New Roman" w:hAnsi="Times New Roman" w:cs="Times New Roman"/>
      <w:b/>
      <w:sz w:val="24"/>
      <w:szCs w:val="24"/>
    </w:rPr>
  </w:style>
  <w:style w:type="paragraph" w:customStyle="1" w:styleId="11">
    <w:name w:val="1.1."/>
    <w:basedOn w:val="ListParagraph"/>
    <w:next w:val="Normal"/>
    <w:link w:val="110"/>
    <w:autoRedefine/>
    <w:uiPriority w:val="99"/>
    <w:rsid w:val="00C51E23"/>
    <w:pPr>
      <w:numPr>
        <w:ilvl w:val="1"/>
        <w:numId w:val="2"/>
      </w:numPr>
      <w:spacing w:after="360"/>
      <w:ind w:left="0" w:firstLine="0"/>
      <w:jc w:val="center"/>
      <w:outlineLvl w:val="1"/>
    </w:pPr>
    <w:rPr>
      <w:rFonts w:eastAsia="Times New Roman"/>
      <w:b/>
      <w:szCs w:val="24"/>
      <w:lang w:eastAsia="ru-RU"/>
    </w:rPr>
  </w:style>
  <w:style w:type="paragraph" w:customStyle="1" w:styleId="111">
    <w:name w:val="1.1.1."/>
    <w:basedOn w:val="ListParagraph"/>
    <w:next w:val="Normal"/>
    <w:autoRedefine/>
    <w:uiPriority w:val="99"/>
    <w:rsid w:val="00F719E8"/>
    <w:pPr>
      <w:numPr>
        <w:ilvl w:val="2"/>
        <w:numId w:val="2"/>
      </w:numPr>
      <w:spacing w:after="120"/>
      <w:contextualSpacing/>
      <w:jc w:val="center"/>
      <w:outlineLvl w:val="2"/>
    </w:pPr>
    <w:rPr>
      <w:rFonts w:eastAsia="Times New Roman"/>
      <w:b/>
      <w:i/>
      <w:szCs w:val="24"/>
      <w:lang w:eastAsia="ru-RU"/>
    </w:rPr>
  </w:style>
  <w:style w:type="paragraph" w:styleId="ListParagraph">
    <w:name w:val="List Paragraph"/>
    <w:aliases w:val="Тал.слева-12"/>
    <w:basedOn w:val="Normal"/>
    <w:link w:val="ListParagraphChar1"/>
    <w:uiPriority w:val="99"/>
    <w:qFormat/>
    <w:rsid w:val="00782372"/>
    <w:pPr>
      <w:ind w:left="708"/>
    </w:pPr>
  </w:style>
  <w:style w:type="character" w:customStyle="1" w:styleId="110">
    <w:name w:val="1.1. Знак"/>
    <w:basedOn w:val="DefaultParagraphFont"/>
    <w:link w:val="11"/>
    <w:uiPriority w:val="99"/>
    <w:locked/>
    <w:rsid w:val="00C51E23"/>
    <w:rPr>
      <w:rFonts w:ascii="Times New Roman" w:hAnsi="Times New Roman" w:cs="Times New Roman"/>
      <w:b/>
      <w:sz w:val="24"/>
      <w:szCs w:val="24"/>
    </w:rPr>
  </w:style>
  <w:style w:type="table" w:styleId="TableGrid">
    <w:name w:val="Table Grid"/>
    <w:basedOn w:val="TableNormal"/>
    <w:uiPriority w:val="99"/>
    <w:rsid w:val="00782372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бычный без отступа Знак"/>
    <w:basedOn w:val="DefaultParagraphFont"/>
    <w:link w:val="a8"/>
    <w:uiPriority w:val="99"/>
    <w:locked/>
    <w:rsid w:val="00C71608"/>
    <w:rPr>
      <w:rFonts w:ascii="Times New Roman" w:hAnsi="Times New Roman" w:cs="Times New Roman"/>
      <w:sz w:val="28"/>
      <w:szCs w:val="28"/>
    </w:rPr>
  </w:style>
  <w:style w:type="paragraph" w:customStyle="1" w:styleId="a8">
    <w:name w:val="Обычный без отступа"/>
    <w:basedOn w:val="Normal"/>
    <w:link w:val="a7"/>
    <w:autoRedefine/>
    <w:uiPriority w:val="99"/>
    <w:rsid w:val="00C71608"/>
    <w:pPr>
      <w:widowControl w:val="0"/>
      <w:spacing w:line="276" w:lineRule="auto"/>
      <w:ind w:firstLine="0"/>
      <w:jc w:val="left"/>
    </w:pPr>
    <w:rPr>
      <w:szCs w:val="28"/>
      <w:lang w:eastAsia="ru-RU"/>
    </w:rPr>
  </w:style>
  <w:style w:type="paragraph" w:styleId="Quote">
    <w:name w:val="Quote"/>
    <w:basedOn w:val="Normal"/>
    <w:next w:val="Normal"/>
    <w:link w:val="QuoteChar"/>
    <w:uiPriority w:val="99"/>
    <w:qFormat/>
    <w:rsid w:val="004007C6"/>
    <w:rPr>
      <w:rFonts w:eastAsia="Times New Roman"/>
      <w:i/>
      <w:iCs/>
      <w:color w:val="000000"/>
      <w:szCs w:val="24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4007C6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a9">
    <w:name w:val="Основной"/>
    <w:basedOn w:val="Normal"/>
    <w:link w:val="aa"/>
    <w:uiPriority w:val="99"/>
    <w:rsid w:val="004007C6"/>
    <w:pPr>
      <w:shd w:val="clear" w:color="auto" w:fill="FFFFFF"/>
      <w:spacing w:line="240" w:lineRule="auto"/>
      <w:ind w:firstLine="0"/>
      <w:jc w:val="left"/>
    </w:pPr>
    <w:rPr>
      <w:rFonts w:cs="Arial"/>
      <w:bCs/>
      <w:sz w:val="24"/>
      <w:szCs w:val="24"/>
    </w:rPr>
  </w:style>
  <w:style w:type="character" w:customStyle="1" w:styleId="aa">
    <w:name w:val="Основной Знак"/>
    <w:basedOn w:val="DefaultParagraphFont"/>
    <w:link w:val="a9"/>
    <w:uiPriority w:val="99"/>
    <w:locked/>
    <w:rsid w:val="004007C6"/>
    <w:rPr>
      <w:rFonts w:ascii="Times New Roman" w:hAnsi="Times New Roman" w:cs="Arial"/>
      <w:bCs/>
      <w:sz w:val="24"/>
      <w:szCs w:val="24"/>
      <w:shd w:val="clear" w:color="auto" w:fill="FFFFFF"/>
      <w:lang w:eastAsia="en-US"/>
    </w:rPr>
  </w:style>
  <w:style w:type="paragraph" w:customStyle="1" w:styleId="ab">
    <w:name w:val="Абзац"/>
    <w:basedOn w:val="Normal"/>
    <w:link w:val="ac"/>
    <w:uiPriority w:val="99"/>
    <w:rsid w:val="00154081"/>
    <w:pPr>
      <w:spacing w:before="120" w:after="60" w:line="240" w:lineRule="auto"/>
      <w:ind w:firstLine="567"/>
    </w:pPr>
    <w:rPr>
      <w:sz w:val="24"/>
      <w:szCs w:val="20"/>
      <w:lang w:eastAsia="ru-RU"/>
    </w:rPr>
  </w:style>
  <w:style w:type="character" w:customStyle="1" w:styleId="ac">
    <w:name w:val="Абзац Знак"/>
    <w:link w:val="ab"/>
    <w:uiPriority w:val="99"/>
    <w:locked/>
    <w:rsid w:val="00154081"/>
    <w:rPr>
      <w:rFonts w:ascii="Times New Roman" w:hAnsi="Times New Roman"/>
      <w:sz w:val="24"/>
    </w:rPr>
  </w:style>
  <w:style w:type="character" w:customStyle="1" w:styleId="20">
    <w:name w:val="Основной текст (2)"/>
    <w:basedOn w:val="DefaultParagraphFont"/>
    <w:uiPriority w:val="99"/>
    <w:rsid w:val="00154081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ad">
    <w:name w:val="Таблица"/>
    <w:basedOn w:val="Normal"/>
    <w:link w:val="ae"/>
    <w:uiPriority w:val="99"/>
    <w:rsid w:val="00A06A25"/>
    <w:pPr>
      <w:shd w:val="clear" w:color="auto" w:fill="FFFFFF"/>
      <w:spacing w:line="240" w:lineRule="auto"/>
      <w:ind w:firstLine="0"/>
      <w:jc w:val="left"/>
    </w:pPr>
    <w:rPr>
      <w:rFonts w:cs="Arial"/>
      <w:bCs/>
      <w:sz w:val="24"/>
      <w:szCs w:val="24"/>
    </w:rPr>
  </w:style>
  <w:style w:type="character" w:customStyle="1" w:styleId="ae">
    <w:name w:val="Таблица Знак"/>
    <w:basedOn w:val="DefaultParagraphFont"/>
    <w:link w:val="ad"/>
    <w:uiPriority w:val="99"/>
    <w:locked/>
    <w:rsid w:val="00A06A25"/>
    <w:rPr>
      <w:rFonts w:ascii="Times New Roman" w:hAnsi="Times New Roman" w:cs="Arial"/>
      <w:bCs/>
      <w:sz w:val="24"/>
      <w:szCs w:val="24"/>
      <w:shd w:val="clear" w:color="auto" w:fill="FFFFFF"/>
      <w:lang w:eastAsia="en-US"/>
    </w:rPr>
  </w:style>
  <w:style w:type="character" w:customStyle="1" w:styleId="3">
    <w:name w:val="Основной текст (3)"/>
    <w:basedOn w:val="DefaultParagraphFont"/>
    <w:uiPriority w:val="99"/>
    <w:rsid w:val="00154081"/>
    <w:rPr>
      <w:rFonts w:ascii="Arial" w:hAnsi="Arial" w:cs="Arial"/>
      <w:b/>
      <w:bCs/>
      <w:color w:val="4F81BD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Header">
    <w:name w:val="header"/>
    <w:basedOn w:val="Normal"/>
    <w:link w:val="HeaderChar"/>
    <w:uiPriority w:val="99"/>
    <w:semiHidden/>
    <w:rsid w:val="00C005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05E8"/>
    <w:rPr>
      <w:rFonts w:ascii="Times New Roman" w:hAnsi="Times New Roman"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C005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005E8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2">
    <w:name w:val="Основной текст (2) + Курсив"/>
    <w:basedOn w:val="DefaultParagraphFont"/>
    <w:uiPriority w:val="99"/>
    <w:rsid w:val="0048306D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ListParagraphChar1">
    <w:name w:val="List Paragraph Char1"/>
    <w:aliases w:val="Тал.слева-12 Char"/>
    <w:basedOn w:val="DefaultParagraphFont"/>
    <w:link w:val="ListParagraph"/>
    <w:uiPriority w:val="99"/>
    <w:locked/>
    <w:rsid w:val="0048306D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af">
    <w:name w:val="Название таблицы"/>
    <w:basedOn w:val="Caption"/>
    <w:link w:val="af0"/>
    <w:autoRedefine/>
    <w:uiPriority w:val="99"/>
    <w:rsid w:val="0068428C"/>
    <w:pPr>
      <w:spacing w:line="276" w:lineRule="auto"/>
      <w:ind w:firstLine="0"/>
      <w:jc w:val="left"/>
    </w:pPr>
    <w:rPr>
      <w:rFonts w:eastAsia="Times New Roman"/>
      <w:b w:val="0"/>
      <w:sz w:val="28"/>
      <w:szCs w:val="18"/>
    </w:rPr>
  </w:style>
  <w:style w:type="character" w:customStyle="1" w:styleId="af0">
    <w:name w:val="Название таблицы Знак"/>
    <w:basedOn w:val="DefaultParagraphFont"/>
    <w:link w:val="af"/>
    <w:uiPriority w:val="99"/>
    <w:locked/>
    <w:rsid w:val="0068428C"/>
    <w:rPr>
      <w:rFonts w:ascii="Times New Roman" w:hAnsi="Times New Roman" w:cs="Times New Roman"/>
      <w:bCs/>
      <w:sz w:val="18"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02D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2DE5"/>
    <w:rPr>
      <w:rFonts w:ascii="Tahoma" w:hAnsi="Tahoma" w:cs="Tahoma"/>
      <w:sz w:val="16"/>
      <w:szCs w:val="16"/>
      <w:lang w:eastAsia="en-US"/>
    </w:rPr>
  </w:style>
  <w:style w:type="paragraph" w:customStyle="1" w:styleId="13">
    <w:name w:val="Абзац списка1"/>
    <w:basedOn w:val="Normal"/>
    <w:uiPriority w:val="99"/>
    <w:rsid w:val="00D77999"/>
    <w:pPr>
      <w:ind w:left="720"/>
    </w:pPr>
    <w:rPr>
      <w:rFonts w:eastAsia="Times New Roman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9E32CA"/>
    <w:pPr>
      <w:spacing w:line="240" w:lineRule="auto"/>
      <w:ind w:firstLine="540"/>
      <w:jc w:val="left"/>
    </w:pPr>
    <w:rPr>
      <w:rFonts w:eastAsia="Times New Roman"/>
      <w:sz w:val="26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E32C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E32CA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10">
    <w:name w:val="Список 1)"/>
    <w:basedOn w:val="Normal"/>
    <w:uiPriority w:val="99"/>
    <w:rsid w:val="00F468C8"/>
    <w:pPr>
      <w:numPr>
        <w:numId w:val="4"/>
      </w:numPr>
      <w:spacing w:after="6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3">
    <w:name w:val="Основной текст (2)_"/>
    <w:basedOn w:val="DefaultParagraphFont"/>
    <w:uiPriority w:val="99"/>
    <w:rsid w:val="00BA65EF"/>
    <w:rPr>
      <w:rFonts w:ascii="Times New Roman" w:hAnsi="Times New Roman" w:cs="Times New Roman"/>
      <w:sz w:val="28"/>
      <w:szCs w:val="28"/>
      <w:u w:val="none"/>
    </w:rPr>
  </w:style>
  <w:style w:type="paragraph" w:styleId="List">
    <w:name w:val="List"/>
    <w:aliases w:val="List Char,Char Char"/>
    <w:basedOn w:val="Normal"/>
    <w:link w:val="ListChar1"/>
    <w:uiPriority w:val="99"/>
    <w:rsid w:val="00E42B89"/>
    <w:pPr>
      <w:numPr>
        <w:numId w:val="5"/>
      </w:numPr>
      <w:spacing w:after="120" w:line="240" w:lineRule="auto"/>
      <w:ind w:left="0" w:firstLine="0"/>
      <w:jc w:val="left"/>
    </w:pPr>
    <w:rPr>
      <w:sz w:val="24"/>
      <w:szCs w:val="20"/>
    </w:rPr>
  </w:style>
  <w:style w:type="character" w:customStyle="1" w:styleId="ListChar1">
    <w:name w:val="List Char1"/>
    <w:aliases w:val="List Char Char,Char Char Char"/>
    <w:link w:val="List"/>
    <w:uiPriority w:val="99"/>
    <w:locked/>
    <w:rsid w:val="00E42B89"/>
    <w:rPr>
      <w:rFonts w:ascii="Times New Roman" w:hAnsi="Times New Roman"/>
      <w:snapToGrid w:val="0"/>
      <w:sz w:val="24"/>
      <w:lang w:eastAsia="en-US"/>
    </w:rPr>
  </w:style>
  <w:style w:type="character" w:customStyle="1" w:styleId="25">
    <w:name w:val="Основной текст (2) + 5"/>
    <w:aliases w:val="5 pt,Полужирный,Курсив"/>
    <w:basedOn w:val="23"/>
    <w:uiPriority w:val="99"/>
    <w:rsid w:val="00277034"/>
    <w:rPr>
      <w:rFonts w:ascii="Arial" w:hAnsi="Arial" w:cs="Arial"/>
      <w:b/>
      <w:bCs/>
      <w:i/>
      <w:iCs/>
      <w:color w:val="000000"/>
      <w:spacing w:val="0"/>
      <w:w w:val="100"/>
      <w:position w:val="0"/>
      <w:sz w:val="11"/>
      <w:szCs w:val="11"/>
      <w:lang w:val="ru-RU" w:eastAsia="ru-RU"/>
    </w:rPr>
  </w:style>
  <w:style w:type="paragraph" w:customStyle="1" w:styleId="af1">
    <w:name w:val="_Обычный"/>
    <w:basedOn w:val="Normal"/>
    <w:link w:val="af2"/>
    <w:uiPriority w:val="99"/>
    <w:rsid w:val="00E203DA"/>
    <w:pPr>
      <w:spacing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2">
    <w:name w:val="_Обычный Знак"/>
    <w:basedOn w:val="DefaultParagraphFont"/>
    <w:link w:val="af1"/>
    <w:uiPriority w:val="99"/>
    <w:locked/>
    <w:rsid w:val="00E203DA"/>
    <w:rPr>
      <w:rFonts w:ascii="Times New Roman" w:hAnsi="Times New Roman" w:cs="Times New Roman"/>
      <w:sz w:val="24"/>
    </w:rPr>
  </w:style>
  <w:style w:type="character" w:styleId="Strong">
    <w:name w:val="Strong"/>
    <w:basedOn w:val="DefaultParagraphFont"/>
    <w:uiPriority w:val="99"/>
    <w:qFormat/>
    <w:rsid w:val="00CE0AF6"/>
    <w:rPr>
      <w:rFonts w:cs="Times New Roman"/>
      <w:b/>
      <w:bCs/>
    </w:rPr>
  </w:style>
  <w:style w:type="character" w:customStyle="1" w:styleId="w">
    <w:name w:val="w"/>
    <w:basedOn w:val="DefaultParagraphFont"/>
    <w:uiPriority w:val="99"/>
    <w:rsid w:val="00CE0AF6"/>
    <w:rPr>
      <w:rFonts w:cs="Times New Roman"/>
    </w:rPr>
  </w:style>
  <w:style w:type="paragraph" w:styleId="TOC4">
    <w:name w:val="toc 4"/>
    <w:basedOn w:val="Normal"/>
    <w:next w:val="Normal"/>
    <w:autoRedefine/>
    <w:uiPriority w:val="99"/>
    <w:rsid w:val="00C17ECB"/>
    <w:pPr>
      <w:spacing w:after="100" w:line="276" w:lineRule="auto"/>
      <w:ind w:left="66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5">
    <w:name w:val="toc 5"/>
    <w:basedOn w:val="Normal"/>
    <w:next w:val="Normal"/>
    <w:autoRedefine/>
    <w:uiPriority w:val="99"/>
    <w:rsid w:val="00C17ECB"/>
    <w:pPr>
      <w:spacing w:after="100" w:line="276" w:lineRule="auto"/>
      <w:ind w:left="88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6">
    <w:name w:val="toc 6"/>
    <w:basedOn w:val="Normal"/>
    <w:next w:val="Normal"/>
    <w:autoRedefine/>
    <w:uiPriority w:val="99"/>
    <w:rsid w:val="00C17ECB"/>
    <w:pPr>
      <w:spacing w:after="100" w:line="276" w:lineRule="auto"/>
      <w:ind w:left="110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7">
    <w:name w:val="toc 7"/>
    <w:basedOn w:val="Normal"/>
    <w:next w:val="Normal"/>
    <w:autoRedefine/>
    <w:uiPriority w:val="99"/>
    <w:rsid w:val="00C17ECB"/>
    <w:pPr>
      <w:spacing w:after="100" w:line="276" w:lineRule="auto"/>
      <w:ind w:left="132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8">
    <w:name w:val="toc 8"/>
    <w:basedOn w:val="Normal"/>
    <w:next w:val="Normal"/>
    <w:autoRedefine/>
    <w:uiPriority w:val="99"/>
    <w:rsid w:val="00C17ECB"/>
    <w:pPr>
      <w:spacing w:after="100" w:line="276" w:lineRule="auto"/>
      <w:ind w:left="154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9">
    <w:name w:val="toc 9"/>
    <w:basedOn w:val="Normal"/>
    <w:next w:val="Normal"/>
    <w:autoRedefine/>
    <w:uiPriority w:val="99"/>
    <w:rsid w:val="00C17ECB"/>
    <w:pPr>
      <w:spacing w:after="100" w:line="276" w:lineRule="auto"/>
      <w:ind w:left="1760" w:firstLine="0"/>
      <w:jc w:val="left"/>
    </w:pPr>
    <w:rPr>
      <w:rFonts w:ascii="Calibri" w:eastAsia="Times New Roman" w:hAnsi="Calibri"/>
      <w:sz w:val="22"/>
      <w:lang w:eastAsia="ru-RU"/>
    </w:rPr>
  </w:style>
  <w:style w:type="character" w:customStyle="1" w:styleId="af3">
    <w:name w:val="Основной текст_"/>
    <w:basedOn w:val="DefaultParagraphFont"/>
    <w:link w:val="14"/>
    <w:uiPriority w:val="99"/>
    <w:locked/>
    <w:rsid w:val="00993B03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4"/>
    <w:basedOn w:val="Normal"/>
    <w:link w:val="af3"/>
    <w:uiPriority w:val="99"/>
    <w:rsid w:val="00993B03"/>
    <w:pPr>
      <w:widowControl w:val="0"/>
      <w:shd w:val="clear" w:color="auto" w:fill="FFFFFF"/>
      <w:spacing w:line="480" w:lineRule="exact"/>
      <w:ind w:hanging="700"/>
    </w:pPr>
    <w:rPr>
      <w:sz w:val="27"/>
      <w:szCs w:val="27"/>
      <w:lang w:eastAsia="ru-RU"/>
    </w:rPr>
  </w:style>
  <w:style w:type="paragraph" w:styleId="NormalWeb">
    <w:name w:val="Normal (Web)"/>
    <w:basedOn w:val="Normal"/>
    <w:uiPriority w:val="99"/>
    <w:semiHidden/>
    <w:rsid w:val="00CA0582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opyright-span">
    <w:name w:val="copyright-span"/>
    <w:basedOn w:val="DefaultParagraphFont"/>
    <w:uiPriority w:val="99"/>
    <w:rsid w:val="00CA0582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rsid w:val="00EB59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B5902"/>
    <w:rPr>
      <w:rFonts w:ascii="Times New Roman" w:hAnsi="Times New Roman" w:cs="Times New Roman"/>
      <w:sz w:val="22"/>
      <w:szCs w:val="22"/>
      <w:lang w:eastAsia="en-US"/>
    </w:rPr>
  </w:style>
  <w:style w:type="numbering" w:customStyle="1" w:styleId="1111111">
    <w:name w:val="1 / 1.1 / 1.1.11"/>
    <w:rsid w:val="00C27E2C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7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consultantplus://offline/ref=3CCE5222F939F18796EE9C4AD8DDCF643AA9358C39EEF1FFA1D483EA99319E6F61E1A5C8F1D83490A12CE3J1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CCE5222F939F18796EE9C4AD8DDCF6436AA398464E4F9A6ADD684E5C6348B7E39ECA2D1EFDA288CA32D39E9J0I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hyperlink" Target="http://www.minstroyrf.ru/docs/17977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81</Pages>
  <Words>19445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17</cp:revision>
  <cp:lastPrinted>2019-08-14T12:20:00Z</cp:lastPrinted>
  <dcterms:created xsi:type="dcterms:W3CDTF">2019-06-26T04:21:00Z</dcterms:created>
  <dcterms:modified xsi:type="dcterms:W3CDTF">2019-08-14T12:37:00Z</dcterms:modified>
</cp:coreProperties>
</file>