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D7E3B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D7E3B" w:rsidRDefault="000D7E3B" w:rsidP="000D7E3B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D7E3B" w:rsidRPr="00DB2DDD" w:rsidRDefault="000D7E3B" w:rsidP="000D7E3B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D7E3B" w:rsidRDefault="000D7E3B" w:rsidP="000D7E3B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D7E3B" w:rsidRPr="00DB2DDD" w:rsidRDefault="000D7E3B" w:rsidP="000D7E3B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D7E3B" w:rsidRPr="00DB2DDD" w:rsidRDefault="000D7E3B" w:rsidP="000D7E3B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D7E3B" w:rsidRPr="00DB2DDD" w:rsidRDefault="00693CF3" w:rsidP="000D7E3B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693CF3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1" name="Рисунок 1" descr="C:\Users\User\Desktop\Эскизы Майма\Герб ЧБ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D7E3B" w:rsidRPr="000D2626" w:rsidRDefault="000D7E3B" w:rsidP="000D7E3B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D7E3B" w:rsidRPr="000D2626" w:rsidRDefault="000D7E3B" w:rsidP="000D7E3B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D7E3B" w:rsidRDefault="000D7E3B" w:rsidP="000D7E3B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D7E3B" w:rsidRPr="004F38C0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D7E3B" w:rsidRPr="00AD622A" w:rsidRDefault="000D7E3B" w:rsidP="000D7E3B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131162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D7E3B" w:rsidRDefault="000D7E3B" w:rsidP="000D7E3B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D7E3B" w:rsidRDefault="000D7E3B" w:rsidP="000D7E3B">
            <w:pPr>
              <w:pStyle w:val="a4"/>
              <w:spacing w:before="480"/>
              <w:jc w:val="center"/>
            </w:pPr>
            <w:r w:rsidRPr="00131162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D7E3B" w:rsidRPr="004F38C0" w:rsidTr="00CB23A6">
        <w:trPr>
          <w:trHeight w:val="1953"/>
        </w:trPr>
        <w:tc>
          <w:tcPr>
            <w:tcW w:w="9072" w:type="dxa"/>
            <w:gridSpan w:val="3"/>
          </w:tcPr>
          <w:p w:rsidR="000D7E3B" w:rsidRPr="00A320CD" w:rsidRDefault="000D7E3B" w:rsidP="000D7E3B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="00314A8C">
              <w:rPr>
                <w:sz w:val="28"/>
                <w:szCs w:val="28"/>
              </w:rPr>
              <w:t>«____» ________________ 2025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D7E3B" w:rsidRDefault="000D7E3B" w:rsidP="000D7E3B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  <w:p w:rsidR="00E3197C" w:rsidRDefault="00E3197C" w:rsidP="000D7E3B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</w:p>
          <w:p w:rsidR="00E3197C" w:rsidRPr="00131162" w:rsidRDefault="00E3197C" w:rsidP="000D7E3B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24644A" w:rsidRPr="00873DB4" w:rsidRDefault="004F38C0" w:rsidP="00E3197C">
      <w:pPr>
        <w:tabs>
          <w:tab w:val="left" w:pos="167"/>
        </w:tabs>
        <w:spacing w:before="0" w:line="240" w:lineRule="auto"/>
        <w:ind w:left="0" w:right="42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AF146D">
        <w:rPr>
          <w:b/>
          <w:bCs/>
          <w:sz w:val="28"/>
          <w:szCs w:val="28"/>
        </w:rPr>
        <w:t xml:space="preserve">утверждении </w:t>
      </w:r>
      <w:r w:rsidR="00926F8A">
        <w:rPr>
          <w:b/>
          <w:bCs/>
          <w:sz w:val="28"/>
          <w:szCs w:val="28"/>
        </w:rPr>
        <w:t>проект</w:t>
      </w:r>
      <w:r w:rsidR="00E70926">
        <w:rPr>
          <w:b/>
          <w:bCs/>
          <w:sz w:val="28"/>
          <w:szCs w:val="28"/>
        </w:rPr>
        <w:t>а</w:t>
      </w:r>
      <w:r w:rsidR="00AC6C28" w:rsidRPr="00AC6C28">
        <w:rPr>
          <w:b/>
          <w:bCs/>
          <w:sz w:val="28"/>
          <w:szCs w:val="28"/>
        </w:rPr>
        <w:t xml:space="preserve"> </w:t>
      </w:r>
      <w:r w:rsidR="00E3197C" w:rsidRPr="00E3197C">
        <w:rPr>
          <w:b/>
          <w:bCs/>
          <w:sz w:val="28"/>
          <w:szCs w:val="28"/>
        </w:rPr>
        <w:t>межевания территории в целях определения местоположения границ путем перераспределения земельного участка c кадастровым номером 04:01:010301:306</w:t>
      </w:r>
    </w:p>
    <w:p w:rsidR="00873DB4" w:rsidRPr="00E3197C" w:rsidRDefault="00873DB4" w:rsidP="00E3197C">
      <w:pPr>
        <w:tabs>
          <w:tab w:val="left" w:pos="167"/>
        </w:tabs>
        <w:spacing w:before="0" w:line="240" w:lineRule="auto"/>
        <w:ind w:left="0" w:right="424"/>
        <w:rPr>
          <w:b/>
          <w:sz w:val="28"/>
          <w:szCs w:val="28"/>
        </w:rPr>
      </w:pPr>
    </w:p>
    <w:p w:rsidR="004F38C0" w:rsidRPr="00E3197C" w:rsidRDefault="004F38C0" w:rsidP="00E3197C">
      <w:pPr>
        <w:tabs>
          <w:tab w:val="left" w:pos="717"/>
        </w:tabs>
        <w:spacing w:before="0" w:line="240" w:lineRule="auto"/>
        <w:ind w:left="0" w:right="424"/>
        <w:jc w:val="both"/>
        <w:rPr>
          <w:sz w:val="28"/>
          <w:szCs w:val="28"/>
        </w:rPr>
      </w:pPr>
      <w:r w:rsidRPr="00E3197C">
        <w:rPr>
          <w:b/>
          <w:sz w:val="28"/>
          <w:szCs w:val="28"/>
        </w:rPr>
        <w:tab/>
      </w:r>
      <w:r w:rsidRPr="00E3197C">
        <w:rPr>
          <w:sz w:val="28"/>
          <w:szCs w:val="28"/>
        </w:rPr>
        <w:t>На  основании ст</w:t>
      </w:r>
      <w:r w:rsidR="00511110" w:rsidRPr="00E3197C">
        <w:rPr>
          <w:sz w:val="28"/>
          <w:szCs w:val="28"/>
        </w:rPr>
        <w:t>атей 45</w:t>
      </w:r>
      <w:r w:rsidR="00D91413" w:rsidRPr="00E3197C">
        <w:rPr>
          <w:sz w:val="28"/>
          <w:szCs w:val="28"/>
        </w:rPr>
        <w:t xml:space="preserve"> и</w:t>
      </w:r>
      <w:r w:rsidR="00511110" w:rsidRPr="00E3197C">
        <w:rPr>
          <w:sz w:val="28"/>
          <w:szCs w:val="28"/>
        </w:rPr>
        <w:t xml:space="preserve"> </w:t>
      </w:r>
      <w:r w:rsidRPr="00E3197C">
        <w:rPr>
          <w:sz w:val="28"/>
          <w:szCs w:val="28"/>
        </w:rPr>
        <w:t>46  Градостр</w:t>
      </w:r>
      <w:r w:rsidR="00015FDA" w:rsidRPr="00E3197C">
        <w:rPr>
          <w:sz w:val="28"/>
          <w:szCs w:val="28"/>
        </w:rPr>
        <w:t>оительного  кодекса Российской</w:t>
      </w:r>
      <w:r w:rsidR="00DA20F1">
        <w:rPr>
          <w:sz w:val="28"/>
          <w:szCs w:val="28"/>
        </w:rPr>
        <w:t xml:space="preserve"> Федерации</w:t>
      </w:r>
      <w:r w:rsidR="00511110" w:rsidRPr="00E3197C">
        <w:rPr>
          <w:sz w:val="28"/>
          <w:szCs w:val="28"/>
        </w:rPr>
        <w:t>,</w:t>
      </w:r>
      <w:r w:rsidR="00DA20F1">
        <w:rPr>
          <w:sz w:val="28"/>
          <w:szCs w:val="28"/>
        </w:rPr>
        <w:t xml:space="preserve"> </w:t>
      </w:r>
      <w:bookmarkStart w:id="0" w:name="_GoBack"/>
      <w:bookmarkEnd w:id="0"/>
      <w:r w:rsidR="00AC6C28" w:rsidRPr="00E3197C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FF1A70" w:rsidRPr="00E3197C">
        <w:rPr>
          <w:sz w:val="28"/>
          <w:szCs w:val="28"/>
        </w:rPr>
        <w:t xml:space="preserve"> № 1</w:t>
      </w:r>
      <w:r w:rsidR="00AC6C28" w:rsidRPr="00E3197C">
        <w:rPr>
          <w:sz w:val="28"/>
          <w:szCs w:val="28"/>
        </w:rPr>
        <w:t>, в целях устойчивого развития территории муниципального образования «Майминское сельское поселение»</w:t>
      </w:r>
      <w:r w:rsidR="0088631F" w:rsidRPr="00E3197C">
        <w:rPr>
          <w:sz w:val="28"/>
          <w:szCs w:val="28"/>
        </w:rPr>
        <w:t>,</w:t>
      </w:r>
      <w:r w:rsidR="00BB455B" w:rsidRPr="00E3197C">
        <w:rPr>
          <w:sz w:val="28"/>
          <w:szCs w:val="28"/>
        </w:rPr>
        <w:t xml:space="preserve"> закл</w:t>
      </w:r>
      <w:r w:rsidR="00A4418C" w:rsidRPr="00E3197C">
        <w:rPr>
          <w:sz w:val="28"/>
          <w:szCs w:val="28"/>
        </w:rPr>
        <w:t>ючения</w:t>
      </w:r>
      <w:r w:rsidR="005547F8" w:rsidRPr="00E3197C">
        <w:rPr>
          <w:sz w:val="28"/>
          <w:szCs w:val="28"/>
        </w:rPr>
        <w:t xml:space="preserve"> о </w:t>
      </w:r>
      <w:r w:rsidR="0024644A" w:rsidRPr="00E3197C">
        <w:rPr>
          <w:sz w:val="28"/>
          <w:szCs w:val="28"/>
        </w:rPr>
        <w:t>публичных</w:t>
      </w:r>
      <w:r w:rsidR="00E3197C" w:rsidRPr="00E3197C">
        <w:rPr>
          <w:sz w:val="28"/>
          <w:szCs w:val="28"/>
        </w:rPr>
        <w:t xml:space="preserve"> слушаниях № 5/25</w:t>
      </w:r>
      <w:r w:rsidR="0088631F" w:rsidRPr="00E3197C">
        <w:rPr>
          <w:sz w:val="28"/>
          <w:szCs w:val="28"/>
        </w:rPr>
        <w:t>-ПП/ПС</w:t>
      </w:r>
      <w:r w:rsidR="009E05D6" w:rsidRPr="00E3197C">
        <w:rPr>
          <w:sz w:val="28"/>
          <w:szCs w:val="28"/>
        </w:rPr>
        <w:t>:</w:t>
      </w:r>
    </w:p>
    <w:p w:rsidR="00E3197C" w:rsidRPr="00E3197C" w:rsidRDefault="007B7597" w:rsidP="00E3197C">
      <w:pPr>
        <w:tabs>
          <w:tab w:val="left" w:pos="720"/>
          <w:tab w:val="left" w:pos="1134"/>
        </w:tabs>
        <w:spacing w:before="0" w:line="240" w:lineRule="auto"/>
        <w:ind w:left="0" w:right="424" w:firstLine="709"/>
        <w:jc w:val="both"/>
        <w:rPr>
          <w:bCs/>
          <w:sz w:val="28"/>
          <w:szCs w:val="28"/>
        </w:rPr>
      </w:pPr>
      <w:r w:rsidRPr="00E3197C">
        <w:rPr>
          <w:sz w:val="28"/>
          <w:szCs w:val="28"/>
        </w:rPr>
        <w:t xml:space="preserve">1. </w:t>
      </w:r>
      <w:r w:rsidR="001B5F0E" w:rsidRPr="00E3197C">
        <w:rPr>
          <w:sz w:val="28"/>
          <w:szCs w:val="28"/>
        </w:rPr>
        <w:t xml:space="preserve">Утвердить прилагаемый </w:t>
      </w:r>
      <w:r w:rsidR="00D67F83" w:rsidRPr="00E3197C">
        <w:rPr>
          <w:bCs/>
          <w:sz w:val="28"/>
          <w:szCs w:val="28"/>
        </w:rPr>
        <w:t>проект</w:t>
      </w:r>
      <w:r w:rsidR="00AC6C28" w:rsidRPr="00E3197C">
        <w:rPr>
          <w:bCs/>
          <w:sz w:val="28"/>
          <w:szCs w:val="28"/>
        </w:rPr>
        <w:t xml:space="preserve"> </w:t>
      </w:r>
      <w:r w:rsidR="0068738B" w:rsidRPr="00E3197C">
        <w:rPr>
          <w:bCs/>
          <w:sz w:val="28"/>
          <w:szCs w:val="28"/>
        </w:rPr>
        <w:t xml:space="preserve">межевания </w:t>
      </w:r>
      <w:r w:rsidR="0029499D" w:rsidRPr="00E3197C">
        <w:rPr>
          <w:bCs/>
          <w:sz w:val="28"/>
          <w:szCs w:val="28"/>
        </w:rPr>
        <w:t xml:space="preserve">территории </w:t>
      </w:r>
      <w:r w:rsidR="00E3197C" w:rsidRPr="00E3197C">
        <w:rPr>
          <w:bCs/>
          <w:sz w:val="28"/>
          <w:szCs w:val="28"/>
        </w:rPr>
        <w:t>в целях определения местоположения границ путем перераспределения земельного участка c кадастровым номером 04:01:010301:306.</w:t>
      </w:r>
    </w:p>
    <w:p w:rsidR="004A0CF8" w:rsidRPr="00E3197C" w:rsidRDefault="007B7597" w:rsidP="00E3197C">
      <w:pPr>
        <w:tabs>
          <w:tab w:val="left" w:pos="720"/>
          <w:tab w:val="left" w:pos="1134"/>
        </w:tabs>
        <w:spacing w:before="0" w:line="240" w:lineRule="auto"/>
        <w:ind w:left="0" w:right="424" w:firstLine="709"/>
        <w:jc w:val="both"/>
        <w:rPr>
          <w:sz w:val="28"/>
          <w:szCs w:val="28"/>
        </w:rPr>
      </w:pPr>
      <w:r w:rsidRPr="00E3197C">
        <w:rPr>
          <w:sz w:val="28"/>
          <w:szCs w:val="28"/>
        </w:rPr>
        <w:t xml:space="preserve">2. </w:t>
      </w:r>
      <w:r w:rsidR="001B5F0E" w:rsidRPr="00E3197C">
        <w:rPr>
          <w:sz w:val="28"/>
          <w:szCs w:val="28"/>
        </w:rPr>
        <w:t xml:space="preserve">Направить </w:t>
      </w:r>
      <w:r w:rsidR="00D67F83" w:rsidRPr="00E3197C">
        <w:rPr>
          <w:bCs/>
          <w:sz w:val="28"/>
          <w:szCs w:val="28"/>
        </w:rPr>
        <w:t>проект</w:t>
      </w:r>
      <w:r w:rsidR="00AC6C28" w:rsidRPr="00E3197C">
        <w:rPr>
          <w:bCs/>
          <w:sz w:val="28"/>
          <w:szCs w:val="28"/>
        </w:rPr>
        <w:t xml:space="preserve"> </w:t>
      </w:r>
      <w:r w:rsidR="0068738B" w:rsidRPr="00E3197C">
        <w:rPr>
          <w:bCs/>
          <w:sz w:val="28"/>
          <w:szCs w:val="28"/>
        </w:rPr>
        <w:t xml:space="preserve">межевания </w:t>
      </w:r>
      <w:r w:rsidR="0029499D" w:rsidRPr="00E3197C">
        <w:rPr>
          <w:bCs/>
          <w:sz w:val="28"/>
          <w:szCs w:val="28"/>
        </w:rPr>
        <w:t xml:space="preserve">территории </w:t>
      </w:r>
      <w:r w:rsidR="00873DB4" w:rsidRPr="00E3197C">
        <w:rPr>
          <w:bCs/>
          <w:sz w:val="28"/>
          <w:szCs w:val="28"/>
        </w:rPr>
        <w:t xml:space="preserve">в целях </w:t>
      </w:r>
      <w:r w:rsidR="0083087D" w:rsidRPr="00E3197C">
        <w:rPr>
          <w:bCs/>
          <w:sz w:val="28"/>
          <w:szCs w:val="28"/>
        </w:rPr>
        <w:t>определения месторасположения границ путем перераспределения земельного участка</w:t>
      </w:r>
      <w:r w:rsidR="00E3197C" w:rsidRPr="00E3197C">
        <w:rPr>
          <w:bCs/>
          <w:sz w:val="28"/>
          <w:szCs w:val="28"/>
        </w:rPr>
        <w:t xml:space="preserve"> с кадастровым номером: 04:01:010301:306, расположенного по адресу:</w:t>
      </w:r>
      <w:r w:rsidR="0083087D" w:rsidRPr="00E3197C">
        <w:rPr>
          <w:bCs/>
          <w:sz w:val="28"/>
          <w:szCs w:val="28"/>
        </w:rPr>
        <w:t xml:space="preserve"> Республика Алтай, Майминский район, с. Майма, ул. </w:t>
      </w:r>
      <w:r w:rsidR="00E3197C" w:rsidRPr="00E3197C">
        <w:rPr>
          <w:bCs/>
          <w:sz w:val="28"/>
          <w:szCs w:val="28"/>
        </w:rPr>
        <w:t>Жилмассив-Алгаир 87</w:t>
      </w:r>
      <w:r w:rsidR="00037D22" w:rsidRPr="00E3197C">
        <w:rPr>
          <w:sz w:val="28"/>
          <w:szCs w:val="28"/>
        </w:rPr>
        <w:t>,</w:t>
      </w:r>
      <w:r w:rsidR="00E10AB6" w:rsidRPr="00E3197C">
        <w:rPr>
          <w:sz w:val="28"/>
          <w:szCs w:val="28"/>
        </w:rPr>
        <w:t xml:space="preserve"> </w:t>
      </w:r>
      <w:r w:rsidR="001B5F0E" w:rsidRPr="00E3197C">
        <w:rPr>
          <w:sz w:val="28"/>
          <w:szCs w:val="28"/>
        </w:rPr>
        <w:t>Главе муниципального образования «</w:t>
      </w:r>
      <w:r w:rsidR="000E6189" w:rsidRPr="00E3197C">
        <w:rPr>
          <w:sz w:val="28"/>
          <w:szCs w:val="28"/>
        </w:rPr>
        <w:t>Майминское сельское поселение» в течение</w:t>
      </w:r>
      <w:r w:rsidR="001B5F0E" w:rsidRPr="00E3197C">
        <w:rPr>
          <w:sz w:val="28"/>
          <w:szCs w:val="28"/>
        </w:rPr>
        <w:t xml:space="preserve"> 7 дней со дня подписания настоящего Распоряжения.</w:t>
      </w:r>
    </w:p>
    <w:p w:rsidR="003A3434" w:rsidRPr="00E3197C" w:rsidRDefault="001B5F0E" w:rsidP="00E3197C">
      <w:pPr>
        <w:tabs>
          <w:tab w:val="left" w:pos="720"/>
          <w:tab w:val="left" w:pos="1134"/>
        </w:tabs>
        <w:spacing w:before="0" w:line="240" w:lineRule="auto"/>
        <w:ind w:left="0" w:right="424" w:firstLine="709"/>
        <w:jc w:val="both"/>
        <w:rPr>
          <w:sz w:val="28"/>
          <w:szCs w:val="28"/>
        </w:rPr>
      </w:pPr>
      <w:r w:rsidRPr="00E3197C">
        <w:rPr>
          <w:sz w:val="28"/>
          <w:szCs w:val="28"/>
        </w:rPr>
        <w:t>3</w:t>
      </w:r>
      <w:r w:rsidR="003A3434" w:rsidRPr="00E3197C">
        <w:rPr>
          <w:sz w:val="28"/>
          <w:szCs w:val="28"/>
        </w:rPr>
        <w:t>. Автономному учреждению редакции газеты «Сельчанка</w:t>
      </w:r>
      <w:r w:rsidR="000B408C" w:rsidRPr="00E3197C">
        <w:rPr>
          <w:sz w:val="28"/>
          <w:szCs w:val="28"/>
        </w:rPr>
        <w:t>»</w:t>
      </w:r>
      <w:r w:rsidR="003A3434" w:rsidRPr="00E3197C">
        <w:rPr>
          <w:sz w:val="28"/>
          <w:szCs w:val="28"/>
        </w:rPr>
        <w:t xml:space="preserve"> в Майминском </w:t>
      </w:r>
      <w:r w:rsidR="000B408C" w:rsidRPr="00E3197C">
        <w:rPr>
          <w:sz w:val="28"/>
          <w:szCs w:val="28"/>
        </w:rPr>
        <w:t>районе</w:t>
      </w:r>
      <w:r w:rsidR="0022284B" w:rsidRPr="00E3197C">
        <w:rPr>
          <w:sz w:val="28"/>
          <w:szCs w:val="28"/>
        </w:rPr>
        <w:t xml:space="preserve"> опубликовать настоящее Р</w:t>
      </w:r>
      <w:r w:rsidR="003A3434" w:rsidRPr="00E3197C">
        <w:rPr>
          <w:sz w:val="28"/>
          <w:szCs w:val="28"/>
        </w:rPr>
        <w:t>аспоряжение в газете «Сельчанка</w:t>
      </w:r>
      <w:r w:rsidR="000B408C" w:rsidRPr="00E3197C">
        <w:rPr>
          <w:sz w:val="28"/>
          <w:szCs w:val="28"/>
        </w:rPr>
        <w:t>»</w:t>
      </w:r>
      <w:r w:rsidR="007F65AE" w:rsidRPr="00E3197C">
        <w:rPr>
          <w:sz w:val="28"/>
          <w:szCs w:val="28"/>
        </w:rPr>
        <w:t xml:space="preserve"> в Майминском районе</w:t>
      </w:r>
      <w:r w:rsidR="000E6189" w:rsidRPr="00E3197C">
        <w:rPr>
          <w:sz w:val="28"/>
          <w:szCs w:val="28"/>
        </w:rPr>
        <w:t xml:space="preserve"> в течение</w:t>
      </w:r>
      <w:r w:rsidRPr="00E3197C">
        <w:rPr>
          <w:sz w:val="28"/>
          <w:szCs w:val="28"/>
        </w:rPr>
        <w:t xml:space="preserve"> 7 дней со дня </w:t>
      </w:r>
      <w:r w:rsidR="000F0FF0" w:rsidRPr="00E3197C">
        <w:rPr>
          <w:sz w:val="28"/>
          <w:szCs w:val="28"/>
        </w:rPr>
        <w:t>его принятия</w:t>
      </w:r>
      <w:r w:rsidR="003A3434" w:rsidRPr="00E3197C">
        <w:rPr>
          <w:sz w:val="28"/>
          <w:szCs w:val="28"/>
        </w:rPr>
        <w:t>.</w:t>
      </w:r>
    </w:p>
    <w:p w:rsidR="003A3434" w:rsidRPr="00E3197C" w:rsidRDefault="001B5F0E" w:rsidP="00E3197C">
      <w:pPr>
        <w:tabs>
          <w:tab w:val="left" w:pos="720"/>
        </w:tabs>
        <w:spacing w:before="0" w:line="240" w:lineRule="auto"/>
        <w:ind w:left="0" w:right="424" w:firstLine="567"/>
        <w:jc w:val="both"/>
        <w:rPr>
          <w:sz w:val="28"/>
          <w:szCs w:val="28"/>
        </w:rPr>
      </w:pPr>
      <w:r w:rsidRPr="00E3197C">
        <w:rPr>
          <w:sz w:val="28"/>
          <w:szCs w:val="28"/>
        </w:rPr>
        <w:t xml:space="preserve">  4</w:t>
      </w:r>
      <w:r w:rsidR="003A3434" w:rsidRPr="00E3197C">
        <w:rPr>
          <w:sz w:val="28"/>
          <w:szCs w:val="28"/>
        </w:rPr>
        <w:t>. Муниципальному казенному учреждению «Управление по обеспечению деятельности Администрации муниципального образования «Майминск</w:t>
      </w:r>
      <w:r w:rsidR="0022284B" w:rsidRPr="00E3197C">
        <w:rPr>
          <w:sz w:val="28"/>
          <w:szCs w:val="28"/>
        </w:rPr>
        <w:t>ий район» разместить настоящее Р</w:t>
      </w:r>
      <w:r w:rsidR="003A3434" w:rsidRPr="00E3197C">
        <w:rPr>
          <w:sz w:val="28"/>
          <w:szCs w:val="28"/>
        </w:rPr>
        <w:t>аспоряжение на официа</w:t>
      </w:r>
      <w:r w:rsidR="00AF146D" w:rsidRPr="00E3197C">
        <w:rPr>
          <w:sz w:val="28"/>
          <w:szCs w:val="28"/>
        </w:rPr>
        <w:t xml:space="preserve">льном сайте </w:t>
      </w:r>
      <w:r w:rsidR="0022284B" w:rsidRPr="00E3197C">
        <w:rPr>
          <w:sz w:val="28"/>
          <w:szCs w:val="28"/>
        </w:rPr>
        <w:t>Майминского района в информационно - телекоммуникационной сети «Интернет»</w:t>
      </w:r>
      <w:r w:rsidR="000E6189" w:rsidRPr="00E3197C">
        <w:rPr>
          <w:sz w:val="28"/>
          <w:szCs w:val="28"/>
        </w:rPr>
        <w:t xml:space="preserve"> в течение</w:t>
      </w:r>
      <w:r w:rsidRPr="00E3197C">
        <w:rPr>
          <w:sz w:val="28"/>
          <w:szCs w:val="28"/>
        </w:rPr>
        <w:t xml:space="preserve"> 7 дней со дня </w:t>
      </w:r>
      <w:r w:rsidR="000F0FF0" w:rsidRPr="00E3197C">
        <w:rPr>
          <w:sz w:val="28"/>
          <w:szCs w:val="28"/>
        </w:rPr>
        <w:t xml:space="preserve">его </w:t>
      </w:r>
      <w:r w:rsidR="000F0FF0" w:rsidRPr="00E3197C">
        <w:rPr>
          <w:sz w:val="28"/>
          <w:szCs w:val="28"/>
        </w:rPr>
        <w:lastRenderedPageBreak/>
        <w:t>принятия</w:t>
      </w:r>
      <w:r w:rsidR="0022284B" w:rsidRPr="00E3197C">
        <w:rPr>
          <w:sz w:val="28"/>
          <w:szCs w:val="28"/>
        </w:rPr>
        <w:t>.</w:t>
      </w:r>
    </w:p>
    <w:p w:rsidR="004F38C0" w:rsidRPr="00E3197C" w:rsidRDefault="001B5F0E" w:rsidP="00E3197C">
      <w:pPr>
        <w:tabs>
          <w:tab w:val="left" w:pos="709"/>
          <w:tab w:val="left" w:pos="1134"/>
        </w:tabs>
        <w:spacing w:before="0" w:line="240" w:lineRule="auto"/>
        <w:ind w:left="0" w:right="424" w:firstLine="709"/>
        <w:jc w:val="both"/>
        <w:rPr>
          <w:sz w:val="28"/>
          <w:szCs w:val="28"/>
        </w:rPr>
      </w:pPr>
      <w:r w:rsidRPr="00E3197C">
        <w:rPr>
          <w:sz w:val="28"/>
          <w:szCs w:val="28"/>
        </w:rPr>
        <w:t>5</w:t>
      </w:r>
      <w:r w:rsidR="004F38C0" w:rsidRPr="00E3197C">
        <w:rPr>
          <w:sz w:val="28"/>
          <w:szCs w:val="28"/>
        </w:rPr>
        <w:t xml:space="preserve">.  </w:t>
      </w:r>
      <w:r w:rsidR="00BA7DDF" w:rsidRPr="00E3197C">
        <w:rPr>
          <w:sz w:val="28"/>
          <w:szCs w:val="28"/>
        </w:rPr>
        <w:t xml:space="preserve"> </w:t>
      </w:r>
      <w:r w:rsidR="004F38C0" w:rsidRPr="00E3197C">
        <w:rPr>
          <w:sz w:val="28"/>
          <w:szCs w:val="28"/>
        </w:rPr>
        <w:t xml:space="preserve">Контроль за исполнением настоящего </w:t>
      </w:r>
      <w:r w:rsidR="009E05D6" w:rsidRPr="00E3197C">
        <w:rPr>
          <w:sz w:val="28"/>
          <w:szCs w:val="28"/>
        </w:rPr>
        <w:t>Распоряжения</w:t>
      </w:r>
      <w:r w:rsidR="004F38C0" w:rsidRPr="00E3197C">
        <w:rPr>
          <w:sz w:val="28"/>
          <w:szCs w:val="28"/>
        </w:rPr>
        <w:t xml:space="preserve"> </w:t>
      </w:r>
      <w:r w:rsidR="00E10AB6" w:rsidRPr="00E3197C">
        <w:rPr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FF1A70" w:rsidRPr="00E3197C">
        <w:rPr>
          <w:sz w:val="28"/>
          <w:szCs w:val="28"/>
        </w:rPr>
        <w:t>Ю.А. Рябищенко</w:t>
      </w:r>
      <w:r w:rsidR="002F3F0B" w:rsidRPr="00E3197C">
        <w:rPr>
          <w:sz w:val="28"/>
          <w:szCs w:val="28"/>
        </w:rPr>
        <w:t>.</w:t>
      </w:r>
    </w:p>
    <w:p w:rsidR="00E66A75" w:rsidRDefault="00E66A75" w:rsidP="00E3197C">
      <w:pPr>
        <w:pStyle w:val="ae"/>
        <w:spacing w:before="0" w:beforeAutospacing="0" w:after="0"/>
        <w:ind w:right="424"/>
        <w:rPr>
          <w:sz w:val="28"/>
          <w:szCs w:val="28"/>
        </w:rPr>
      </w:pPr>
    </w:p>
    <w:p w:rsidR="00E3197C" w:rsidRDefault="00E3197C" w:rsidP="00E3197C">
      <w:pPr>
        <w:pStyle w:val="ae"/>
        <w:spacing w:before="0" w:beforeAutospacing="0" w:after="0"/>
        <w:ind w:right="424"/>
        <w:rPr>
          <w:sz w:val="28"/>
          <w:szCs w:val="28"/>
        </w:rPr>
      </w:pPr>
    </w:p>
    <w:p w:rsidR="00E3197C" w:rsidRDefault="00E3197C" w:rsidP="00E3197C">
      <w:pPr>
        <w:pStyle w:val="ae"/>
        <w:spacing w:before="0" w:beforeAutospacing="0" w:after="0"/>
        <w:ind w:right="42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AC6C28" w:rsidRDefault="00E3197C" w:rsidP="00E3197C">
      <w:pPr>
        <w:pStyle w:val="ae"/>
        <w:spacing w:before="0" w:beforeAutospacing="0" w:after="0"/>
        <w:ind w:right="42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93400D">
        <w:rPr>
          <w:sz w:val="28"/>
          <w:szCs w:val="28"/>
        </w:rPr>
        <w:t xml:space="preserve"> </w:t>
      </w:r>
      <w:r w:rsidR="001A3C46">
        <w:rPr>
          <w:sz w:val="28"/>
          <w:szCs w:val="28"/>
        </w:rPr>
        <w:t xml:space="preserve">Администрации </w:t>
      </w:r>
    </w:p>
    <w:p w:rsidR="00AC6C28" w:rsidRDefault="0093400D" w:rsidP="00E3197C">
      <w:pPr>
        <w:pStyle w:val="ae"/>
        <w:spacing w:before="0" w:beforeAutospacing="0" w:after="0"/>
        <w:ind w:right="424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0D7E3B">
        <w:rPr>
          <w:sz w:val="28"/>
          <w:szCs w:val="28"/>
        </w:rPr>
        <w:t xml:space="preserve"> </w:t>
      </w:r>
      <w:r w:rsidR="001A3C46">
        <w:rPr>
          <w:sz w:val="28"/>
          <w:szCs w:val="28"/>
        </w:rPr>
        <w:t>о</w:t>
      </w:r>
      <w:r w:rsidR="000D7E3B">
        <w:rPr>
          <w:sz w:val="28"/>
          <w:szCs w:val="28"/>
        </w:rPr>
        <w:t>бразования</w:t>
      </w:r>
      <w:r w:rsidR="001A3C46">
        <w:rPr>
          <w:sz w:val="28"/>
          <w:szCs w:val="28"/>
        </w:rPr>
        <w:t xml:space="preserve"> </w:t>
      </w:r>
    </w:p>
    <w:p w:rsidR="004F38C0" w:rsidRPr="00DA4E4E" w:rsidRDefault="000D7E3B" w:rsidP="00E3197C">
      <w:pPr>
        <w:pStyle w:val="ae"/>
        <w:spacing w:before="0" w:beforeAutospacing="0" w:after="0"/>
        <w:ind w:right="424"/>
        <w:rPr>
          <w:sz w:val="28"/>
          <w:szCs w:val="28"/>
        </w:rPr>
      </w:pPr>
      <w:r>
        <w:rPr>
          <w:sz w:val="28"/>
          <w:szCs w:val="28"/>
        </w:rPr>
        <w:t>«Майминский район»</w:t>
      </w:r>
      <w:r w:rsidR="004F38C0">
        <w:rPr>
          <w:sz w:val="28"/>
          <w:szCs w:val="28"/>
        </w:rPr>
        <w:tab/>
      </w:r>
      <w:r w:rsidR="004F38C0">
        <w:rPr>
          <w:sz w:val="28"/>
          <w:szCs w:val="28"/>
        </w:rPr>
        <w:tab/>
      </w:r>
      <w:r w:rsidR="004F38C0">
        <w:rPr>
          <w:sz w:val="28"/>
          <w:szCs w:val="28"/>
        </w:rPr>
        <w:tab/>
      </w:r>
      <w:r w:rsidR="004F38C0">
        <w:rPr>
          <w:sz w:val="28"/>
          <w:szCs w:val="28"/>
        </w:rPr>
        <w:tab/>
      </w:r>
      <w:r w:rsidR="004F38C0">
        <w:rPr>
          <w:sz w:val="28"/>
          <w:szCs w:val="28"/>
        </w:rPr>
        <w:tab/>
      </w:r>
      <w:r w:rsidR="001A3C46">
        <w:rPr>
          <w:sz w:val="28"/>
          <w:szCs w:val="28"/>
        </w:rPr>
        <w:t xml:space="preserve">    </w:t>
      </w:r>
      <w:r w:rsidR="00E3197C">
        <w:rPr>
          <w:sz w:val="28"/>
          <w:szCs w:val="28"/>
        </w:rPr>
        <w:t xml:space="preserve">             А.Х. Литвинова</w:t>
      </w:r>
    </w:p>
    <w:p w:rsidR="004F38C0" w:rsidRPr="00DA4E4E" w:rsidRDefault="004F38C0" w:rsidP="004F38C0">
      <w:pPr>
        <w:spacing w:before="0" w:line="240" w:lineRule="auto"/>
        <w:ind w:left="0" w:right="-1"/>
        <w:jc w:val="both"/>
        <w:rPr>
          <w:sz w:val="28"/>
          <w:szCs w:val="28"/>
        </w:rPr>
      </w:pPr>
    </w:p>
    <w:sectPr w:rsidR="004F38C0" w:rsidRPr="00DA4E4E" w:rsidSect="005E6C23">
      <w:type w:val="continuous"/>
      <w:pgSz w:w="11907" w:h="16840" w:code="9"/>
      <w:pgMar w:top="1134" w:right="567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E58" w:rsidRDefault="000B4E58" w:rsidP="00F2108F">
      <w:pPr>
        <w:spacing w:before="0" w:line="240" w:lineRule="auto"/>
      </w:pPr>
      <w:r>
        <w:separator/>
      </w:r>
    </w:p>
  </w:endnote>
  <w:endnote w:type="continuationSeparator" w:id="0">
    <w:p w:rsidR="000B4E58" w:rsidRDefault="000B4E58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E58" w:rsidRDefault="000B4E58" w:rsidP="00F2108F">
      <w:pPr>
        <w:spacing w:before="0" w:line="240" w:lineRule="auto"/>
      </w:pPr>
      <w:r>
        <w:separator/>
      </w:r>
    </w:p>
  </w:footnote>
  <w:footnote w:type="continuationSeparator" w:id="0">
    <w:p w:rsidR="000B4E58" w:rsidRDefault="000B4E58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10DB43F1"/>
    <w:multiLevelType w:val="hybridMultilevel"/>
    <w:tmpl w:val="989AE78C"/>
    <w:lvl w:ilvl="0" w:tplc="96B410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E8099A"/>
    <w:multiLevelType w:val="hybridMultilevel"/>
    <w:tmpl w:val="32682422"/>
    <w:lvl w:ilvl="0" w:tplc="261C5B12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5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1"/>
  </w:num>
  <w:num w:numId="10">
    <w:abstractNumId w:val="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D6"/>
    <w:rsid w:val="00015FDA"/>
    <w:rsid w:val="00037D22"/>
    <w:rsid w:val="00045354"/>
    <w:rsid w:val="00096503"/>
    <w:rsid w:val="000B408C"/>
    <w:rsid w:val="000B4E58"/>
    <w:rsid w:val="000B5288"/>
    <w:rsid w:val="000C114C"/>
    <w:rsid w:val="000D2626"/>
    <w:rsid w:val="000D7E3B"/>
    <w:rsid w:val="000E6189"/>
    <w:rsid w:val="000F0FF0"/>
    <w:rsid w:val="000F3093"/>
    <w:rsid w:val="000F31AD"/>
    <w:rsid w:val="000F77D2"/>
    <w:rsid w:val="00131162"/>
    <w:rsid w:val="00161BC8"/>
    <w:rsid w:val="00175917"/>
    <w:rsid w:val="001853A5"/>
    <w:rsid w:val="00194CE4"/>
    <w:rsid w:val="001A0F60"/>
    <w:rsid w:val="001A3C46"/>
    <w:rsid w:val="001A3D62"/>
    <w:rsid w:val="001B15DB"/>
    <w:rsid w:val="001B5F0E"/>
    <w:rsid w:val="001D47C3"/>
    <w:rsid w:val="001E0958"/>
    <w:rsid w:val="001F3BB5"/>
    <w:rsid w:val="00220673"/>
    <w:rsid w:val="0022284B"/>
    <w:rsid w:val="002375C2"/>
    <w:rsid w:val="0024644A"/>
    <w:rsid w:val="00255B16"/>
    <w:rsid w:val="00264285"/>
    <w:rsid w:val="00276A3D"/>
    <w:rsid w:val="002906E0"/>
    <w:rsid w:val="00291762"/>
    <w:rsid w:val="0029499D"/>
    <w:rsid w:val="002973C5"/>
    <w:rsid w:val="002A473E"/>
    <w:rsid w:val="002B1433"/>
    <w:rsid w:val="002D55C5"/>
    <w:rsid w:val="002D6D0B"/>
    <w:rsid w:val="002F3D47"/>
    <w:rsid w:val="002F3F0B"/>
    <w:rsid w:val="00303894"/>
    <w:rsid w:val="00314A8C"/>
    <w:rsid w:val="00315F64"/>
    <w:rsid w:val="00317775"/>
    <w:rsid w:val="00321CE3"/>
    <w:rsid w:val="0032570E"/>
    <w:rsid w:val="0037348A"/>
    <w:rsid w:val="003757B8"/>
    <w:rsid w:val="00382C36"/>
    <w:rsid w:val="00393FAA"/>
    <w:rsid w:val="00396145"/>
    <w:rsid w:val="00396985"/>
    <w:rsid w:val="003A3434"/>
    <w:rsid w:val="003C7EC1"/>
    <w:rsid w:val="003D4801"/>
    <w:rsid w:val="003F6346"/>
    <w:rsid w:val="00422F5D"/>
    <w:rsid w:val="0044332B"/>
    <w:rsid w:val="00446DCC"/>
    <w:rsid w:val="004521BE"/>
    <w:rsid w:val="004559EA"/>
    <w:rsid w:val="0045754E"/>
    <w:rsid w:val="00471955"/>
    <w:rsid w:val="004A0CF8"/>
    <w:rsid w:val="004A63D4"/>
    <w:rsid w:val="004A6C13"/>
    <w:rsid w:val="004B560C"/>
    <w:rsid w:val="004C2AB5"/>
    <w:rsid w:val="004D3700"/>
    <w:rsid w:val="004E4611"/>
    <w:rsid w:val="004F38C0"/>
    <w:rsid w:val="004F73B1"/>
    <w:rsid w:val="00500516"/>
    <w:rsid w:val="00511110"/>
    <w:rsid w:val="00516698"/>
    <w:rsid w:val="005222B1"/>
    <w:rsid w:val="00535A4F"/>
    <w:rsid w:val="005376B4"/>
    <w:rsid w:val="00550426"/>
    <w:rsid w:val="005547F8"/>
    <w:rsid w:val="00557988"/>
    <w:rsid w:val="00565EB3"/>
    <w:rsid w:val="00571760"/>
    <w:rsid w:val="00586A89"/>
    <w:rsid w:val="005A5622"/>
    <w:rsid w:val="005B2080"/>
    <w:rsid w:val="005C0FD3"/>
    <w:rsid w:val="005C7654"/>
    <w:rsid w:val="005C77E2"/>
    <w:rsid w:val="005D0AEB"/>
    <w:rsid w:val="005E1A91"/>
    <w:rsid w:val="005E51C7"/>
    <w:rsid w:val="005E5DC7"/>
    <w:rsid w:val="005E6C23"/>
    <w:rsid w:val="006128AB"/>
    <w:rsid w:val="00621958"/>
    <w:rsid w:val="00627A2E"/>
    <w:rsid w:val="006408F1"/>
    <w:rsid w:val="006471C6"/>
    <w:rsid w:val="00663658"/>
    <w:rsid w:val="006652DE"/>
    <w:rsid w:val="00672521"/>
    <w:rsid w:val="0068738B"/>
    <w:rsid w:val="00693CF3"/>
    <w:rsid w:val="006B6854"/>
    <w:rsid w:val="006C465E"/>
    <w:rsid w:val="006E200E"/>
    <w:rsid w:val="006E5BB5"/>
    <w:rsid w:val="006F1597"/>
    <w:rsid w:val="006F32C0"/>
    <w:rsid w:val="00704119"/>
    <w:rsid w:val="00714CC7"/>
    <w:rsid w:val="00724E93"/>
    <w:rsid w:val="00752C0A"/>
    <w:rsid w:val="007570DF"/>
    <w:rsid w:val="007906A2"/>
    <w:rsid w:val="00797D25"/>
    <w:rsid w:val="007B3AD1"/>
    <w:rsid w:val="007B7597"/>
    <w:rsid w:val="007C3859"/>
    <w:rsid w:val="007C5B24"/>
    <w:rsid w:val="007D6256"/>
    <w:rsid w:val="007E452D"/>
    <w:rsid w:val="007E65A8"/>
    <w:rsid w:val="007F2A9E"/>
    <w:rsid w:val="007F2F6D"/>
    <w:rsid w:val="007F65AE"/>
    <w:rsid w:val="008130F8"/>
    <w:rsid w:val="00825385"/>
    <w:rsid w:val="00827902"/>
    <w:rsid w:val="0083087D"/>
    <w:rsid w:val="008315BB"/>
    <w:rsid w:val="00833C21"/>
    <w:rsid w:val="008424D6"/>
    <w:rsid w:val="008434FE"/>
    <w:rsid w:val="00845296"/>
    <w:rsid w:val="0085506B"/>
    <w:rsid w:val="00870C1A"/>
    <w:rsid w:val="00873DB4"/>
    <w:rsid w:val="00880C3F"/>
    <w:rsid w:val="00881BF7"/>
    <w:rsid w:val="0088631F"/>
    <w:rsid w:val="00892CC6"/>
    <w:rsid w:val="008A1D2D"/>
    <w:rsid w:val="008C4C50"/>
    <w:rsid w:val="008D49D6"/>
    <w:rsid w:val="00912AE7"/>
    <w:rsid w:val="00926F8A"/>
    <w:rsid w:val="0093400D"/>
    <w:rsid w:val="00952D83"/>
    <w:rsid w:val="00957916"/>
    <w:rsid w:val="0096170A"/>
    <w:rsid w:val="00966B41"/>
    <w:rsid w:val="0096704B"/>
    <w:rsid w:val="009672B6"/>
    <w:rsid w:val="00971B13"/>
    <w:rsid w:val="0097648B"/>
    <w:rsid w:val="00980E3C"/>
    <w:rsid w:val="009913E6"/>
    <w:rsid w:val="00995819"/>
    <w:rsid w:val="0099754F"/>
    <w:rsid w:val="009A1184"/>
    <w:rsid w:val="009A1A07"/>
    <w:rsid w:val="009B7921"/>
    <w:rsid w:val="009E05D6"/>
    <w:rsid w:val="00A04328"/>
    <w:rsid w:val="00A10BE9"/>
    <w:rsid w:val="00A16C6C"/>
    <w:rsid w:val="00A4418C"/>
    <w:rsid w:val="00A81C52"/>
    <w:rsid w:val="00A844F0"/>
    <w:rsid w:val="00A85B06"/>
    <w:rsid w:val="00A9327B"/>
    <w:rsid w:val="00AA19AA"/>
    <w:rsid w:val="00AA2E95"/>
    <w:rsid w:val="00AA7039"/>
    <w:rsid w:val="00AB7CD4"/>
    <w:rsid w:val="00AC22DA"/>
    <w:rsid w:val="00AC6C28"/>
    <w:rsid w:val="00AD02C0"/>
    <w:rsid w:val="00AD622A"/>
    <w:rsid w:val="00AE3AF5"/>
    <w:rsid w:val="00AF146D"/>
    <w:rsid w:val="00AF37D5"/>
    <w:rsid w:val="00B04021"/>
    <w:rsid w:val="00B173B7"/>
    <w:rsid w:val="00B1759E"/>
    <w:rsid w:val="00B2660B"/>
    <w:rsid w:val="00B31EB9"/>
    <w:rsid w:val="00B700E6"/>
    <w:rsid w:val="00B80D85"/>
    <w:rsid w:val="00B90E09"/>
    <w:rsid w:val="00B92F2D"/>
    <w:rsid w:val="00B9547D"/>
    <w:rsid w:val="00BA7DDF"/>
    <w:rsid w:val="00BB455B"/>
    <w:rsid w:val="00BC25E6"/>
    <w:rsid w:val="00BC6A90"/>
    <w:rsid w:val="00BF07AB"/>
    <w:rsid w:val="00C05D34"/>
    <w:rsid w:val="00C12E28"/>
    <w:rsid w:val="00C21CCB"/>
    <w:rsid w:val="00C23E4E"/>
    <w:rsid w:val="00C278FD"/>
    <w:rsid w:val="00C27977"/>
    <w:rsid w:val="00C40579"/>
    <w:rsid w:val="00C43FE0"/>
    <w:rsid w:val="00C51D72"/>
    <w:rsid w:val="00C52214"/>
    <w:rsid w:val="00C53674"/>
    <w:rsid w:val="00C576E5"/>
    <w:rsid w:val="00C73971"/>
    <w:rsid w:val="00C74F8F"/>
    <w:rsid w:val="00C90803"/>
    <w:rsid w:val="00C928A7"/>
    <w:rsid w:val="00C92A51"/>
    <w:rsid w:val="00CA5239"/>
    <w:rsid w:val="00CB23A6"/>
    <w:rsid w:val="00CB479D"/>
    <w:rsid w:val="00CE109D"/>
    <w:rsid w:val="00CE2219"/>
    <w:rsid w:val="00D026C7"/>
    <w:rsid w:val="00D05C0E"/>
    <w:rsid w:val="00D33DBB"/>
    <w:rsid w:val="00D46D66"/>
    <w:rsid w:val="00D67F83"/>
    <w:rsid w:val="00D805D8"/>
    <w:rsid w:val="00D91413"/>
    <w:rsid w:val="00D92850"/>
    <w:rsid w:val="00DA20F1"/>
    <w:rsid w:val="00DB2DDD"/>
    <w:rsid w:val="00DD6786"/>
    <w:rsid w:val="00DE14E0"/>
    <w:rsid w:val="00DF0954"/>
    <w:rsid w:val="00DF2439"/>
    <w:rsid w:val="00E03D86"/>
    <w:rsid w:val="00E04696"/>
    <w:rsid w:val="00E0657F"/>
    <w:rsid w:val="00E10AB6"/>
    <w:rsid w:val="00E30EB7"/>
    <w:rsid w:val="00E3197C"/>
    <w:rsid w:val="00E64BAF"/>
    <w:rsid w:val="00E66A75"/>
    <w:rsid w:val="00E70926"/>
    <w:rsid w:val="00E70D0E"/>
    <w:rsid w:val="00E8256B"/>
    <w:rsid w:val="00E87717"/>
    <w:rsid w:val="00E90621"/>
    <w:rsid w:val="00E915F3"/>
    <w:rsid w:val="00E97E6E"/>
    <w:rsid w:val="00EA6F47"/>
    <w:rsid w:val="00EA7900"/>
    <w:rsid w:val="00EB1B8A"/>
    <w:rsid w:val="00EE343A"/>
    <w:rsid w:val="00EF3CC5"/>
    <w:rsid w:val="00EF504C"/>
    <w:rsid w:val="00F17625"/>
    <w:rsid w:val="00F2108F"/>
    <w:rsid w:val="00F4518D"/>
    <w:rsid w:val="00F50EA2"/>
    <w:rsid w:val="00F53575"/>
    <w:rsid w:val="00F63DA0"/>
    <w:rsid w:val="00F81AFD"/>
    <w:rsid w:val="00F919AA"/>
    <w:rsid w:val="00FB77E6"/>
    <w:rsid w:val="00FC0CEA"/>
    <w:rsid w:val="00FD1AF5"/>
    <w:rsid w:val="00FD61A2"/>
    <w:rsid w:val="00FE2A24"/>
    <w:rsid w:val="00FE2A56"/>
    <w:rsid w:val="00FF1A70"/>
    <w:rsid w:val="00FF2BF8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1638C7"/>
  <w15:docId w15:val="{2295ED23-C7DC-4817-8476-EC96EDDB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Normal (Web)"/>
    <w:basedOn w:val="a"/>
    <w:rsid w:val="004F38C0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  <w:style w:type="paragraph" w:styleId="af">
    <w:name w:val="List Paragraph"/>
    <w:basedOn w:val="a"/>
    <w:uiPriority w:val="34"/>
    <w:qFormat/>
    <w:rsid w:val="007F2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h1\Desktop\&#1073;&#1083;&#1072;&#1085;&#1082;&#1080;%202018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24811-1D7F-419D-B96E-EEFD11067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53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Arh1</dc:creator>
  <cp:lastModifiedBy>Vdovina</cp:lastModifiedBy>
  <cp:revision>27</cp:revision>
  <cp:lastPrinted>2025-09-25T03:35:00Z</cp:lastPrinted>
  <dcterms:created xsi:type="dcterms:W3CDTF">2022-03-03T07:54:00Z</dcterms:created>
  <dcterms:modified xsi:type="dcterms:W3CDTF">2025-09-25T03:36:00Z</dcterms:modified>
</cp:coreProperties>
</file>