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999" w:type="dxa"/>
        <w:tblLook w:val="0000" w:firstRow="0" w:lastRow="0" w:firstColumn="0" w:lastColumn="0" w:noHBand="0" w:noVBand="0"/>
      </w:tblPr>
      <w:tblGrid>
        <w:gridCol w:w="4704"/>
        <w:gridCol w:w="1176"/>
        <w:gridCol w:w="4119"/>
      </w:tblGrid>
      <w:tr w:rsidR="00AD622A" w14:paraId="1FF395E0" w14:textId="77777777" w:rsidTr="006838AB">
        <w:trPr>
          <w:trHeight w:val="900"/>
        </w:trPr>
        <w:tc>
          <w:tcPr>
            <w:tcW w:w="4704" w:type="dxa"/>
            <w:tcBorders>
              <w:bottom w:val="single" w:sz="12" w:space="0" w:color="auto"/>
            </w:tcBorders>
            <w:vAlign w:val="center"/>
          </w:tcPr>
          <w:p w14:paraId="6E1B3345" w14:textId="77777777" w:rsidR="007570DF" w:rsidRDefault="007570DF" w:rsidP="009432BA">
            <w:pPr>
              <w:pStyle w:val="4"/>
            </w:pPr>
            <w:r>
              <w:t>Республика Алтай</w:t>
            </w:r>
          </w:p>
          <w:p w14:paraId="248ABECD" w14:textId="77777777"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14:paraId="79C68520" w14:textId="77777777"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14:paraId="4FEE27D7" w14:textId="77777777"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14:paraId="7E7B4FD3" w14:textId="77777777"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12" w:space="0" w:color="auto"/>
            </w:tcBorders>
          </w:tcPr>
          <w:p w14:paraId="5BB240FF" w14:textId="77777777" w:rsidR="007570DF" w:rsidRPr="00DB2DDD" w:rsidRDefault="00195F2F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>
              <w:rPr>
                <w:noProof/>
                <w:snapToGrid/>
              </w:rPr>
              <w:drawing>
                <wp:anchor distT="0" distB="0" distL="114300" distR="114300" simplePos="0" relativeHeight="251658752" behindDoc="0" locked="0" layoutInCell="1" allowOverlap="1" wp14:anchorId="02E70549" wp14:editId="73C28447">
                  <wp:simplePos x="0" y="0"/>
                  <wp:positionH relativeFrom="column">
                    <wp:posOffset>-24130</wp:posOffset>
                  </wp:positionH>
                  <wp:positionV relativeFrom="paragraph">
                    <wp:posOffset>-53975</wp:posOffset>
                  </wp:positionV>
                  <wp:extent cx="504825" cy="609600"/>
                  <wp:effectExtent l="0" t="0" r="0" b="0"/>
                  <wp:wrapNone/>
                  <wp:docPr id="1" name="Рисунок 1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8" w:type="dxa"/>
            <w:tcBorders>
              <w:bottom w:val="single" w:sz="12" w:space="0" w:color="auto"/>
            </w:tcBorders>
          </w:tcPr>
          <w:p w14:paraId="60744D7A" w14:textId="77777777"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14:paraId="68CD2F2A" w14:textId="77777777"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14:paraId="2297430A" w14:textId="77777777"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>администрациязы</w:t>
            </w:r>
          </w:p>
        </w:tc>
      </w:tr>
      <w:tr w:rsidR="00AD622A" w14:paraId="34DD6891" w14:textId="77777777" w:rsidTr="006838AB">
        <w:trPr>
          <w:trHeight w:val="326"/>
        </w:trPr>
        <w:tc>
          <w:tcPr>
            <w:tcW w:w="4704" w:type="dxa"/>
            <w:tcBorders>
              <w:top w:val="single" w:sz="12" w:space="0" w:color="auto"/>
            </w:tcBorders>
          </w:tcPr>
          <w:p w14:paraId="5EC9718A" w14:textId="77777777" w:rsidR="00AD622A" w:rsidRPr="00AD622A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BD2F88">
              <w:rPr>
                <w:b/>
                <w:sz w:val="36"/>
              </w:rPr>
              <w:t>РАСПОРЯЖЕНИЕ</w:t>
            </w:r>
          </w:p>
        </w:tc>
        <w:tc>
          <w:tcPr>
            <w:tcW w:w="1176" w:type="dxa"/>
            <w:tcBorders>
              <w:top w:val="single" w:sz="12" w:space="0" w:color="auto"/>
            </w:tcBorders>
          </w:tcPr>
          <w:p w14:paraId="711599B1" w14:textId="77777777" w:rsidR="00AD622A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4118" w:type="dxa"/>
            <w:tcBorders>
              <w:top w:val="single" w:sz="12" w:space="0" w:color="auto"/>
            </w:tcBorders>
          </w:tcPr>
          <w:p w14:paraId="64B5FDFB" w14:textId="77777777" w:rsidR="00AD622A" w:rsidRDefault="00AD622A" w:rsidP="00BC6A90">
            <w:pPr>
              <w:pStyle w:val="a4"/>
              <w:spacing w:before="480"/>
              <w:jc w:val="center"/>
            </w:pPr>
            <w:r w:rsidRPr="00BD2F88">
              <w:rPr>
                <w:b/>
                <w:sz w:val="36"/>
                <w:lang w:val="en-US"/>
              </w:rPr>
              <w:t>JAKAAH</w:t>
            </w:r>
          </w:p>
        </w:tc>
      </w:tr>
      <w:tr w:rsidR="00AD622A" w14:paraId="621205A9" w14:textId="77777777" w:rsidTr="002A7D39">
        <w:trPr>
          <w:trHeight w:val="1815"/>
        </w:trPr>
        <w:tc>
          <w:tcPr>
            <w:tcW w:w="9999" w:type="dxa"/>
            <w:gridSpan w:val="3"/>
          </w:tcPr>
          <w:p w14:paraId="2D01491C" w14:textId="77777777" w:rsidR="00AD622A" w:rsidRPr="00A320CD" w:rsidRDefault="007E06A4" w:rsidP="00BC6A90">
            <w:pPr>
              <w:pStyle w:val="a4"/>
              <w:spacing w:before="48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о</w:t>
            </w:r>
            <w:r w:rsidR="00627A2E" w:rsidRPr="00A320CD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</w:t>
            </w:r>
            <w:r w:rsidR="00195F2F">
              <w:rPr>
                <w:sz w:val="28"/>
                <w:szCs w:val="28"/>
              </w:rPr>
              <w:t>«____» ________________ 202</w:t>
            </w:r>
            <w:r w:rsidR="00952CA7">
              <w:rPr>
                <w:sz w:val="28"/>
                <w:szCs w:val="28"/>
              </w:rPr>
              <w:t>5</w:t>
            </w:r>
            <w:r w:rsidR="00AD622A" w:rsidRPr="00A320CD">
              <w:rPr>
                <w:sz w:val="28"/>
                <w:szCs w:val="28"/>
              </w:rPr>
              <w:t xml:space="preserve"> года № ____</w:t>
            </w:r>
            <w:r w:rsidR="00627A2E" w:rsidRPr="00A320CD">
              <w:rPr>
                <w:sz w:val="28"/>
                <w:szCs w:val="28"/>
                <w:lang w:val="en-US"/>
              </w:rPr>
              <w:t>_</w:t>
            </w:r>
          </w:p>
          <w:p w14:paraId="367282D5" w14:textId="5FDF3FB1" w:rsidR="001F4379" w:rsidRPr="00F623FD" w:rsidRDefault="00AD622A" w:rsidP="00F623FD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4E4611">
              <w:rPr>
                <w:sz w:val="28"/>
                <w:szCs w:val="28"/>
              </w:rPr>
              <w:t>с. Майма</w:t>
            </w:r>
          </w:p>
        </w:tc>
      </w:tr>
    </w:tbl>
    <w:p w14:paraId="2DD1DA71" w14:textId="4F0FC222" w:rsidR="00865BF5" w:rsidRPr="002A7D39" w:rsidRDefault="00CB7E5C" w:rsidP="00CB7E5C">
      <w:pPr>
        <w:pStyle w:val="af"/>
        <w:tabs>
          <w:tab w:val="left" w:pos="8788"/>
        </w:tabs>
        <w:ind w:left="0" w:right="-1"/>
        <w:rPr>
          <w:b/>
          <w:sz w:val="27"/>
          <w:szCs w:val="27"/>
        </w:rPr>
      </w:pPr>
      <w:r w:rsidRPr="002A7D39">
        <w:rPr>
          <w:b/>
          <w:sz w:val="27"/>
          <w:szCs w:val="27"/>
        </w:rPr>
        <w:t xml:space="preserve">О внесении изменений в </w:t>
      </w:r>
      <w:r w:rsidR="00F623FD" w:rsidRPr="002A7D39">
        <w:rPr>
          <w:b/>
          <w:sz w:val="27"/>
          <w:szCs w:val="27"/>
        </w:rPr>
        <w:t xml:space="preserve">распоряжение </w:t>
      </w:r>
      <w:r w:rsidR="006F2CDD" w:rsidRPr="002A7D39">
        <w:rPr>
          <w:b/>
          <w:sz w:val="27"/>
          <w:szCs w:val="27"/>
        </w:rPr>
        <w:t xml:space="preserve">от 28 августа 2025 года № 780-рГЗ </w:t>
      </w:r>
      <w:r w:rsidR="00F623FD" w:rsidRPr="002A7D39">
        <w:rPr>
          <w:b/>
          <w:sz w:val="27"/>
          <w:szCs w:val="27"/>
        </w:rPr>
        <w:t>о предоставление разрешения на условно разрешенный вид использования земельного участка с кадастровым номером 04:01:011601:227, расположенного по адресу: Российская Федерация, Республика Алтай, Майминский район, Соузгинское сельское поселение, с. Соузга, ул. Набережная, 58 А</w:t>
      </w:r>
    </w:p>
    <w:p w14:paraId="66B5E921" w14:textId="77777777" w:rsidR="00381E93" w:rsidRPr="002A7D39" w:rsidRDefault="00381E93" w:rsidP="00760985">
      <w:pPr>
        <w:pStyle w:val="af"/>
        <w:tabs>
          <w:tab w:val="left" w:pos="8788"/>
        </w:tabs>
        <w:ind w:left="0" w:right="-1"/>
        <w:rPr>
          <w:b/>
          <w:sz w:val="27"/>
          <w:szCs w:val="27"/>
        </w:rPr>
      </w:pPr>
    </w:p>
    <w:p w14:paraId="5BA0C446" w14:textId="77777777" w:rsidR="006F2CDD" w:rsidRPr="002A7D39" w:rsidRDefault="006F2CDD" w:rsidP="00C76212">
      <w:pPr>
        <w:pStyle w:val="af"/>
        <w:ind w:left="0" w:right="-1" w:firstLine="851"/>
        <w:jc w:val="both"/>
        <w:rPr>
          <w:sz w:val="27"/>
          <w:szCs w:val="27"/>
        </w:rPr>
      </w:pPr>
      <w:r w:rsidRPr="002A7D39">
        <w:rPr>
          <w:sz w:val="27"/>
          <w:szCs w:val="27"/>
        </w:rPr>
        <w:t>В целях приведения в соответствие представленным документам, на основании допущенной технической ошибки:</w:t>
      </w:r>
    </w:p>
    <w:p w14:paraId="5504BE48" w14:textId="3F90027C" w:rsidR="00C76212" w:rsidRPr="002A7D39" w:rsidRDefault="00CB7E5C" w:rsidP="00C76212">
      <w:pPr>
        <w:pStyle w:val="af"/>
        <w:ind w:left="0" w:right="-1" w:firstLine="851"/>
        <w:jc w:val="both"/>
        <w:rPr>
          <w:sz w:val="27"/>
          <w:szCs w:val="27"/>
        </w:rPr>
      </w:pPr>
      <w:r w:rsidRPr="002A7D39">
        <w:rPr>
          <w:sz w:val="27"/>
          <w:szCs w:val="27"/>
        </w:rPr>
        <w:t xml:space="preserve"> </w:t>
      </w:r>
      <w:r w:rsidR="006F2CDD" w:rsidRPr="002A7D39">
        <w:rPr>
          <w:sz w:val="27"/>
          <w:szCs w:val="27"/>
        </w:rPr>
        <w:t>В</w:t>
      </w:r>
      <w:r w:rsidR="00F623FD" w:rsidRPr="002A7D39">
        <w:rPr>
          <w:sz w:val="27"/>
          <w:szCs w:val="27"/>
        </w:rPr>
        <w:t xml:space="preserve"> распоряжение о предоставление разрешения на условно разрешенный вид использования земельного участка с кадастровым номером 04:01:011601:227, расположенного по адресу: Российская Федерация, Республика Алтай, Майминский район, Соузгинское сельское поселение, с. Соузга, ул. Набережная, 58 А, от 28 августа 2025</w:t>
      </w:r>
      <w:r w:rsidRPr="002A7D39">
        <w:rPr>
          <w:sz w:val="27"/>
          <w:szCs w:val="27"/>
        </w:rPr>
        <w:t xml:space="preserve"> года № </w:t>
      </w:r>
      <w:r w:rsidR="00F623FD" w:rsidRPr="002A7D39">
        <w:rPr>
          <w:sz w:val="27"/>
          <w:szCs w:val="27"/>
        </w:rPr>
        <w:t>780-рГЗ</w:t>
      </w:r>
      <w:r w:rsidR="006F2CDD" w:rsidRPr="002A7D39">
        <w:rPr>
          <w:sz w:val="27"/>
          <w:szCs w:val="27"/>
        </w:rPr>
        <w:t xml:space="preserve"> внести</w:t>
      </w:r>
      <w:r w:rsidRPr="002A7D39">
        <w:rPr>
          <w:sz w:val="27"/>
          <w:szCs w:val="27"/>
        </w:rPr>
        <w:t xml:space="preserve"> следующее изменение:</w:t>
      </w:r>
    </w:p>
    <w:p w14:paraId="153807C2" w14:textId="74374F05" w:rsidR="00203CC9" w:rsidRPr="002A7D39" w:rsidRDefault="00640D69" w:rsidP="00640D69">
      <w:pPr>
        <w:pStyle w:val="af"/>
        <w:ind w:left="0" w:right="-1"/>
        <w:jc w:val="both"/>
        <w:rPr>
          <w:sz w:val="27"/>
          <w:szCs w:val="27"/>
        </w:rPr>
      </w:pPr>
      <w:r w:rsidRPr="002A7D39">
        <w:rPr>
          <w:sz w:val="27"/>
          <w:szCs w:val="27"/>
        </w:rPr>
        <w:t xml:space="preserve">           1.  </w:t>
      </w:r>
      <w:r w:rsidR="00162882" w:rsidRPr="002A7D39">
        <w:rPr>
          <w:sz w:val="27"/>
          <w:szCs w:val="27"/>
        </w:rPr>
        <w:t>В преамбуле</w:t>
      </w:r>
      <w:r w:rsidR="000B3C53">
        <w:rPr>
          <w:sz w:val="27"/>
          <w:szCs w:val="27"/>
        </w:rPr>
        <w:t xml:space="preserve"> </w:t>
      </w:r>
      <w:r w:rsidR="00162882" w:rsidRPr="002A7D39">
        <w:rPr>
          <w:sz w:val="27"/>
          <w:szCs w:val="27"/>
        </w:rPr>
        <w:t xml:space="preserve">слова </w:t>
      </w:r>
      <w:r w:rsidRPr="002A7D39">
        <w:rPr>
          <w:sz w:val="27"/>
          <w:szCs w:val="27"/>
        </w:rPr>
        <w:t>«Потаповой Т.Б</w:t>
      </w:r>
      <w:r w:rsidR="000B3C53">
        <w:rPr>
          <w:sz w:val="27"/>
          <w:szCs w:val="27"/>
        </w:rPr>
        <w:t>,.</w:t>
      </w:r>
      <w:r w:rsidRPr="002A7D39">
        <w:rPr>
          <w:sz w:val="27"/>
          <w:szCs w:val="27"/>
        </w:rPr>
        <w:t>»</w:t>
      </w:r>
      <w:r w:rsidR="000B3C53">
        <w:rPr>
          <w:sz w:val="27"/>
          <w:szCs w:val="27"/>
        </w:rPr>
        <w:t xml:space="preserve"> исключить</w:t>
      </w:r>
      <w:r w:rsidRPr="002A7D39">
        <w:rPr>
          <w:sz w:val="27"/>
          <w:szCs w:val="27"/>
        </w:rPr>
        <w:t>.</w:t>
      </w:r>
    </w:p>
    <w:p w14:paraId="60FBEDCD" w14:textId="1893C099" w:rsidR="00203CC9" w:rsidRPr="002A7D39" w:rsidRDefault="00640D69" w:rsidP="00640D69">
      <w:pPr>
        <w:pStyle w:val="af"/>
        <w:ind w:left="0" w:right="-1"/>
        <w:jc w:val="both"/>
        <w:rPr>
          <w:sz w:val="27"/>
          <w:szCs w:val="27"/>
        </w:rPr>
      </w:pPr>
      <w:r w:rsidRPr="002A7D39">
        <w:rPr>
          <w:sz w:val="27"/>
          <w:szCs w:val="27"/>
        </w:rPr>
        <w:t xml:space="preserve">           </w:t>
      </w:r>
      <w:r w:rsidR="000B3C53">
        <w:rPr>
          <w:sz w:val="27"/>
          <w:szCs w:val="27"/>
        </w:rPr>
        <w:t>2. В пункте</w:t>
      </w:r>
      <w:r w:rsidRPr="002A7D39">
        <w:rPr>
          <w:sz w:val="27"/>
          <w:szCs w:val="27"/>
        </w:rPr>
        <w:t xml:space="preserve"> 1 после слов «Потапову И. В.» слова </w:t>
      </w:r>
      <w:r w:rsidR="00E352D7" w:rsidRPr="002A7D39">
        <w:rPr>
          <w:sz w:val="27"/>
          <w:szCs w:val="27"/>
        </w:rPr>
        <w:t>«</w:t>
      </w:r>
      <w:r w:rsidRPr="002A7D39">
        <w:rPr>
          <w:sz w:val="27"/>
          <w:szCs w:val="27"/>
        </w:rPr>
        <w:t>Потаповой Т.Б.</w:t>
      </w:r>
      <w:r w:rsidR="00E352D7" w:rsidRPr="002A7D39">
        <w:rPr>
          <w:sz w:val="27"/>
          <w:szCs w:val="27"/>
        </w:rPr>
        <w:t>»</w:t>
      </w:r>
      <w:r w:rsidRPr="002A7D39">
        <w:rPr>
          <w:sz w:val="27"/>
          <w:szCs w:val="27"/>
        </w:rPr>
        <w:t xml:space="preserve"> исключить</w:t>
      </w:r>
      <w:r w:rsidR="00E352D7" w:rsidRPr="002A7D39">
        <w:rPr>
          <w:sz w:val="27"/>
          <w:szCs w:val="27"/>
        </w:rPr>
        <w:t>.</w:t>
      </w:r>
    </w:p>
    <w:p w14:paraId="7BBE9C3C" w14:textId="487AD2A8" w:rsidR="00640D69" w:rsidRPr="002A7D39" w:rsidRDefault="00640D69" w:rsidP="00640D69">
      <w:pPr>
        <w:pStyle w:val="af0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7"/>
          <w:szCs w:val="27"/>
        </w:rPr>
      </w:pPr>
      <w:r w:rsidRPr="002A7D39">
        <w:rPr>
          <w:sz w:val="27"/>
          <w:szCs w:val="27"/>
        </w:rPr>
        <w:t xml:space="preserve"> 3</w:t>
      </w:r>
      <w:r w:rsidRPr="002A7D39">
        <w:rPr>
          <w:bCs/>
          <w:sz w:val="27"/>
          <w:szCs w:val="27"/>
        </w:rPr>
        <w:t xml:space="preserve">. </w:t>
      </w:r>
      <w:r w:rsidRPr="002A7D39">
        <w:rPr>
          <w:bCs/>
          <w:sz w:val="27"/>
          <w:szCs w:val="27"/>
        </w:rPr>
        <w:t>Автономному учреждению редакции газеты «Сельчанка» в Майминском районе опубликовать результаты проведения общественных слушаний в газете «Сельчанка» в Майминском районе.</w:t>
      </w:r>
    </w:p>
    <w:p w14:paraId="4833C671" w14:textId="77777777" w:rsidR="00640D69" w:rsidRPr="002A7D39" w:rsidRDefault="00640D69" w:rsidP="00640D69">
      <w:pPr>
        <w:pStyle w:val="af0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7"/>
          <w:szCs w:val="27"/>
        </w:rPr>
      </w:pPr>
      <w:r w:rsidRPr="002A7D39">
        <w:rPr>
          <w:bCs/>
          <w:sz w:val="27"/>
          <w:szCs w:val="27"/>
        </w:rPr>
        <w:t xml:space="preserve">4. </w:t>
      </w:r>
      <w:r w:rsidRPr="002A7D39">
        <w:rPr>
          <w:bCs/>
          <w:sz w:val="27"/>
          <w:szCs w:val="27"/>
        </w:rPr>
        <w:t>Муниципальному казенному учреждению «Управление по обеспечению деятельности Администрации муниципального образования «Майминский район» разместить настоящее Распоряжение на официальном сайте Майминского района в сети «Интернет».</w:t>
      </w:r>
    </w:p>
    <w:p w14:paraId="45EF99D2" w14:textId="481B4458" w:rsidR="00640D69" w:rsidRPr="002A7D39" w:rsidRDefault="00640D69" w:rsidP="00640D69">
      <w:pPr>
        <w:pStyle w:val="af0"/>
        <w:tabs>
          <w:tab w:val="left" w:pos="1134"/>
        </w:tabs>
        <w:spacing w:before="0" w:line="240" w:lineRule="auto"/>
        <w:ind w:left="0" w:right="0" w:firstLine="709"/>
        <w:jc w:val="both"/>
        <w:rPr>
          <w:bCs/>
          <w:sz w:val="27"/>
          <w:szCs w:val="27"/>
        </w:rPr>
      </w:pPr>
      <w:r w:rsidRPr="002A7D39">
        <w:rPr>
          <w:bCs/>
          <w:sz w:val="27"/>
          <w:szCs w:val="27"/>
        </w:rPr>
        <w:t xml:space="preserve">5. </w:t>
      </w:r>
      <w:r w:rsidRPr="002A7D39">
        <w:rPr>
          <w:bCs/>
          <w:sz w:val="27"/>
          <w:szCs w:val="27"/>
        </w:rPr>
        <w:t>Контроль за исполнением настоящего Распоряжения возложить на Заместителя Главы Администрации муниципального образования «Майминский район» Ю.А. Рябищенко.</w:t>
      </w:r>
    </w:p>
    <w:p w14:paraId="2DEEF65F" w14:textId="2A543694" w:rsidR="008012D9" w:rsidRPr="002A7D39" w:rsidRDefault="008012D9" w:rsidP="00C76212">
      <w:pPr>
        <w:pStyle w:val="af"/>
        <w:ind w:left="0" w:right="-1" w:firstLine="851"/>
        <w:jc w:val="both"/>
        <w:rPr>
          <w:sz w:val="27"/>
          <w:szCs w:val="27"/>
        </w:rPr>
      </w:pPr>
    </w:p>
    <w:p w14:paraId="25CA9807" w14:textId="62B531FB" w:rsidR="009769FB" w:rsidRPr="002A7D39" w:rsidRDefault="00203CC9" w:rsidP="002A7D39">
      <w:pPr>
        <w:pStyle w:val="af"/>
        <w:ind w:left="0" w:right="-1"/>
        <w:jc w:val="both"/>
        <w:rPr>
          <w:sz w:val="27"/>
          <w:szCs w:val="27"/>
        </w:rPr>
      </w:pPr>
      <w:r w:rsidRPr="002A7D39">
        <w:rPr>
          <w:sz w:val="27"/>
          <w:szCs w:val="27"/>
        </w:rPr>
        <w:t xml:space="preserve"> </w:t>
      </w:r>
    </w:p>
    <w:p w14:paraId="356A9DD6" w14:textId="77777777" w:rsidR="009769FB" w:rsidRPr="002A7D39" w:rsidRDefault="009769FB" w:rsidP="00147563">
      <w:pPr>
        <w:pStyle w:val="ae"/>
        <w:spacing w:before="0" w:beforeAutospacing="0" w:after="0"/>
        <w:ind w:right="-1"/>
        <w:rPr>
          <w:sz w:val="27"/>
          <w:szCs w:val="27"/>
        </w:rPr>
      </w:pPr>
    </w:p>
    <w:p w14:paraId="7AA95E1D" w14:textId="77777777" w:rsidR="00381E93" w:rsidRPr="002A7D39" w:rsidRDefault="00381E93" w:rsidP="00381E93">
      <w:pPr>
        <w:pStyle w:val="ae"/>
        <w:spacing w:before="0" w:beforeAutospacing="0" w:after="0"/>
        <w:ind w:right="-1"/>
        <w:rPr>
          <w:sz w:val="27"/>
          <w:szCs w:val="27"/>
        </w:rPr>
      </w:pPr>
      <w:r w:rsidRPr="002A7D39">
        <w:rPr>
          <w:sz w:val="27"/>
          <w:szCs w:val="27"/>
        </w:rPr>
        <w:t xml:space="preserve">Глава Администрации </w:t>
      </w:r>
    </w:p>
    <w:p w14:paraId="4E8C6928" w14:textId="77777777" w:rsidR="00381E93" w:rsidRPr="002A7D39" w:rsidRDefault="00381E93" w:rsidP="00381E93">
      <w:pPr>
        <w:pStyle w:val="ae"/>
        <w:spacing w:before="0" w:beforeAutospacing="0" w:after="0"/>
        <w:ind w:right="-1"/>
        <w:rPr>
          <w:sz w:val="27"/>
          <w:szCs w:val="27"/>
        </w:rPr>
      </w:pPr>
      <w:r w:rsidRPr="002A7D39">
        <w:rPr>
          <w:sz w:val="27"/>
          <w:szCs w:val="27"/>
        </w:rPr>
        <w:t xml:space="preserve">муниципального образования </w:t>
      </w:r>
    </w:p>
    <w:p w14:paraId="7BAB0FA6" w14:textId="38F06FF1" w:rsidR="00381E93" w:rsidRPr="002A7D39" w:rsidRDefault="00381E93" w:rsidP="00381E93">
      <w:pPr>
        <w:pStyle w:val="ae"/>
        <w:spacing w:before="0" w:beforeAutospacing="0" w:after="0"/>
        <w:ind w:right="-1"/>
        <w:rPr>
          <w:sz w:val="27"/>
          <w:szCs w:val="27"/>
        </w:rPr>
      </w:pPr>
      <w:r w:rsidRPr="002A7D39">
        <w:rPr>
          <w:sz w:val="27"/>
          <w:szCs w:val="27"/>
        </w:rPr>
        <w:t xml:space="preserve">«Майминский район»                                     </w:t>
      </w:r>
      <w:r w:rsidR="008012D9" w:rsidRPr="002A7D39">
        <w:rPr>
          <w:sz w:val="27"/>
          <w:szCs w:val="27"/>
        </w:rPr>
        <w:t xml:space="preserve">                     </w:t>
      </w:r>
      <w:r w:rsidR="006838AB" w:rsidRPr="002A7D39">
        <w:rPr>
          <w:sz w:val="27"/>
          <w:szCs w:val="27"/>
        </w:rPr>
        <w:t xml:space="preserve">      </w:t>
      </w:r>
      <w:r w:rsidR="009064A1" w:rsidRPr="002A7D39">
        <w:rPr>
          <w:sz w:val="27"/>
          <w:szCs w:val="27"/>
        </w:rPr>
        <w:t xml:space="preserve">   </w:t>
      </w:r>
      <w:r w:rsidR="000B3C53">
        <w:rPr>
          <w:sz w:val="27"/>
          <w:szCs w:val="27"/>
        </w:rPr>
        <w:t xml:space="preserve">      </w:t>
      </w:r>
      <w:r w:rsidR="006838AB" w:rsidRPr="002A7D39">
        <w:rPr>
          <w:sz w:val="27"/>
          <w:szCs w:val="27"/>
        </w:rPr>
        <w:t xml:space="preserve"> </w:t>
      </w:r>
      <w:bookmarkStart w:id="0" w:name="_GoBack"/>
      <w:bookmarkEnd w:id="0"/>
      <w:r w:rsidRPr="002A7D39">
        <w:rPr>
          <w:sz w:val="27"/>
          <w:szCs w:val="27"/>
        </w:rPr>
        <w:t xml:space="preserve"> П.В. Громов </w:t>
      </w:r>
    </w:p>
    <w:sectPr w:rsidR="00381E93" w:rsidRPr="002A7D39" w:rsidSect="009769FB">
      <w:headerReference w:type="default" r:id="rId9"/>
      <w:type w:val="continuous"/>
      <w:pgSz w:w="11907" w:h="16840" w:code="9"/>
      <w:pgMar w:top="1134" w:right="851" w:bottom="28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928C07" w14:textId="77777777" w:rsidR="008F3330" w:rsidRDefault="008F3330" w:rsidP="00F2108F">
      <w:pPr>
        <w:spacing w:before="0" w:line="240" w:lineRule="auto"/>
      </w:pPr>
      <w:r>
        <w:separator/>
      </w:r>
    </w:p>
  </w:endnote>
  <w:endnote w:type="continuationSeparator" w:id="0">
    <w:p w14:paraId="45CE20B0" w14:textId="77777777" w:rsidR="008F3330" w:rsidRDefault="008F3330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68250" w14:textId="77777777" w:rsidR="008F3330" w:rsidRDefault="008F3330" w:rsidP="00F2108F">
      <w:pPr>
        <w:spacing w:before="0" w:line="240" w:lineRule="auto"/>
      </w:pPr>
      <w:r>
        <w:separator/>
      </w:r>
    </w:p>
  </w:footnote>
  <w:footnote w:type="continuationSeparator" w:id="0">
    <w:p w14:paraId="5B6B863E" w14:textId="77777777" w:rsidR="008F3330" w:rsidRDefault="008F3330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8ABB69" w14:textId="3C366568" w:rsidR="00F2108F" w:rsidRDefault="00E24C97">
    <w:pPr>
      <w:pStyle w:val="a7"/>
    </w:pPr>
    <w:r>
      <w:fldChar w:fldCharType="begin"/>
    </w:r>
    <w:r w:rsidR="00B54213">
      <w:instrText>PAGE   \* MERGEFORMAT</w:instrText>
    </w:r>
    <w:r>
      <w:fldChar w:fldCharType="separate"/>
    </w:r>
    <w:r w:rsidR="002A7D39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7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8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5714144"/>
    <w:multiLevelType w:val="hybridMultilevel"/>
    <w:tmpl w:val="3B6648C2"/>
    <w:lvl w:ilvl="0" w:tplc="2C8A1BD0">
      <w:start w:val="1"/>
      <w:numFmt w:val="decimal"/>
      <w:lvlText w:val="%1."/>
      <w:lvlJc w:val="left"/>
      <w:pPr>
        <w:ind w:left="92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E32"/>
    <w:rsid w:val="00027174"/>
    <w:rsid w:val="00045354"/>
    <w:rsid w:val="00053464"/>
    <w:rsid w:val="00096503"/>
    <w:rsid w:val="00096B39"/>
    <w:rsid w:val="0009787B"/>
    <w:rsid w:val="000B12BF"/>
    <w:rsid w:val="000B3C53"/>
    <w:rsid w:val="000B5288"/>
    <w:rsid w:val="000C114C"/>
    <w:rsid w:val="000C6F48"/>
    <w:rsid w:val="000D2626"/>
    <w:rsid w:val="000E07A6"/>
    <w:rsid w:val="000F3093"/>
    <w:rsid w:val="000F5728"/>
    <w:rsid w:val="0011267F"/>
    <w:rsid w:val="00147563"/>
    <w:rsid w:val="0016252F"/>
    <w:rsid w:val="00162882"/>
    <w:rsid w:val="00173CE4"/>
    <w:rsid w:val="00185AB1"/>
    <w:rsid w:val="00195F2F"/>
    <w:rsid w:val="00196B9D"/>
    <w:rsid w:val="001A0F60"/>
    <w:rsid w:val="001A1814"/>
    <w:rsid w:val="001A26F0"/>
    <w:rsid w:val="001A3D62"/>
    <w:rsid w:val="001B15DB"/>
    <w:rsid w:val="001C3F20"/>
    <w:rsid w:val="001E0958"/>
    <w:rsid w:val="001E3E0E"/>
    <w:rsid w:val="001F3BB5"/>
    <w:rsid w:val="001F4379"/>
    <w:rsid w:val="00203CC9"/>
    <w:rsid w:val="0020577D"/>
    <w:rsid w:val="00220673"/>
    <w:rsid w:val="00236101"/>
    <w:rsid w:val="00264285"/>
    <w:rsid w:val="00276A3D"/>
    <w:rsid w:val="002906E0"/>
    <w:rsid w:val="002A7D39"/>
    <w:rsid w:val="002C1EB6"/>
    <w:rsid w:val="002C6EE8"/>
    <w:rsid w:val="002D55C5"/>
    <w:rsid w:val="002D6210"/>
    <w:rsid w:val="002D6D0B"/>
    <w:rsid w:val="002F1440"/>
    <w:rsid w:val="002F3D47"/>
    <w:rsid w:val="00314984"/>
    <w:rsid w:val="00315F64"/>
    <w:rsid w:val="00321546"/>
    <w:rsid w:val="003361B5"/>
    <w:rsid w:val="0033796E"/>
    <w:rsid w:val="00342F5E"/>
    <w:rsid w:val="00365DA7"/>
    <w:rsid w:val="003720A3"/>
    <w:rsid w:val="0037348A"/>
    <w:rsid w:val="00381E93"/>
    <w:rsid w:val="00383E1C"/>
    <w:rsid w:val="00396145"/>
    <w:rsid w:val="00396985"/>
    <w:rsid w:val="003C3715"/>
    <w:rsid w:val="003C384E"/>
    <w:rsid w:val="003C734D"/>
    <w:rsid w:val="003C7EC1"/>
    <w:rsid w:val="003D4801"/>
    <w:rsid w:val="003F26D5"/>
    <w:rsid w:val="004371AB"/>
    <w:rsid w:val="00445567"/>
    <w:rsid w:val="00446DCC"/>
    <w:rsid w:val="004521BE"/>
    <w:rsid w:val="004559EA"/>
    <w:rsid w:val="00471D94"/>
    <w:rsid w:val="00490C64"/>
    <w:rsid w:val="004A63D4"/>
    <w:rsid w:val="004A6C13"/>
    <w:rsid w:val="004B0CFD"/>
    <w:rsid w:val="004B2756"/>
    <w:rsid w:val="004C1234"/>
    <w:rsid w:val="004C16B6"/>
    <w:rsid w:val="004C2AB5"/>
    <w:rsid w:val="004D3205"/>
    <w:rsid w:val="004E4611"/>
    <w:rsid w:val="004F4091"/>
    <w:rsid w:val="004F73B1"/>
    <w:rsid w:val="005037F2"/>
    <w:rsid w:val="005222B1"/>
    <w:rsid w:val="005267B9"/>
    <w:rsid w:val="00533018"/>
    <w:rsid w:val="00550426"/>
    <w:rsid w:val="00563FB4"/>
    <w:rsid w:val="00571760"/>
    <w:rsid w:val="0058078C"/>
    <w:rsid w:val="00590E32"/>
    <w:rsid w:val="005B2080"/>
    <w:rsid w:val="005C7654"/>
    <w:rsid w:val="005D0AEB"/>
    <w:rsid w:val="005E51C7"/>
    <w:rsid w:val="005E5DC7"/>
    <w:rsid w:val="00602CD9"/>
    <w:rsid w:val="00614B54"/>
    <w:rsid w:val="0061666F"/>
    <w:rsid w:val="00620829"/>
    <w:rsid w:val="00627A2E"/>
    <w:rsid w:val="006364CE"/>
    <w:rsid w:val="00640D69"/>
    <w:rsid w:val="006471C6"/>
    <w:rsid w:val="00663658"/>
    <w:rsid w:val="006838AB"/>
    <w:rsid w:val="006B0E91"/>
    <w:rsid w:val="006B6854"/>
    <w:rsid w:val="006C465E"/>
    <w:rsid w:val="006D014D"/>
    <w:rsid w:val="006F1597"/>
    <w:rsid w:val="006F2CDD"/>
    <w:rsid w:val="00714CC7"/>
    <w:rsid w:val="00723AE6"/>
    <w:rsid w:val="00724E93"/>
    <w:rsid w:val="00732E0B"/>
    <w:rsid w:val="0073358A"/>
    <w:rsid w:val="00752C0A"/>
    <w:rsid w:val="007570DF"/>
    <w:rsid w:val="00760985"/>
    <w:rsid w:val="00764B52"/>
    <w:rsid w:val="00764CCE"/>
    <w:rsid w:val="007906A2"/>
    <w:rsid w:val="007B2D94"/>
    <w:rsid w:val="007B7025"/>
    <w:rsid w:val="007D2DDF"/>
    <w:rsid w:val="007D6256"/>
    <w:rsid w:val="007E06A4"/>
    <w:rsid w:val="007E2032"/>
    <w:rsid w:val="007E27EB"/>
    <w:rsid w:val="007E304C"/>
    <w:rsid w:val="007E452D"/>
    <w:rsid w:val="007F1094"/>
    <w:rsid w:val="007F7E00"/>
    <w:rsid w:val="00800FB3"/>
    <w:rsid w:val="008012D9"/>
    <w:rsid w:val="00802368"/>
    <w:rsid w:val="008169D6"/>
    <w:rsid w:val="00817508"/>
    <w:rsid w:val="008211D0"/>
    <w:rsid w:val="00827902"/>
    <w:rsid w:val="008315BB"/>
    <w:rsid w:val="008331CB"/>
    <w:rsid w:val="00833C21"/>
    <w:rsid w:val="00837247"/>
    <w:rsid w:val="00842ADC"/>
    <w:rsid w:val="008434FE"/>
    <w:rsid w:val="00843788"/>
    <w:rsid w:val="00845296"/>
    <w:rsid w:val="00854D8A"/>
    <w:rsid w:val="00854F7C"/>
    <w:rsid w:val="00865BF5"/>
    <w:rsid w:val="00880C3F"/>
    <w:rsid w:val="00881BF7"/>
    <w:rsid w:val="00892CC6"/>
    <w:rsid w:val="00895A35"/>
    <w:rsid w:val="008B58E8"/>
    <w:rsid w:val="008F15E0"/>
    <w:rsid w:val="008F3330"/>
    <w:rsid w:val="00901F6F"/>
    <w:rsid w:val="00905796"/>
    <w:rsid w:val="009064A1"/>
    <w:rsid w:val="00910569"/>
    <w:rsid w:val="00932B75"/>
    <w:rsid w:val="009432BA"/>
    <w:rsid w:val="009474E2"/>
    <w:rsid w:val="00952CA7"/>
    <w:rsid w:val="00957916"/>
    <w:rsid w:val="0096170A"/>
    <w:rsid w:val="00966B41"/>
    <w:rsid w:val="00971B13"/>
    <w:rsid w:val="009769FB"/>
    <w:rsid w:val="00980E3C"/>
    <w:rsid w:val="00987922"/>
    <w:rsid w:val="00995819"/>
    <w:rsid w:val="009A0D6D"/>
    <w:rsid w:val="009A563B"/>
    <w:rsid w:val="009A68D4"/>
    <w:rsid w:val="009C643E"/>
    <w:rsid w:val="009F425B"/>
    <w:rsid w:val="00A04328"/>
    <w:rsid w:val="00A256EB"/>
    <w:rsid w:val="00A30ED4"/>
    <w:rsid w:val="00A320CD"/>
    <w:rsid w:val="00A4021D"/>
    <w:rsid w:val="00A472FC"/>
    <w:rsid w:val="00A834DB"/>
    <w:rsid w:val="00A86DC1"/>
    <w:rsid w:val="00A9043B"/>
    <w:rsid w:val="00AA1605"/>
    <w:rsid w:val="00AA19AA"/>
    <w:rsid w:val="00AA2E95"/>
    <w:rsid w:val="00AB35A0"/>
    <w:rsid w:val="00AB5F5F"/>
    <w:rsid w:val="00AC6F47"/>
    <w:rsid w:val="00AD0A7B"/>
    <w:rsid w:val="00AD40C6"/>
    <w:rsid w:val="00AD622A"/>
    <w:rsid w:val="00AE3AF5"/>
    <w:rsid w:val="00AF37D5"/>
    <w:rsid w:val="00AF6041"/>
    <w:rsid w:val="00B04021"/>
    <w:rsid w:val="00B1759E"/>
    <w:rsid w:val="00B2660B"/>
    <w:rsid w:val="00B476F9"/>
    <w:rsid w:val="00B54213"/>
    <w:rsid w:val="00B56FC6"/>
    <w:rsid w:val="00B80D85"/>
    <w:rsid w:val="00B81AF3"/>
    <w:rsid w:val="00B81CCC"/>
    <w:rsid w:val="00BC650D"/>
    <w:rsid w:val="00BC6A90"/>
    <w:rsid w:val="00BD2F88"/>
    <w:rsid w:val="00C05D34"/>
    <w:rsid w:val="00C20056"/>
    <w:rsid w:val="00C27834"/>
    <w:rsid w:val="00C45422"/>
    <w:rsid w:val="00C51D72"/>
    <w:rsid w:val="00C53674"/>
    <w:rsid w:val="00C6101D"/>
    <w:rsid w:val="00C61B3C"/>
    <w:rsid w:val="00C66558"/>
    <w:rsid w:val="00C73971"/>
    <w:rsid w:val="00C76212"/>
    <w:rsid w:val="00C81898"/>
    <w:rsid w:val="00C90803"/>
    <w:rsid w:val="00C928A7"/>
    <w:rsid w:val="00CA16D5"/>
    <w:rsid w:val="00CB1E89"/>
    <w:rsid w:val="00CB23A6"/>
    <w:rsid w:val="00CB479D"/>
    <w:rsid w:val="00CB7E5C"/>
    <w:rsid w:val="00CD37F8"/>
    <w:rsid w:val="00CD6403"/>
    <w:rsid w:val="00CE109D"/>
    <w:rsid w:val="00CF447F"/>
    <w:rsid w:val="00CF5696"/>
    <w:rsid w:val="00D159C8"/>
    <w:rsid w:val="00D16B97"/>
    <w:rsid w:val="00D46D66"/>
    <w:rsid w:val="00D4783E"/>
    <w:rsid w:val="00D805D8"/>
    <w:rsid w:val="00D851EE"/>
    <w:rsid w:val="00D93C9D"/>
    <w:rsid w:val="00DB2DDD"/>
    <w:rsid w:val="00DD0884"/>
    <w:rsid w:val="00DD1D58"/>
    <w:rsid w:val="00DD6786"/>
    <w:rsid w:val="00DE7600"/>
    <w:rsid w:val="00DF0954"/>
    <w:rsid w:val="00DF2439"/>
    <w:rsid w:val="00E03345"/>
    <w:rsid w:val="00E04696"/>
    <w:rsid w:val="00E234B8"/>
    <w:rsid w:val="00E24C97"/>
    <w:rsid w:val="00E26CB2"/>
    <w:rsid w:val="00E352D7"/>
    <w:rsid w:val="00E409E3"/>
    <w:rsid w:val="00E47E03"/>
    <w:rsid w:val="00E87BF6"/>
    <w:rsid w:val="00E97E6E"/>
    <w:rsid w:val="00EA757C"/>
    <w:rsid w:val="00EE343A"/>
    <w:rsid w:val="00F04A0A"/>
    <w:rsid w:val="00F1037C"/>
    <w:rsid w:val="00F17625"/>
    <w:rsid w:val="00F2108F"/>
    <w:rsid w:val="00F36933"/>
    <w:rsid w:val="00F466B6"/>
    <w:rsid w:val="00F55329"/>
    <w:rsid w:val="00F623FD"/>
    <w:rsid w:val="00F7607E"/>
    <w:rsid w:val="00F81AFD"/>
    <w:rsid w:val="00F827A3"/>
    <w:rsid w:val="00F83627"/>
    <w:rsid w:val="00F919AA"/>
    <w:rsid w:val="00FB77E6"/>
    <w:rsid w:val="00FC0CEA"/>
    <w:rsid w:val="00FE131C"/>
    <w:rsid w:val="00FE214B"/>
    <w:rsid w:val="00FE2A56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C200A"/>
  <w15:docId w15:val="{3B953A6C-7856-4D4F-87AE-96259279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A834DB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No Spacing"/>
    <w:uiPriority w:val="1"/>
    <w:qFormat/>
    <w:rsid w:val="00A834DB"/>
    <w:pPr>
      <w:widowControl w:val="0"/>
      <w:suppressAutoHyphens/>
      <w:ind w:left="1160" w:right="1000"/>
      <w:jc w:val="center"/>
    </w:pPr>
    <w:rPr>
      <w:sz w:val="22"/>
      <w:lang w:eastAsia="ar-SA"/>
    </w:rPr>
  </w:style>
  <w:style w:type="paragraph" w:styleId="af0">
    <w:name w:val="List Paragraph"/>
    <w:basedOn w:val="a"/>
    <w:uiPriority w:val="34"/>
    <w:qFormat/>
    <w:rsid w:val="00640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0;&#1099;&#1087;&#1095;&#1072;&#1082;&#1086;&#1074;&#1072;\2018%20&#1043;&#1054;&#1044;\&#1056;&#1072;&#1089;&#1087;&#1086;&#1088;&#1103;&#1078;&#1077;&#1085;&#1080;&#1077;%20&#1055;&#1086;&#1089;&#1090;&#1072;&#1085;&#1086;&#1074;&#1083;&#1077;&#1085;&#1080;&#1103;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76A5FC-6C17-4D5B-80C8-3F8E7CD25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447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Vdovina</cp:lastModifiedBy>
  <cp:revision>40</cp:revision>
  <cp:lastPrinted>2025-09-16T05:26:00Z</cp:lastPrinted>
  <dcterms:created xsi:type="dcterms:W3CDTF">2022-03-24T07:28:00Z</dcterms:created>
  <dcterms:modified xsi:type="dcterms:W3CDTF">2025-09-16T05:37:00Z</dcterms:modified>
</cp:coreProperties>
</file>