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FC0F52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B713F7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Pr="004D2610">
        <w:rPr>
          <w:b/>
          <w:bCs/>
          <w:sz w:val="28"/>
          <w:szCs w:val="28"/>
        </w:rPr>
        <w:t xml:space="preserve">участка с </w:t>
      </w:r>
      <w:r w:rsidR="00B713F7">
        <w:rPr>
          <w:b/>
          <w:bCs/>
          <w:sz w:val="28"/>
          <w:szCs w:val="28"/>
        </w:rPr>
        <w:t xml:space="preserve">кадастровым номером </w:t>
      </w:r>
      <w:r w:rsidR="001E7DAA" w:rsidRPr="001E7DAA">
        <w:rPr>
          <w:b/>
          <w:bCs/>
          <w:sz w:val="28"/>
          <w:szCs w:val="28"/>
        </w:rPr>
        <w:t>04:01:</w:t>
      </w:r>
      <w:r w:rsidR="00B713F7">
        <w:rPr>
          <w:b/>
          <w:bCs/>
          <w:sz w:val="28"/>
          <w:szCs w:val="28"/>
        </w:rPr>
        <w:t>020211:672</w:t>
      </w:r>
      <w:r w:rsidR="001E7DAA" w:rsidRPr="001E7DAA">
        <w:rPr>
          <w:b/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B713F7">
        <w:rPr>
          <w:b/>
          <w:bCs/>
          <w:sz w:val="28"/>
          <w:szCs w:val="28"/>
        </w:rPr>
        <w:t>Манжерокское</w:t>
      </w:r>
      <w:r w:rsidR="001E7DAA" w:rsidRPr="001E7DAA">
        <w:rPr>
          <w:b/>
          <w:bCs/>
          <w:sz w:val="28"/>
          <w:szCs w:val="28"/>
        </w:rPr>
        <w:t xml:space="preserve"> сельское поселение, с. </w:t>
      </w:r>
      <w:r w:rsidR="00B713F7">
        <w:rPr>
          <w:b/>
          <w:bCs/>
          <w:sz w:val="28"/>
          <w:szCs w:val="28"/>
        </w:rPr>
        <w:t>Озерное, ул. Юбилейная</w:t>
      </w:r>
      <w:r w:rsidR="001E7DAA" w:rsidRPr="001E7DAA">
        <w:rPr>
          <w:b/>
          <w:bCs/>
          <w:sz w:val="28"/>
          <w:szCs w:val="28"/>
        </w:rPr>
        <w:t>,</w:t>
      </w:r>
      <w:r w:rsidR="00B713F7">
        <w:rPr>
          <w:b/>
          <w:bCs/>
          <w:sz w:val="28"/>
          <w:szCs w:val="28"/>
        </w:rPr>
        <w:t xml:space="preserve"> 26</w:t>
      </w:r>
      <w:r w:rsidR="001E7DAA" w:rsidRPr="001E7DAA">
        <w:rPr>
          <w:b/>
          <w:bCs/>
          <w:sz w:val="28"/>
          <w:szCs w:val="28"/>
        </w:rPr>
        <w:t xml:space="preserve"> </w:t>
      </w:r>
    </w:p>
    <w:p w:rsidR="00ED3031" w:rsidRPr="0027350B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48"/>
          <w:szCs w:val="48"/>
        </w:rPr>
      </w:pPr>
    </w:p>
    <w:p w:rsidR="00ED3031" w:rsidRPr="00E269CE" w:rsidRDefault="00ED3031" w:rsidP="00A32728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61FB6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E61FB6" w:rsidRPr="00E269CE">
        <w:rPr>
          <w:sz w:val="28"/>
          <w:szCs w:val="28"/>
        </w:rPr>
        <w:t>статьи 39 Градостроительного</w:t>
      </w:r>
      <w:r w:rsidR="00E61FB6">
        <w:rPr>
          <w:sz w:val="28"/>
          <w:szCs w:val="28"/>
        </w:rPr>
        <w:t xml:space="preserve"> кодекса Российской Федерации,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«Ма</w:t>
      </w:r>
      <w:r w:rsidR="00B713F7">
        <w:rPr>
          <w:sz w:val="28"/>
          <w:szCs w:val="28"/>
        </w:rPr>
        <w:t>нжерокское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>, на основании заявления</w:t>
      </w:r>
      <w:r w:rsidR="006D7243">
        <w:rPr>
          <w:sz w:val="28"/>
          <w:szCs w:val="28"/>
        </w:rPr>
        <w:t xml:space="preserve"> </w:t>
      </w:r>
      <w:r w:rsidR="00B713F7">
        <w:rPr>
          <w:sz w:val="28"/>
          <w:szCs w:val="28"/>
        </w:rPr>
        <w:t>Андросова А.Ю</w:t>
      </w:r>
      <w:r w:rsidR="001E7DAA">
        <w:rPr>
          <w:sz w:val="28"/>
          <w:szCs w:val="28"/>
        </w:rPr>
        <w:t>.</w:t>
      </w:r>
      <w:r w:rsidR="00D712B7">
        <w:rPr>
          <w:sz w:val="28"/>
          <w:szCs w:val="28"/>
        </w:rPr>
        <w:t xml:space="preserve"> </w:t>
      </w:r>
      <w:r w:rsidR="00B713F7">
        <w:rPr>
          <w:sz w:val="28"/>
          <w:szCs w:val="28"/>
        </w:rPr>
        <w:t>от 30</w:t>
      </w:r>
      <w:r w:rsidR="00BE5E20">
        <w:rPr>
          <w:sz w:val="28"/>
          <w:szCs w:val="28"/>
        </w:rPr>
        <w:t xml:space="preserve"> </w:t>
      </w:r>
      <w:r w:rsidR="00B713F7">
        <w:rPr>
          <w:sz w:val="28"/>
          <w:szCs w:val="28"/>
        </w:rPr>
        <w:t>июня</w:t>
      </w:r>
      <w:r w:rsidR="006D7243">
        <w:rPr>
          <w:sz w:val="28"/>
          <w:szCs w:val="28"/>
        </w:rPr>
        <w:t xml:space="preserve"> </w:t>
      </w:r>
      <w:r w:rsidR="00D81F60">
        <w:rPr>
          <w:sz w:val="28"/>
          <w:szCs w:val="28"/>
        </w:rPr>
        <w:t>2025</w:t>
      </w:r>
      <w:r w:rsidR="00B233A3">
        <w:rPr>
          <w:sz w:val="28"/>
          <w:szCs w:val="28"/>
        </w:rPr>
        <w:t xml:space="preserve"> года</w:t>
      </w:r>
      <w:r w:rsidR="00117EDC">
        <w:rPr>
          <w:sz w:val="28"/>
          <w:szCs w:val="28"/>
        </w:rPr>
        <w:t xml:space="preserve"> № </w:t>
      </w:r>
      <w:r w:rsidR="00B713F7">
        <w:rPr>
          <w:sz w:val="28"/>
          <w:szCs w:val="28"/>
        </w:rPr>
        <w:t>6966</w:t>
      </w:r>
      <w:r w:rsidR="008D2340" w:rsidRPr="00E269CE">
        <w:rPr>
          <w:sz w:val="28"/>
          <w:szCs w:val="28"/>
        </w:rPr>
        <w:t>:</w:t>
      </w:r>
    </w:p>
    <w:p w:rsidR="00B713F7" w:rsidRDefault="008E71A1" w:rsidP="00B713F7">
      <w:pPr>
        <w:tabs>
          <w:tab w:val="left" w:pos="0"/>
        </w:tabs>
        <w:spacing w:before="0" w:line="240" w:lineRule="auto"/>
        <w:ind w:left="0" w:right="0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646D" w:rsidRPr="001E7DAA">
        <w:rPr>
          <w:sz w:val="28"/>
          <w:szCs w:val="28"/>
        </w:rPr>
        <w:t xml:space="preserve">Предоставить </w:t>
      </w:r>
      <w:r w:rsidR="00B713F7">
        <w:rPr>
          <w:sz w:val="28"/>
          <w:szCs w:val="28"/>
        </w:rPr>
        <w:t>Андросову А.Ю</w:t>
      </w:r>
      <w:r w:rsidR="00D81F60" w:rsidRPr="001E7DAA">
        <w:rPr>
          <w:sz w:val="28"/>
          <w:szCs w:val="28"/>
        </w:rPr>
        <w:t>.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1E7DAA" w:rsidRPr="001E7DAA">
        <w:rPr>
          <w:bCs/>
          <w:sz w:val="28"/>
          <w:szCs w:val="28"/>
        </w:rPr>
        <w:t>04:01:</w:t>
      </w:r>
      <w:r w:rsidR="00B713F7">
        <w:rPr>
          <w:bCs/>
          <w:sz w:val="28"/>
          <w:szCs w:val="28"/>
        </w:rPr>
        <w:t>020211:672</w:t>
      </w:r>
      <w:r w:rsidR="001E7DAA" w:rsidRPr="001E7DAA">
        <w:rPr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B713F7">
        <w:rPr>
          <w:bCs/>
          <w:sz w:val="28"/>
          <w:szCs w:val="28"/>
        </w:rPr>
        <w:t>Манжерокское</w:t>
      </w:r>
      <w:r w:rsidR="001E7DAA" w:rsidRPr="001E7DAA">
        <w:rPr>
          <w:bCs/>
          <w:sz w:val="28"/>
          <w:szCs w:val="28"/>
        </w:rPr>
        <w:t xml:space="preserve"> сельское поселение, с. </w:t>
      </w:r>
      <w:r w:rsidR="00B713F7">
        <w:rPr>
          <w:bCs/>
          <w:sz w:val="28"/>
          <w:szCs w:val="28"/>
        </w:rPr>
        <w:t>Озерное</w:t>
      </w:r>
      <w:r w:rsidR="001E7DAA" w:rsidRPr="001E7DAA">
        <w:rPr>
          <w:bCs/>
          <w:sz w:val="28"/>
          <w:szCs w:val="28"/>
        </w:rPr>
        <w:t xml:space="preserve">, ул. </w:t>
      </w:r>
      <w:r w:rsidR="00B713F7">
        <w:rPr>
          <w:bCs/>
          <w:sz w:val="28"/>
          <w:szCs w:val="28"/>
        </w:rPr>
        <w:t>Юбилейная</w:t>
      </w:r>
      <w:r w:rsidR="001E7DAA" w:rsidRPr="001E7DAA">
        <w:rPr>
          <w:bCs/>
          <w:sz w:val="28"/>
          <w:szCs w:val="28"/>
        </w:rPr>
        <w:t>,</w:t>
      </w:r>
      <w:r w:rsidR="00B713F7">
        <w:rPr>
          <w:bCs/>
          <w:sz w:val="28"/>
          <w:szCs w:val="28"/>
        </w:rPr>
        <w:t xml:space="preserve"> 26</w:t>
      </w:r>
      <w:r w:rsidR="001E7DAA"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B713F7">
        <w:rPr>
          <w:color w:val="000000"/>
          <w:sz w:val="28"/>
          <w:szCs w:val="28"/>
        </w:rPr>
        <w:t>5.2.1</w:t>
      </w:r>
      <w:r w:rsidR="00117EDC">
        <w:rPr>
          <w:color w:val="000000"/>
          <w:sz w:val="28"/>
          <w:szCs w:val="28"/>
        </w:rPr>
        <w:t xml:space="preserve"> </w:t>
      </w:r>
      <w:r w:rsidR="00B713F7" w:rsidRPr="00B713F7">
        <w:rPr>
          <w:color w:val="000000"/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лагерей».</w:t>
      </w:r>
      <w:r w:rsidR="00B713F7" w:rsidRPr="00B713F7">
        <w:t xml:space="preserve"> </w:t>
      </w:r>
      <w:r w:rsidR="00B713F7">
        <w:rPr>
          <w:color w:val="000000"/>
          <w:sz w:val="28"/>
          <w:szCs w:val="28"/>
        </w:rPr>
        <w:t>П</w:t>
      </w:r>
      <w:r w:rsidR="00B713F7" w:rsidRPr="00B713F7">
        <w:rPr>
          <w:color w:val="000000"/>
          <w:sz w:val="28"/>
          <w:szCs w:val="28"/>
        </w:rPr>
        <w:t xml:space="preserve">ринадлежащего на праве собственности </w:t>
      </w:r>
      <w:r w:rsidR="00B713F7">
        <w:rPr>
          <w:color w:val="000000"/>
          <w:sz w:val="28"/>
          <w:szCs w:val="28"/>
        </w:rPr>
        <w:t>Андросову А.Ю</w:t>
      </w:r>
      <w:r w:rsidR="00B713F7" w:rsidRPr="00B713F7">
        <w:rPr>
          <w:color w:val="000000"/>
          <w:sz w:val="28"/>
          <w:szCs w:val="28"/>
        </w:rPr>
        <w:t>., в соответствии с условно разрешенными видами использования земельных участков и объектов капитального строительства для зоны Ж-1 (Зона застройки индивидуальными жилыми домами).</w:t>
      </w:r>
    </w:p>
    <w:p w:rsidR="00E269CE" w:rsidRPr="00E269CE" w:rsidRDefault="00E269CE" w:rsidP="00B713F7">
      <w:pPr>
        <w:tabs>
          <w:tab w:val="left" w:pos="0"/>
        </w:tabs>
        <w:spacing w:before="0" w:line="240" w:lineRule="auto"/>
        <w:ind w:left="0" w:right="0" w:firstLine="720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обеспечению деятельности Администрации муниципального образования </w:t>
      </w:r>
      <w:r w:rsidR="00E269CE" w:rsidRPr="00E269CE">
        <w:rPr>
          <w:bCs/>
          <w:sz w:val="28"/>
          <w:szCs w:val="28"/>
        </w:rPr>
        <w:lastRenderedPageBreak/>
        <w:t>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FC0F52" w:rsidRDefault="00FC0F52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E1D5D" w:rsidRDefault="00FC0F52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C16742">
        <w:rPr>
          <w:sz w:val="28"/>
          <w:szCs w:val="28"/>
        </w:rPr>
        <w:t xml:space="preserve">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75001D">
        <w:rPr>
          <w:sz w:val="28"/>
          <w:szCs w:val="28"/>
        </w:rPr>
        <w:tab/>
        <w:t xml:space="preserve">                        </w:t>
      </w:r>
      <w:r w:rsidR="00B713F7">
        <w:rPr>
          <w:sz w:val="28"/>
          <w:szCs w:val="28"/>
        </w:rPr>
        <w:t xml:space="preserve">  </w:t>
      </w:r>
      <w:r w:rsidR="00C16742">
        <w:rPr>
          <w:sz w:val="28"/>
          <w:szCs w:val="28"/>
        </w:rPr>
        <w:t xml:space="preserve"> </w:t>
      </w:r>
      <w:r w:rsidR="00FC0F52">
        <w:rPr>
          <w:sz w:val="28"/>
          <w:szCs w:val="28"/>
        </w:rPr>
        <w:t xml:space="preserve">  </w:t>
      </w:r>
      <w:bookmarkStart w:id="0" w:name="_GoBack"/>
      <w:bookmarkEnd w:id="0"/>
      <w:r w:rsidR="00FC0F52">
        <w:rPr>
          <w:sz w:val="28"/>
          <w:szCs w:val="28"/>
        </w:rPr>
        <w:t xml:space="preserve"> А.Х</w:t>
      </w:r>
      <w:r w:rsidR="00C16742">
        <w:rPr>
          <w:sz w:val="28"/>
          <w:szCs w:val="28"/>
        </w:rPr>
        <w:t xml:space="preserve">. </w:t>
      </w:r>
      <w:r w:rsidR="00FC0F52">
        <w:rPr>
          <w:sz w:val="28"/>
          <w:szCs w:val="28"/>
        </w:rPr>
        <w:t>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7F1" w:rsidRDefault="00C717F1" w:rsidP="00F2108F">
      <w:pPr>
        <w:spacing w:before="0" w:line="240" w:lineRule="auto"/>
      </w:pPr>
      <w:r>
        <w:separator/>
      </w:r>
    </w:p>
  </w:endnote>
  <w:endnote w:type="continuationSeparator" w:id="0">
    <w:p w:rsidR="00C717F1" w:rsidRDefault="00C717F1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7F1" w:rsidRDefault="00C717F1" w:rsidP="00F2108F">
      <w:pPr>
        <w:spacing w:before="0" w:line="240" w:lineRule="auto"/>
      </w:pPr>
      <w:r>
        <w:separator/>
      </w:r>
    </w:p>
  </w:footnote>
  <w:footnote w:type="continuationSeparator" w:id="0">
    <w:p w:rsidR="00C717F1" w:rsidRDefault="00C717F1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30350"/>
    <w:rsid w:val="00030850"/>
    <w:rsid w:val="00045354"/>
    <w:rsid w:val="00050C13"/>
    <w:rsid w:val="00067C58"/>
    <w:rsid w:val="00071789"/>
    <w:rsid w:val="000910EB"/>
    <w:rsid w:val="000911ED"/>
    <w:rsid w:val="00096503"/>
    <w:rsid w:val="000B28A7"/>
    <w:rsid w:val="000B5288"/>
    <w:rsid w:val="000C114C"/>
    <w:rsid w:val="000C3FD3"/>
    <w:rsid w:val="000D0F78"/>
    <w:rsid w:val="000D2626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C15B7"/>
    <w:rsid w:val="003C734D"/>
    <w:rsid w:val="003C7EC1"/>
    <w:rsid w:val="003D418D"/>
    <w:rsid w:val="003D4801"/>
    <w:rsid w:val="00405139"/>
    <w:rsid w:val="00405E0E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315E"/>
    <w:rsid w:val="00547375"/>
    <w:rsid w:val="00550426"/>
    <w:rsid w:val="0056137A"/>
    <w:rsid w:val="0056646D"/>
    <w:rsid w:val="00566C98"/>
    <w:rsid w:val="00571760"/>
    <w:rsid w:val="0058214C"/>
    <w:rsid w:val="00590E32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1C7"/>
    <w:rsid w:val="005E5DC7"/>
    <w:rsid w:val="00617086"/>
    <w:rsid w:val="00622D93"/>
    <w:rsid w:val="006238B8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01D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B23ED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90ECB"/>
    <w:rsid w:val="00A965C2"/>
    <w:rsid w:val="00AA19AA"/>
    <w:rsid w:val="00AA2E95"/>
    <w:rsid w:val="00AA762A"/>
    <w:rsid w:val="00AB5DA3"/>
    <w:rsid w:val="00AC201F"/>
    <w:rsid w:val="00AC7FD3"/>
    <w:rsid w:val="00AD31AF"/>
    <w:rsid w:val="00AD622A"/>
    <w:rsid w:val="00AE0351"/>
    <w:rsid w:val="00AE3AF5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713F7"/>
    <w:rsid w:val="00B80D85"/>
    <w:rsid w:val="00B8785D"/>
    <w:rsid w:val="00BA7D19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66558"/>
    <w:rsid w:val="00C717F1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D441E"/>
    <w:rsid w:val="00CD5251"/>
    <w:rsid w:val="00CE08AD"/>
    <w:rsid w:val="00CE109D"/>
    <w:rsid w:val="00CE3154"/>
    <w:rsid w:val="00CF33B9"/>
    <w:rsid w:val="00D07D0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61FB6"/>
    <w:rsid w:val="00E7597A"/>
    <w:rsid w:val="00E85D59"/>
    <w:rsid w:val="00E86C2D"/>
    <w:rsid w:val="00E873B5"/>
    <w:rsid w:val="00E97E6E"/>
    <w:rsid w:val="00EA3709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AFD"/>
    <w:rsid w:val="00F8302D"/>
    <w:rsid w:val="00F919AA"/>
    <w:rsid w:val="00FB77E6"/>
    <w:rsid w:val="00FC0CEA"/>
    <w:rsid w:val="00FC0F52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8A9D7B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52CBA-874C-4398-9B4C-83702092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24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10</cp:revision>
  <cp:lastPrinted>2024-05-22T04:23:00Z</cp:lastPrinted>
  <dcterms:created xsi:type="dcterms:W3CDTF">2025-03-12T01:26:00Z</dcterms:created>
  <dcterms:modified xsi:type="dcterms:W3CDTF">2025-09-25T09:15:00Z</dcterms:modified>
</cp:coreProperties>
</file>